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59975F" w14:textId="2C9BA7EE" w:rsidR="00CD00E2" w:rsidRPr="000F1B10" w:rsidRDefault="008B2DF7" w:rsidP="00CD00E2">
      <w:sdt>
        <w:sdtPr>
          <w:rPr>
            <w:rStyle w:val="TitleChar"/>
          </w:rPr>
          <w:alias w:val="Title"/>
          <w:tag w:val=""/>
          <w:id w:val="1180619734"/>
          <w:placeholder>
            <w:docPart w:val="FDACB833225F458BBDEC8CDF900AAA49"/>
          </w:placeholder>
          <w:dataBinding w:prefixMappings="xmlns:ns0='http://purl.org/dc/elements/1.1/' xmlns:ns1='http://schemas.openxmlformats.org/package/2006/metadata/core-properties' " w:xpath="/ns1:coreProperties[1]/ns0:title[1]" w:storeItemID="{6C3C8BC8-F283-45AE-878A-BAB7291924A1}"/>
          <w:text/>
        </w:sdtPr>
        <w:sdtEndPr>
          <w:rPr>
            <w:rStyle w:val="TitleChar"/>
          </w:rPr>
        </w:sdtEndPr>
        <w:sdtContent>
          <w:r w:rsidR="00B20421" w:rsidRPr="0014611F">
            <w:rPr>
              <w:rStyle w:val="TitleChar"/>
            </w:rPr>
            <w:t>Lab - Configure Administrative Roles</w:t>
          </w:r>
        </w:sdtContent>
      </w:sdt>
    </w:p>
    <w:p w14:paraId="619040AA" w14:textId="77777777" w:rsidR="003C6BCA" w:rsidRDefault="001E38E0" w:rsidP="00514DD9">
      <w:pPr>
        <w:pStyle w:val="Heading1"/>
      </w:pPr>
      <w:r>
        <w:t>Topology</w:t>
      </w:r>
    </w:p>
    <w:p w14:paraId="760DA99F" w14:textId="512F9DA3" w:rsidR="008C4307" w:rsidRDefault="00CD00E2" w:rsidP="00A6283D">
      <w:pPr>
        <w:pStyle w:val="Visual"/>
      </w:pPr>
      <w:r>
        <w:rPr>
          <w:noProof/>
        </w:rPr>
        <w:drawing>
          <wp:inline distT="0" distB="0" distL="0" distR="0" wp14:anchorId="5FE52E1F" wp14:editId="1B04AB9F">
            <wp:extent cx="4914900" cy="4692714"/>
            <wp:effectExtent l="0" t="0" r="0" b="0"/>
            <wp:docPr id="3" name="Picture 3" descr="This topology has 3 routers, 2 switches and 2 P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his topology has 3 routers, 2 switches and 2 PC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33536" cy="4710507"/>
                    </a:xfrm>
                    <a:prstGeom prst="rect">
                      <a:avLst/>
                    </a:prstGeom>
                    <a:noFill/>
                  </pic:spPr>
                </pic:pic>
              </a:graphicData>
            </a:graphic>
          </wp:inline>
        </w:drawing>
      </w:r>
    </w:p>
    <w:p w14:paraId="65690B25" w14:textId="77777777" w:rsidR="00902867" w:rsidRPr="00BB73FF" w:rsidRDefault="00902867" w:rsidP="00902867">
      <w:pPr>
        <w:pStyle w:val="Heading1"/>
        <w:numPr>
          <w:ilvl w:val="0"/>
          <w:numId w:val="2"/>
        </w:numPr>
      </w:pPr>
      <w:r w:rsidRPr="00BB73FF">
        <w:t>Addressing Table</w:t>
      </w:r>
    </w:p>
    <w:tbl>
      <w:tblPr>
        <w:tblW w:w="99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Subnet Mask, default gateway and swtich port"/>
      </w:tblPr>
      <w:tblGrid>
        <w:gridCol w:w="1260"/>
        <w:gridCol w:w="1620"/>
        <w:gridCol w:w="1710"/>
        <w:gridCol w:w="1800"/>
        <w:gridCol w:w="1800"/>
        <w:gridCol w:w="1800"/>
      </w:tblGrid>
      <w:tr w:rsidR="00902867" w14:paraId="12F37AD2" w14:textId="77777777" w:rsidTr="00E9491F">
        <w:trPr>
          <w:cantSplit/>
          <w:tblHeader/>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9DD870D" w14:textId="77777777" w:rsidR="00902867" w:rsidRPr="00E87D62" w:rsidRDefault="00902867" w:rsidP="00E9491F">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292B3D3" w14:textId="77777777" w:rsidR="00902867" w:rsidRPr="00E87D62" w:rsidRDefault="00902867" w:rsidP="00E9491F">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1095EAD" w14:textId="77777777" w:rsidR="00902867" w:rsidRPr="00E87D62" w:rsidRDefault="00902867" w:rsidP="00E9491F">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F81CF16" w14:textId="77777777" w:rsidR="00902867" w:rsidRPr="00E87D62" w:rsidRDefault="00902867" w:rsidP="00E9491F">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1F280B2" w14:textId="77777777" w:rsidR="00902867" w:rsidRPr="00E87D62" w:rsidRDefault="00902867" w:rsidP="00E9491F">
            <w:pPr>
              <w:pStyle w:val="TableHeading"/>
            </w:pPr>
            <w:r w:rsidRPr="00E87D62">
              <w:t>Default Gateway</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3F3FF053" w14:textId="77777777" w:rsidR="00902867" w:rsidRPr="00E87D62" w:rsidRDefault="00902867" w:rsidP="00E9491F">
            <w:pPr>
              <w:pStyle w:val="TableHeading"/>
            </w:pPr>
            <w:r>
              <w:t>Switch Port</w:t>
            </w:r>
          </w:p>
        </w:tc>
      </w:tr>
      <w:tr w:rsidR="00902867" w14:paraId="713AFF65" w14:textId="77777777" w:rsidTr="00E9491F">
        <w:trPr>
          <w:cantSplit/>
          <w:jc w:val="center"/>
        </w:trPr>
        <w:tc>
          <w:tcPr>
            <w:tcW w:w="1260" w:type="dxa"/>
            <w:tcBorders>
              <w:bottom w:val="nil"/>
            </w:tcBorders>
            <w:vAlign w:val="center"/>
          </w:tcPr>
          <w:p w14:paraId="21BB7586" w14:textId="77777777" w:rsidR="00902867" w:rsidRPr="00AE42AB" w:rsidRDefault="00902867" w:rsidP="00E9491F">
            <w:pPr>
              <w:pStyle w:val="TableText"/>
            </w:pPr>
            <w:r>
              <w:t>R1</w:t>
            </w:r>
          </w:p>
        </w:tc>
        <w:tc>
          <w:tcPr>
            <w:tcW w:w="1620" w:type="dxa"/>
            <w:vAlign w:val="bottom"/>
          </w:tcPr>
          <w:p w14:paraId="2F98681A" w14:textId="77777777" w:rsidR="00902867" w:rsidRDefault="00902867" w:rsidP="00E9491F">
            <w:pPr>
              <w:pStyle w:val="TableText"/>
            </w:pPr>
            <w:r>
              <w:t>G0/0/0</w:t>
            </w:r>
          </w:p>
        </w:tc>
        <w:tc>
          <w:tcPr>
            <w:tcW w:w="1710" w:type="dxa"/>
            <w:vAlign w:val="bottom"/>
          </w:tcPr>
          <w:p w14:paraId="04DE7FCC" w14:textId="77777777" w:rsidR="00902867" w:rsidRPr="00E87D62" w:rsidRDefault="00902867" w:rsidP="00E9491F">
            <w:pPr>
              <w:pStyle w:val="TableText"/>
            </w:pPr>
            <w:r w:rsidRPr="00E87D62">
              <w:t>10.1.1.1</w:t>
            </w:r>
          </w:p>
        </w:tc>
        <w:tc>
          <w:tcPr>
            <w:tcW w:w="1800" w:type="dxa"/>
            <w:vAlign w:val="bottom"/>
          </w:tcPr>
          <w:p w14:paraId="66D95A1F" w14:textId="77777777" w:rsidR="00902867" w:rsidRPr="00E87D62" w:rsidRDefault="00902867" w:rsidP="00E9491F">
            <w:pPr>
              <w:pStyle w:val="TableText"/>
            </w:pPr>
            <w:r w:rsidRPr="00E87D62">
              <w:t>255.255.255.252</w:t>
            </w:r>
          </w:p>
        </w:tc>
        <w:tc>
          <w:tcPr>
            <w:tcW w:w="1800" w:type="dxa"/>
            <w:tcBorders>
              <w:bottom w:val="single" w:sz="4" w:space="0" w:color="auto"/>
            </w:tcBorders>
            <w:vAlign w:val="bottom"/>
          </w:tcPr>
          <w:p w14:paraId="3B634D20" w14:textId="77777777" w:rsidR="00902867" w:rsidRPr="00E87D62" w:rsidRDefault="00902867" w:rsidP="00E9491F">
            <w:pPr>
              <w:pStyle w:val="TableText"/>
            </w:pPr>
            <w:r w:rsidRPr="00E87D62">
              <w:t>N/A</w:t>
            </w:r>
          </w:p>
        </w:tc>
        <w:tc>
          <w:tcPr>
            <w:tcW w:w="1800" w:type="dxa"/>
          </w:tcPr>
          <w:p w14:paraId="6B9293BF" w14:textId="77777777" w:rsidR="00902867" w:rsidRDefault="00902867" w:rsidP="00E9491F">
            <w:pPr>
              <w:pStyle w:val="TableText"/>
            </w:pPr>
            <w:r>
              <w:t>N/A</w:t>
            </w:r>
          </w:p>
        </w:tc>
      </w:tr>
      <w:tr w:rsidR="00902867" w14:paraId="798B529A" w14:textId="77777777" w:rsidTr="00E9491F">
        <w:trPr>
          <w:cantSplit/>
          <w:jc w:val="center"/>
        </w:trPr>
        <w:tc>
          <w:tcPr>
            <w:tcW w:w="1260" w:type="dxa"/>
            <w:tcBorders>
              <w:top w:val="nil"/>
              <w:bottom w:val="single" w:sz="4" w:space="0" w:color="auto"/>
            </w:tcBorders>
            <w:vAlign w:val="center"/>
          </w:tcPr>
          <w:p w14:paraId="7F64AD04" w14:textId="77777777" w:rsidR="00902867" w:rsidRPr="00AE42AB" w:rsidRDefault="00902867" w:rsidP="00E9491F">
            <w:pPr>
              <w:pStyle w:val="ConfigWindow"/>
            </w:pPr>
            <w:r w:rsidRPr="00AE42AB">
              <w:t>R1</w:t>
            </w:r>
          </w:p>
        </w:tc>
        <w:tc>
          <w:tcPr>
            <w:tcW w:w="1620" w:type="dxa"/>
            <w:vAlign w:val="bottom"/>
          </w:tcPr>
          <w:p w14:paraId="544E5EE0" w14:textId="77777777" w:rsidR="00902867" w:rsidRPr="00E87D62" w:rsidRDefault="00902867" w:rsidP="00E9491F">
            <w:pPr>
              <w:pStyle w:val="TableText"/>
            </w:pPr>
            <w:r>
              <w:t>G</w:t>
            </w:r>
            <w:r w:rsidRPr="00E87D62">
              <w:t>0/</w:t>
            </w:r>
            <w:r>
              <w:t>0/</w:t>
            </w:r>
            <w:r w:rsidRPr="00E87D62">
              <w:t>1</w:t>
            </w:r>
          </w:p>
        </w:tc>
        <w:tc>
          <w:tcPr>
            <w:tcW w:w="1710" w:type="dxa"/>
            <w:vAlign w:val="bottom"/>
          </w:tcPr>
          <w:p w14:paraId="5D9A8AEB" w14:textId="77777777" w:rsidR="00902867" w:rsidRPr="00E87D62" w:rsidRDefault="00902867" w:rsidP="00E9491F">
            <w:pPr>
              <w:pStyle w:val="TableText"/>
            </w:pPr>
            <w:r w:rsidRPr="00E87D62">
              <w:t>192.168.1.1</w:t>
            </w:r>
          </w:p>
        </w:tc>
        <w:tc>
          <w:tcPr>
            <w:tcW w:w="1800" w:type="dxa"/>
            <w:vAlign w:val="bottom"/>
          </w:tcPr>
          <w:p w14:paraId="0CD04785" w14:textId="77777777" w:rsidR="00902867" w:rsidRPr="00E87D62" w:rsidRDefault="00902867" w:rsidP="00E9491F">
            <w:pPr>
              <w:pStyle w:val="TableText"/>
            </w:pPr>
            <w:r w:rsidRPr="00E87D62">
              <w:t>255.255.255.0</w:t>
            </w:r>
          </w:p>
        </w:tc>
        <w:tc>
          <w:tcPr>
            <w:tcW w:w="1800" w:type="dxa"/>
            <w:tcBorders>
              <w:top w:val="single" w:sz="4" w:space="0" w:color="auto"/>
              <w:bottom w:val="single" w:sz="4" w:space="0" w:color="auto"/>
            </w:tcBorders>
            <w:vAlign w:val="bottom"/>
          </w:tcPr>
          <w:p w14:paraId="2D546D3E" w14:textId="77777777" w:rsidR="00902867" w:rsidRPr="00E87D62" w:rsidRDefault="00902867" w:rsidP="00E9491F">
            <w:pPr>
              <w:pStyle w:val="TableText"/>
            </w:pPr>
            <w:r w:rsidRPr="00E87D62">
              <w:t>N/A</w:t>
            </w:r>
          </w:p>
        </w:tc>
        <w:tc>
          <w:tcPr>
            <w:tcW w:w="1800" w:type="dxa"/>
            <w:tcBorders>
              <w:bottom w:val="single" w:sz="2" w:space="0" w:color="auto"/>
            </w:tcBorders>
          </w:tcPr>
          <w:p w14:paraId="1AEFB8A5" w14:textId="77777777" w:rsidR="00902867" w:rsidRPr="00E87D62" w:rsidRDefault="00902867" w:rsidP="00E9491F">
            <w:pPr>
              <w:pStyle w:val="TableText"/>
            </w:pPr>
            <w:r>
              <w:t>S1 F0/5</w:t>
            </w:r>
          </w:p>
        </w:tc>
      </w:tr>
      <w:tr w:rsidR="00902867" w14:paraId="577D23D5" w14:textId="77777777" w:rsidTr="00E9491F">
        <w:trPr>
          <w:cantSplit/>
          <w:jc w:val="center"/>
        </w:trPr>
        <w:tc>
          <w:tcPr>
            <w:tcW w:w="1260" w:type="dxa"/>
            <w:tcBorders>
              <w:bottom w:val="nil"/>
            </w:tcBorders>
            <w:vAlign w:val="center"/>
          </w:tcPr>
          <w:p w14:paraId="70ECD4C7" w14:textId="77777777" w:rsidR="00902867" w:rsidRPr="00E87D62" w:rsidRDefault="00902867" w:rsidP="00E9491F">
            <w:pPr>
              <w:pStyle w:val="TableText"/>
            </w:pPr>
            <w:r w:rsidRPr="00E87D62">
              <w:t>R2</w:t>
            </w:r>
          </w:p>
        </w:tc>
        <w:tc>
          <w:tcPr>
            <w:tcW w:w="1620" w:type="dxa"/>
            <w:vAlign w:val="bottom"/>
          </w:tcPr>
          <w:p w14:paraId="48ABD9CB" w14:textId="77777777" w:rsidR="00902867" w:rsidRPr="00E87D62" w:rsidRDefault="00902867" w:rsidP="00E9491F">
            <w:pPr>
              <w:pStyle w:val="TableText"/>
            </w:pPr>
            <w:r>
              <w:t>G0/0/0</w:t>
            </w:r>
          </w:p>
        </w:tc>
        <w:tc>
          <w:tcPr>
            <w:tcW w:w="1710" w:type="dxa"/>
            <w:vAlign w:val="bottom"/>
          </w:tcPr>
          <w:p w14:paraId="03CF1232" w14:textId="77777777" w:rsidR="00902867" w:rsidRPr="00E87D62" w:rsidRDefault="00902867" w:rsidP="00E9491F">
            <w:pPr>
              <w:pStyle w:val="TableText"/>
            </w:pPr>
            <w:r w:rsidRPr="00E87D62">
              <w:t>10.1.1.2</w:t>
            </w:r>
          </w:p>
        </w:tc>
        <w:tc>
          <w:tcPr>
            <w:tcW w:w="1800" w:type="dxa"/>
            <w:vAlign w:val="bottom"/>
          </w:tcPr>
          <w:p w14:paraId="39F9CCA6" w14:textId="77777777" w:rsidR="00902867" w:rsidRPr="00E87D62" w:rsidRDefault="00902867" w:rsidP="00E9491F">
            <w:pPr>
              <w:pStyle w:val="TableText"/>
            </w:pPr>
            <w:r w:rsidRPr="00E87D62">
              <w:t>255.255.255.252</w:t>
            </w:r>
          </w:p>
        </w:tc>
        <w:tc>
          <w:tcPr>
            <w:tcW w:w="1800" w:type="dxa"/>
            <w:tcBorders>
              <w:top w:val="single" w:sz="4" w:space="0" w:color="auto"/>
              <w:bottom w:val="single" w:sz="4" w:space="0" w:color="auto"/>
            </w:tcBorders>
            <w:vAlign w:val="bottom"/>
          </w:tcPr>
          <w:p w14:paraId="3F2CD6E5" w14:textId="77777777" w:rsidR="00902867" w:rsidRPr="00E87D62" w:rsidRDefault="00902867" w:rsidP="00E9491F">
            <w:pPr>
              <w:pStyle w:val="TableText"/>
            </w:pPr>
            <w:r w:rsidRPr="00E87D62">
              <w:t>N/A</w:t>
            </w:r>
          </w:p>
        </w:tc>
        <w:tc>
          <w:tcPr>
            <w:tcW w:w="1800" w:type="dxa"/>
            <w:tcBorders>
              <w:bottom w:val="single" w:sz="4" w:space="0" w:color="auto"/>
            </w:tcBorders>
          </w:tcPr>
          <w:p w14:paraId="363CD9D2" w14:textId="77777777" w:rsidR="00902867" w:rsidRPr="00E87D62" w:rsidRDefault="00902867" w:rsidP="00E9491F">
            <w:pPr>
              <w:pStyle w:val="TableText"/>
            </w:pPr>
            <w:r>
              <w:t>N/A</w:t>
            </w:r>
          </w:p>
        </w:tc>
      </w:tr>
      <w:tr w:rsidR="00902867" w14:paraId="1FB6B0DE" w14:textId="77777777" w:rsidTr="00E9491F">
        <w:trPr>
          <w:cantSplit/>
          <w:jc w:val="center"/>
        </w:trPr>
        <w:tc>
          <w:tcPr>
            <w:tcW w:w="1260" w:type="dxa"/>
            <w:tcBorders>
              <w:top w:val="nil"/>
              <w:bottom w:val="single" w:sz="2" w:space="0" w:color="auto"/>
            </w:tcBorders>
            <w:vAlign w:val="bottom"/>
          </w:tcPr>
          <w:p w14:paraId="76D47459" w14:textId="77777777" w:rsidR="00902867" w:rsidRPr="00E87D62" w:rsidRDefault="00902867" w:rsidP="00E9491F">
            <w:pPr>
              <w:pStyle w:val="ConfigWindow"/>
            </w:pPr>
            <w:r>
              <w:t>R2</w:t>
            </w:r>
          </w:p>
        </w:tc>
        <w:tc>
          <w:tcPr>
            <w:tcW w:w="1620" w:type="dxa"/>
            <w:vAlign w:val="bottom"/>
          </w:tcPr>
          <w:p w14:paraId="4F806F98" w14:textId="77777777" w:rsidR="00902867" w:rsidRPr="00E87D62" w:rsidRDefault="00902867" w:rsidP="00E9491F">
            <w:pPr>
              <w:pStyle w:val="TableText"/>
            </w:pPr>
            <w:r>
              <w:t>G0/0/1</w:t>
            </w:r>
          </w:p>
        </w:tc>
        <w:tc>
          <w:tcPr>
            <w:tcW w:w="1710" w:type="dxa"/>
            <w:vAlign w:val="bottom"/>
          </w:tcPr>
          <w:p w14:paraId="0D45FE67" w14:textId="77777777" w:rsidR="00902867" w:rsidRPr="00E87D62" w:rsidRDefault="00902867" w:rsidP="00E9491F">
            <w:pPr>
              <w:pStyle w:val="TableText"/>
            </w:pPr>
            <w:r w:rsidRPr="00E87D62">
              <w:t>10.2.2.2</w:t>
            </w:r>
          </w:p>
        </w:tc>
        <w:tc>
          <w:tcPr>
            <w:tcW w:w="1800" w:type="dxa"/>
            <w:vAlign w:val="bottom"/>
          </w:tcPr>
          <w:p w14:paraId="513D6346" w14:textId="77777777" w:rsidR="00902867" w:rsidRPr="00E87D62" w:rsidRDefault="00902867" w:rsidP="00E9491F">
            <w:pPr>
              <w:pStyle w:val="TableText"/>
            </w:pPr>
            <w:r w:rsidRPr="00E87D62">
              <w:t>255.255.255.252</w:t>
            </w:r>
          </w:p>
        </w:tc>
        <w:tc>
          <w:tcPr>
            <w:tcW w:w="1800" w:type="dxa"/>
            <w:tcBorders>
              <w:top w:val="single" w:sz="4" w:space="0" w:color="auto"/>
              <w:bottom w:val="single" w:sz="4" w:space="0" w:color="auto"/>
            </w:tcBorders>
            <w:vAlign w:val="bottom"/>
          </w:tcPr>
          <w:p w14:paraId="3B165490" w14:textId="77777777" w:rsidR="00902867" w:rsidRPr="00E87D62" w:rsidRDefault="00902867" w:rsidP="00E9491F">
            <w:pPr>
              <w:pStyle w:val="TableText"/>
            </w:pPr>
            <w:r w:rsidRPr="00E87D62">
              <w:t>N/A</w:t>
            </w:r>
          </w:p>
        </w:tc>
        <w:tc>
          <w:tcPr>
            <w:tcW w:w="1800" w:type="dxa"/>
            <w:tcBorders>
              <w:top w:val="single" w:sz="4" w:space="0" w:color="auto"/>
            </w:tcBorders>
          </w:tcPr>
          <w:p w14:paraId="62B6F3E0" w14:textId="77777777" w:rsidR="00902867" w:rsidRPr="00E87D62" w:rsidRDefault="00902867" w:rsidP="00E9491F">
            <w:pPr>
              <w:pStyle w:val="TableText"/>
            </w:pPr>
            <w:r>
              <w:t>N/A</w:t>
            </w:r>
          </w:p>
        </w:tc>
      </w:tr>
      <w:tr w:rsidR="00902867" w14:paraId="66980631" w14:textId="77777777" w:rsidTr="00E9491F">
        <w:trPr>
          <w:cantSplit/>
          <w:jc w:val="center"/>
        </w:trPr>
        <w:tc>
          <w:tcPr>
            <w:tcW w:w="1260" w:type="dxa"/>
            <w:tcBorders>
              <w:bottom w:val="nil"/>
            </w:tcBorders>
            <w:vAlign w:val="center"/>
          </w:tcPr>
          <w:p w14:paraId="3EABFBFB" w14:textId="77777777" w:rsidR="00902867" w:rsidRPr="00E87D62" w:rsidRDefault="00902867" w:rsidP="00E9491F">
            <w:pPr>
              <w:pStyle w:val="TableText"/>
            </w:pPr>
            <w:r>
              <w:t>R3</w:t>
            </w:r>
          </w:p>
        </w:tc>
        <w:tc>
          <w:tcPr>
            <w:tcW w:w="1620" w:type="dxa"/>
            <w:vAlign w:val="bottom"/>
          </w:tcPr>
          <w:p w14:paraId="66EEA306" w14:textId="77777777" w:rsidR="00902867" w:rsidRPr="00E87D62" w:rsidRDefault="00902867" w:rsidP="00E9491F">
            <w:pPr>
              <w:pStyle w:val="TableText"/>
            </w:pPr>
            <w:r>
              <w:t>G0/0/0</w:t>
            </w:r>
          </w:p>
        </w:tc>
        <w:tc>
          <w:tcPr>
            <w:tcW w:w="1710" w:type="dxa"/>
            <w:vAlign w:val="bottom"/>
          </w:tcPr>
          <w:p w14:paraId="6BF10B06" w14:textId="77777777" w:rsidR="00902867" w:rsidRPr="00E87D62" w:rsidRDefault="00902867" w:rsidP="00E9491F">
            <w:pPr>
              <w:pStyle w:val="TableText"/>
            </w:pPr>
            <w:r w:rsidRPr="00E87D62">
              <w:t>10.2.2.1</w:t>
            </w:r>
          </w:p>
        </w:tc>
        <w:tc>
          <w:tcPr>
            <w:tcW w:w="1800" w:type="dxa"/>
            <w:vAlign w:val="bottom"/>
          </w:tcPr>
          <w:p w14:paraId="1940C9F6" w14:textId="77777777" w:rsidR="00902867" w:rsidRPr="00E87D62" w:rsidRDefault="00902867" w:rsidP="00E9491F">
            <w:pPr>
              <w:pStyle w:val="TableText"/>
            </w:pPr>
            <w:r w:rsidRPr="00E87D62">
              <w:t>255.255.255.252</w:t>
            </w:r>
          </w:p>
        </w:tc>
        <w:tc>
          <w:tcPr>
            <w:tcW w:w="1800" w:type="dxa"/>
            <w:tcBorders>
              <w:top w:val="single" w:sz="4" w:space="0" w:color="auto"/>
              <w:bottom w:val="single" w:sz="4" w:space="0" w:color="auto"/>
            </w:tcBorders>
            <w:vAlign w:val="bottom"/>
          </w:tcPr>
          <w:p w14:paraId="6590A1AE" w14:textId="77777777" w:rsidR="00902867" w:rsidRPr="00E87D62" w:rsidRDefault="00902867" w:rsidP="00E9491F">
            <w:pPr>
              <w:pStyle w:val="TableText"/>
            </w:pPr>
            <w:r w:rsidRPr="00E87D62">
              <w:t>N/A</w:t>
            </w:r>
          </w:p>
        </w:tc>
        <w:tc>
          <w:tcPr>
            <w:tcW w:w="1800" w:type="dxa"/>
          </w:tcPr>
          <w:p w14:paraId="78977CB4" w14:textId="77777777" w:rsidR="00902867" w:rsidRPr="00E87D62" w:rsidRDefault="00902867" w:rsidP="00E9491F">
            <w:pPr>
              <w:pStyle w:val="TableText"/>
            </w:pPr>
            <w:r>
              <w:t>N/A</w:t>
            </w:r>
          </w:p>
        </w:tc>
      </w:tr>
      <w:tr w:rsidR="00902867" w14:paraId="32F66127" w14:textId="77777777" w:rsidTr="00E9491F">
        <w:trPr>
          <w:cantSplit/>
          <w:jc w:val="center"/>
        </w:trPr>
        <w:tc>
          <w:tcPr>
            <w:tcW w:w="1260" w:type="dxa"/>
            <w:tcBorders>
              <w:top w:val="nil"/>
            </w:tcBorders>
            <w:vAlign w:val="bottom"/>
          </w:tcPr>
          <w:p w14:paraId="713268EE" w14:textId="77777777" w:rsidR="00902867" w:rsidRDefault="00902867" w:rsidP="00E9491F">
            <w:pPr>
              <w:pStyle w:val="ConfigWindow"/>
            </w:pPr>
            <w:r>
              <w:t>R3</w:t>
            </w:r>
          </w:p>
        </w:tc>
        <w:tc>
          <w:tcPr>
            <w:tcW w:w="1620" w:type="dxa"/>
            <w:vAlign w:val="bottom"/>
          </w:tcPr>
          <w:p w14:paraId="35F05837" w14:textId="77777777" w:rsidR="00902867" w:rsidRDefault="00902867" w:rsidP="00E9491F">
            <w:pPr>
              <w:pStyle w:val="TableText"/>
            </w:pPr>
            <w:r>
              <w:t>G</w:t>
            </w:r>
            <w:r w:rsidRPr="00E87D62">
              <w:t>0/</w:t>
            </w:r>
            <w:r>
              <w:t>0/</w:t>
            </w:r>
            <w:r w:rsidRPr="00E87D62">
              <w:t>1</w:t>
            </w:r>
          </w:p>
        </w:tc>
        <w:tc>
          <w:tcPr>
            <w:tcW w:w="1710" w:type="dxa"/>
            <w:vAlign w:val="bottom"/>
          </w:tcPr>
          <w:p w14:paraId="6075033B" w14:textId="77777777" w:rsidR="00902867" w:rsidRPr="00E87D62" w:rsidRDefault="00902867" w:rsidP="00E9491F">
            <w:pPr>
              <w:pStyle w:val="TableText"/>
            </w:pPr>
            <w:r w:rsidRPr="00E87D62">
              <w:t>192.168.3.1</w:t>
            </w:r>
          </w:p>
        </w:tc>
        <w:tc>
          <w:tcPr>
            <w:tcW w:w="1800" w:type="dxa"/>
            <w:vAlign w:val="bottom"/>
          </w:tcPr>
          <w:p w14:paraId="0409D2B1" w14:textId="77777777" w:rsidR="00902867" w:rsidRPr="00E87D62" w:rsidRDefault="00902867" w:rsidP="00E9491F">
            <w:pPr>
              <w:pStyle w:val="TableText"/>
            </w:pPr>
            <w:r w:rsidRPr="00E87D62">
              <w:t>255.255.255.0</w:t>
            </w:r>
          </w:p>
        </w:tc>
        <w:tc>
          <w:tcPr>
            <w:tcW w:w="1800" w:type="dxa"/>
            <w:tcBorders>
              <w:top w:val="single" w:sz="4" w:space="0" w:color="auto"/>
            </w:tcBorders>
            <w:vAlign w:val="bottom"/>
          </w:tcPr>
          <w:p w14:paraId="07E48521" w14:textId="77777777" w:rsidR="00902867" w:rsidRPr="00E87D62" w:rsidRDefault="00902867" w:rsidP="00E9491F">
            <w:pPr>
              <w:pStyle w:val="TableText"/>
            </w:pPr>
            <w:r w:rsidRPr="00E87D62">
              <w:t>N/A</w:t>
            </w:r>
          </w:p>
        </w:tc>
        <w:tc>
          <w:tcPr>
            <w:tcW w:w="1800" w:type="dxa"/>
          </w:tcPr>
          <w:p w14:paraId="64D3F8A3" w14:textId="77777777" w:rsidR="00902867" w:rsidRDefault="00902867" w:rsidP="00E9491F">
            <w:pPr>
              <w:pStyle w:val="TableText"/>
            </w:pPr>
            <w:r>
              <w:t>S3 F0/5</w:t>
            </w:r>
          </w:p>
        </w:tc>
      </w:tr>
      <w:tr w:rsidR="00902867" w14:paraId="0A323568" w14:textId="77777777" w:rsidTr="00E9491F">
        <w:trPr>
          <w:cantSplit/>
          <w:jc w:val="center"/>
        </w:trPr>
        <w:tc>
          <w:tcPr>
            <w:tcW w:w="1260" w:type="dxa"/>
            <w:vAlign w:val="bottom"/>
          </w:tcPr>
          <w:p w14:paraId="30F9EA23" w14:textId="77777777" w:rsidR="00902867" w:rsidRPr="00E87D62" w:rsidRDefault="00902867" w:rsidP="00E9491F">
            <w:pPr>
              <w:pStyle w:val="TableText"/>
            </w:pPr>
            <w:r w:rsidRPr="00E87D62">
              <w:lastRenderedPageBreak/>
              <w:t>PC-A</w:t>
            </w:r>
          </w:p>
        </w:tc>
        <w:tc>
          <w:tcPr>
            <w:tcW w:w="1620" w:type="dxa"/>
            <w:vAlign w:val="bottom"/>
          </w:tcPr>
          <w:p w14:paraId="7E9819CD" w14:textId="77777777" w:rsidR="00902867" w:rsidRPr="00E87D62" w:rsidRDefault="00902867" w:rsidP="00E9491F">
            <w:pPr>
              <w:pStyle w:val="TableText"/>
            </w:pPr>
            <w:r w:rsidRPr="00E87D62">
              <w:t>NIC</w:t>
            </w:r>
          </w:p>
        </w:tc>
        <w:tc>
          <w:tcPr>
            <w:tcW w:w="1710" w:type="dxa"/>
            <w:vAlign w:val="bottom"/>
          </w:tcPr>
          <w:p w14:paraId="2C22CC8D" w14:textId="77777777" w:rsidR="00902867" w:rsidRPr="00E87D62" w:rsidRDefault="00902867" w:rsidP="00E9491F">
            <w:pPr>
              <w:pStyle w:val="TableText"/>
            </w:pPr>
            <w:r w:rsidRPr="00E87D62">
              <w:t>192.168.1.3</w:t>
            </w:r>
          </w:p>
        </w:tc>
        <w:tc>
          <w:tcPr>
            <w:tcW w:w="1800" w:type="dxa"/>
            <w:vAlign w:val="bottom"/>
          </w:tcPr>
          <w:p w14:paraId="4E0E1975" w14:textId="77777777" w:rsidR="00902867" w:rsidRPr="00E87D62" w:rsidRDefault="00902867" w:rsidP="00E9491F">
            <w:pPr>
              <w:pStyle w:val="TableText"/>
            </w:pPr>
            <w:r w:rsidRPr="00E87D62">
              <w:t>255.255.255.0</w:t>
            </w:r>
          </w:p>
        </w:tc>
        <w:tc>
          <w:tcPr>
            <w:tcW w:w="1800" w:type="dxa"/>
            <w:vAlign w:val="bottom"/>
          </w:tcPr>
          <w:p w14:paraId="0DF38E59" w14:textId="77777777" w:rsidR="00902867" w:rsidRPr="00E87D62" w:rsidRDefault="00902867" w:rsidP="00E9491F">
            <w:pPr>
              <w:pStyle w:val="TableText"/>
            </w:pPr>
            <w:r w:rsidRPr="00E87D62">
              <w:t>192.168.1.1</w:t>
            </w:r>
          </w:p>
        </w:tc>
        <w:tc>
          <w:tcPr>
            <w:tcW w:w="1800" w:type="dxa"/>
          </w:tcPr>
          <w:p w14:paraId="53A8B4F0" w14:textId="77777777" w:rsidR="00902867" w:rsidRPr="00E87D62" w:rsidRDefault="00902867" w:rsidP="00E9491F">
            <w:pPr>
              <w:pStyle w:val="TableText"/>
            </w:pPr>
            <w:r>
              <w:t>S1 F0/6</w:t>
            </w:r>
          </w:p>
        </w:tc>
      </w:tr>
      <w:tr w:rsidR="00902867" w14:paraId="483A1098" w14:textId="77777777" w:rsidTr="00E9491F">
        <w:trPr>
          <w:cantSplit/>
          <w:jc w:val="center"/>
        </w:trPr>
        <w:tc>
          <w:tcPr>
            <w:tcW w:w="1260" w:type="dxa"/>
            <w:vAlign w:val="bottom"/>
          </w:tcPr>
          <w:p w14:paraId="43377E91" w14:textId="77777777" w:rsidR="00902867" w:rsidRPr="00E87D62" w:rsidRDefault="00902867" w:rsidP="00E9491F">
            <w:pPr>
              <w:pStyle w:val="TableText"/>
            </w:pPr>
            <w:r w:rsidRPr="00E87D62">
              <w:t>PC-C</w:t>
            </w:r>
          </w:p>
        </w:tc>
        <w:tc>
          <w:tcPr>
            <w:tcW w:w="1620" w:type="dxa"/>
            <w:vAlign w:val="bottom"/>
          </w:tcPr>
          <w:p w14:paraId="42FF6BD3" w14:textId="77777777" w:rsidR="00902867" w:rsidRPr="00E87D62" w:rsidRDefault="00902867" w:rsidP="00E9491F">
            <w:pPr>
              <w:pStyle w:val="TableText"/>
            </w:pPr>
            <w:r w:rsidRPr="00E87D62">
              <w:t>NIC</w:t>
            </w:r>
          </w:p>
        </w:tc>
        <w:tc>
          <w:tcPr>
            <w:tcW w:w="1710" w:type="dxa"/>
            <w:vAlign w:val="bottom"/>
          </w:tcPr>
          <w:p w14:paraId="5BD84DC0" w14:textId="77777777" w:rsidR="00902867" w:rsidRPr="00E87D62" w:rsidRDefault="00902867" w:rsidP="00E9491F">
            <w:pPr>
              <w:pStyle w:val="TableText"/>
            </w:pPr>
            <w:r w:rsidRPr="00E87D62">
              <w:t>192.168.3.3</w:t>
            </w:r>
          </w:p>
        </w:tc>
        <w:tc>
          <w:tcPr>
            <w:tcW w:w="1800" w:type="dxa"/>
            <w:vAlign w:val="bottom"/>
          </w:tcPr>
          <w:p w14:paraId="142B9F43" w14:textId="77777777" w:rsidR="00902867" w:rsidRPr="00E87D62" w:rsidRDefault="00902867" w:rsidP="00E9491F">
            <w:pPr>
              <w:pStyle w:val="TableText"/>
            </w:pPr>
            <w:r w:rsidRPr="00E87D62">
              <w:t>255.255.255.0</w:t>
            </w:r>
          </w:p>
        </w:tc>
        <w:tc>
          <w:tcPr>
            <w:tcW w:w="1800" w:type="dxa"/>
            <w:vAlign w:val="bottom"/>
          </w:tcPr>
          <w:p w14:paraId="68897F04" w14:textId="77777777" w:rsidR="00902867" w:rsidRPr="00E87D62" w:rsidRDefault="00902867" w:rsidP="00E9491F">
            <w:pPr>
              <w:pStyle w:val="TableText"/>
            </w:pPr>
            <w:r w:rsidRPr="00E87D62">
              <w:t>192.168.3.1</w:t>
            </w:r>
          </w:p>
        </w:tc>
        <w:tc>
          <w:tcPr>
            <w:tcW w:w="1800" w:type="dxa"/>
          </w:tcPr>
          <w:p w14:paraId="7DDAA6B3" w14:textId="77777777" w:rsidR="00902867" w:rsidRPr="00E87D62" w:rsidRDefault="00902867" w:rsidP="00E9491F">
            <w:pPr>
              <w:pStyle w:val="TableText"/>
            </w:pPr>
            <w:r>
              <w:t>S3 F0/18</w:t>
            </w:r>
          </w:p>
        </w:tc>
      </w:tr>
    </w:tbl>
    <w:p w14:paraId="769B82E3" w14:textId="77777777" w:rsidR="00902867" w:rsidRDefault="00902867" w:rsidP="00902867">
      <w:pPr>
        <w:pStyle w:val="ConfigWindow"/>
      </w:pPr>
      <w:r>
        <w:t>Blank Line, No additional information</w:t>
      </w:r>
    </w:p>
    <w:p w14:paraId="75B3748D" w14:textId="77777777" w:rsidR="00BC4DD8" w:rsidRPr="00BB73FF" w:rsidRDefault="00BC4DD8" w:rsidP="00514DD9">
      <w:pPr>
        <w:pStyle w:val="Heading1"/>
      </w:pPr>
      <w:r w:rsidRPr="00BB73FF">
        <w:t>Objective</w:t>
      </w:r>
      <w:r>
        <w:t>s</w:t>
      </w:r>
    </w:p>
    <w:p w14:paraId="008B3818" w14:textId="77777777" w:rsidR="00BC4DD8" w:rsidRPr="00627EE2" w:rsidRDefault="00BC4DD8" w:rsidP="00BC4DD8">
      <w:pPr>
        <w:pStyle w:val="BodyTextL25Bold"/>
      </w:pPr>
      <w:r w:rsidRPr="00627EE2">
        <w:t xml:space="preserve">Part 1: </w:t>
      </w:r>
      <w:r w:rsidR="004E6133">
        <w:t>Configure Basic Device Settings</w:t>
      </w:r>
    </w:p>
    <w:p w14:paraId="77F38F5D" w14:textId="77777777" w:rsidR="00BC4DD8" w:rsidRDefault="00BC4DD8" w:rsidP="00BC4DD8">
      <w:pPr>
        <w:pStyle w:val="Bulletlevel1"/>
      </w:pPr>
      <w:r>
        <w:t>Cable the network as shown in the topology.</w:t>
      </w:r>
    </w:p>
    <w:p w14:paraId="55CFC7CA" w14:textId="77777777" w:rsidR="00BC4DD8" w:rsidRDefault="00BC4DD8" w:rsidP="00BC4DD8">
      <w:pPr>
        <w:pStyle w:val="Bulletlevel1"/>
      </w:pPr>
      <w:r>
        <w:t>Configure basic IP addressing for routers and PCs.</w:t>
      </w:r>
    </w:p>
    <w:p w14:paraId="1F307012" w14:textId="77777777" w:rsidR="00BC4DD8" w:rsidRDefault="00BC4DD8" w:rsidP="00BC4DD8">
      <w:pPr>
        <w:pStyle w:val="Bulletlevel1"/>
      </w:pPr>
      <w:r>
        <w:t xml:space="preserve">Configure </w:t>
      </w:r>
      <w:r w:rsidR="006F7421">
        <w:t xml:space="preserve">OSPF </w:t>
      </w:r>
      <w:r>
        <w:t>routing.</w:t>
      </w:r>
    </w:p>
    <w:p w14:paraId="2048144B" w14:textId="77777777" w:rsidR="00FC064E" w:rsidRDefault="00FC064E" w:rsidP="00BC4DD8">
      <w:pPr>
        <w:pStyle w:val="Bulletlevel1"/>
      </w:pPr>
      <w:r>
        <w:t>Configure PC hosts.</w:t>
      </w:r>
    </w:p>
    <w:p w14:paraId="083F4C1A" w14:textId="77777777" w:rsidR="00BC4DD8" w:rsidRDefault="00BC4DD8" w:rsidP="00BC4DD8">
      <w:pPr>
        <w:pStyle w:val="Bulletlevel1"/>
      </w:pPr>
      <w:r>
        <w:t>Verify connectivity between hosts and routers.</w:t>
      </w:r>
    </w:p>
    <w:p w14:paraId="2736589A" w14:textId="4706B6A7" w:rsidR="00BC4DD8" w:rsidRPr="00627EE2" w:rsidRDefault="00BC4DD8" w:rsidP="00BC4DD8">
      <w:pPr>
        <w:pStyle w:val="BodyTextL25Bold"/>
      </w:pPr>
      <w:r w:rsidRPr="00627EE2">
        <w:t xml:space="preserve">Part </w:t>
      </w:r>
      <w:r w:rsidR="00514DD9">
        <w:t>2</w:t>
      </w:r>
      <w:r w:rsidRPr="00627EE2">
        <w:t>: Configure Administrative Roles</w:t>
      </w:r>
    </w:p>
    <w:p w14:paraId="6AF1DF7D" w14:textId="77777777" w:rsidR="00BC4DD8" w:rsidRDefault="00BC4DD8" w:rsidP="00BC4DD8">
      <w:pPr>
        <w:pStyle w:val="Bulletlevel1"/>
      </w:pPr>
      <w:r>
        <w:t xml:space="preserve">Create multiple role </w:t>
      </w:r>
      <w:r w:rsidRPr="00DB03DF">
        <w:t xml:space="preserve">views </w:t>
      </w:r>
      <w:r>
        <w:t xml:space="preserve">and </w:t>
      </w:r>
      <w:r w:rsidRPr="00DB03DF">
        <w:t>grant</w:t>
      </w:r>
      <w:r>
        <w:t xml:space="preserve"> </w:t>
      </w:r>
      <w:r w:rsidRPr="00DB03DF">
        <w:t>varying privileges</w:t>
      </w:r>
      <w:r>
        <w:t>.</w:t>
      </w:r>
    </w:p>
    <w:p w14:paraId="5C17AC8E" w14:textId="77777777" w:rsidR="00BC4DD8" w:rsidRPr="00DB03DF" w:rsidRDefault="00BC4DD8" w:rsidP="00BC4DD8">
      <w:pPr>
        <w:pStyle w:val="Bulletlevel1"/>
      </w:pPr>
      <w:r w:rsidRPr="00DB03DF">
        <w:t>Verify and contrast views.</w:t>
      </w:r>
    </w:p>
    <w:p w14:paraId="3C7202C1" w14:textId="77777777" w:rsidR="00BC4DD8" w:rsidRPr="00C07FD9" w:rsidRDefault="00BC4DD8" w:rsidP="00514DD9">
      <w:pPr>
        <w:pStyle w:val="Heading1"/>
      </w:pPr>
      <w:r>
        <w:t>Background / Scenario</w:t>
      </w:r>
    </w:p>
    <w:p w14:paraId="7CE06905" w14:textId="77777777" w:rsidR="00BC4DD8" w:rsidRPr="007A29FF" w:rsidRDefault="00BC4DD8" w:rsidP="00BC4DD8">
      <w:pPr>
        <w:pStyle w:val="BodyTextL25"/>
      </w:pPr>
      <w:r w:rsidRPr="007A29FF">
        <w:t xml:space="preserve">The router is a </w:t>
      </w:r>
      <w:r w:rsidR="00DB7831">
        <w:t>critical</w:t>
      </w:r>
      <w:r w:rsidRPr="007A29FF">
        <w:t xml:space="preserve"> component</w:t>
      </w:r>
      <w:r w:rsidR="00DB7831">
        <w:t xml:space="preserve"> in any network. It</w:t>
      </w:r>
      <w:r w:rsidRPr="007A29FF">
        <w:t xml:space="preserve"> controls </w:t>
      </w:r>
      <w:r>
        <w:t xml:space="preserve">the </w:t>
      </w:r>
      <w:r w:rsidRPr="007A29FF">
        <w:t xml:space="preserve">movement of data into </w:t>
      </w:r>
      <w:r>
        <w:t xml:space="preserve">and </w:t>
      </w:r>
      <w:r w:rsidRPr="007A29FF">
        <w:t xml:space="preserve">out of the network and between devices within the network. It is particularly important to protect </w:t>
      </w:r>
      <w:r>
        <w:t>network routers because</w:t>
      </w:r>
      <w:r w:rsidRPr="007A29FF">
        <w:t xml:space="preserve"> the failure </w:t>
      </w:r>
      <w:r>
        <w:t xml:space="preserve">of a routing device </w:t>
      </w:r>
      <w:r w:rsidRPr="007A29FF">
        <w:t xml:space="preserve">could </w:t>
      </w:r>
      <w:r>
        <w:t>make</w:t>
      </w:r>
      <w:r w:rsidRPr="007A29FF">
        <w:t xml:space="preserve"> sections </w:t>
      </w:r>
      <w:r>
        <w:t>of the network</w:t>
      </w:r>
      <w:r w:rsidR="00E611F7">
        <w:t>,</w:t>
      </w:r>
      <w:r>
        <w:t xml:space="preserve"> or </w:t>
      </w:r>
      <w:r w:rsidRPr="007A29FF">
        <w:t xml:space="preserve">the </w:t>
      </w:r>
      <w:r>
        <w:t xml:space="preserve">entire </w:t>
      </w:r>
      <w:r w:rsidRPr="007A29FF">
        <w:t>network</w:t>
      </w:r>
      <w:r w:rsidR="00E611F7">
        <w:t>,</w:t>
      </w:r>
      <w:r w:rsidRPr="007A29FF">
        <w:t xml:space="preserve"> inaccessible. Controlling access to </w:t>
      </w:r>
      <w:r>
        <w:t xml:space="preserve">routers </w:t>
      </w:r>
      <w:r w:rsidRPr="007A29FF">
        <w:t xml:space="preserve">and enabling reporting on </w:t>
      </w:r>
      <w:r>
        <w:t>routers</w:t>
      </w:r>
      <w:r w:rsidRPr="007A29FF">
        <w:t xml:space="preserve"> </w:t>
      </w:r>
      <w:r w:rsidR="00DB7831">
        <w:t>is</w:t>
      </w:r>
      <w:r w:rsidRPr="007A29FF">
        <w:t xml:space="preserve"> critical to </w:t>
      </w:r>
      <w:r>
        <w:t>network</w:t>
      </w:r>
      <w:r w:rsidRPr="007A29FF">
        <w:t xml:space="preserve"> security and should be part of a</w:t>
      </w:r>
      <w:r>
        <w:t xml:space="preserve"> comprehensive security policy.</w:t>
      </w:r>
    </w:p>
    <w:p w14:paraId="4829ECE3" w14:textId="4C990A4E" w:rsidR="00BC4DD8" w:rsidRPr="00003FE9" w:rsidRDefault="00BC4DD8" w:rsidP="00BC4DD8">
      <w:pPr>
        <w:pStyle w:val="BodyTextL25"/>
      </w:pPr>
      <w:r w:rsidRPr="007A29FF">
        <w:t>In this lab</w:t>
      </w:r>
      <w:r>
        <w:t>,</w:t>
      </w:r>
      <w:r w:rsidRPr="007A29FF">
        <w:t xml:space="preserve"> you</w:t>
      </w:r>
      <w:r w:rsidR="00DB7831">
        <w:t xml:space="preserve"> will</w:t>
      </w:r>
      <w:r w:rsidRPr="007A29FF">
        <w:t xml:space="preserve"> build a multi</w:t>
      </w:r>
      <w:r>
        <w:t>-</w:t>
      </w:r>
      <w:r w:rsidRPr="007A29FF">
        <w:t xml:space="preserve">router network and </w:t>
      </w:r>
      <w:r w:rsidRPr="00003FE9">
        <w:t>configure the routers and hosts.</w:t>
      </w:r>
      <w:r w:rsidR="00FA4805" w:rsidRPr="00003FE9">
        <w:t xml:space="preserve"> </w:t>
      </w:r>
      <w:r w:rsidR="00FA4805">
        <w:t>You will configure administrative roles with different privilege levels</w:t>
      </w:r>
      <w:r w:rsidR="00FA4805" w:rsidRPr="00003FE9">
        <w:t>.</w:t>
      </w:r>
    </w:p>
    <w:p w14:paraId="712FC5E5" w14:textId="20739196" w:rsidR="00B4298A" w:rsidRDefault="00B4298A" w:rsidP="00B4298A">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6.9.6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5.2(7)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1F6A7D52" w14:textId="77777777" w:rsidR="00BC4DD8" w:rsidRPr="00A6031D" w:rsidRDefault="00BC4DD8" w:rsidP="00BC4DD8">
      <w:pPr>
        <w:pStyle w:val="BodyTextL25"/>
      </w:pPr>
      <w:r w:rsidRPr="007A29FF">
        <w:rPr>
          <w:b/>
          <w:bCs/>
        </w:rPr>
        <w:t>N</w:t>
      </w:r>
      <w:r>
        <w:rPr>
          <w:b/>
          <w:bCs/>
        </w:rPr>
        <w:t>ote</w:t>
      </w:r>
      <w:r w:rsidRPr="00A6031D">
        <w:rPr>
          <w:bCs/>
        </w:rPr>
        <w:t xml:space="preserve">: </w:t>
      </w:r>
      <w:r w:rsidR="00DB7831">
        <w:rPr>
          <w:bCs/>
        </w:rPr>
        <w:t xml:space="preserve">Before you begin, </w:t>
      </w:r>
      <w:r w:rsidR="00DB7831">
        <w:t>en</w:t>
      </w:r>
      <w:r w:rsidRPr="007A29FF">
        <w:t xml:space="preserve">sure that the routers and the switches have been erased and </w:t>
      </w:r>
      <w:r>
        <w:t>have no startup configurations.</w:t>
      </w:r>
    </w:p>
    <w:p w14:paraId="38C5A086" w14:textId="77777777" w:rsidR="00BC4DD8" w:rsidRDefault="00BC4DD8" w:rsidP="00514DD9">
      <w:pPr>
        <w:pStyle w:val="Heading1"/>
      </w:pPr>
      <w:r>
        <w:t>Required Resources</w:t>
      </w:r>
    </w:p>
    <w:p w14:paraId="3C463098" w14:textId="77777777" w:rsidR="0074578B" w:rsidRPr="00B4298A" w:rsidRDefault="0074578B" w:rsidP="00B4298A">
      <w:pPr>
        <w:pStyle w:val="Bulletlevel1"/>
      </w:pPr>
      <w:bookmarkStart w:id="0" w:name="_Hlk54883414"/>
      <w:r w:rsidRPr="00B4298A">
        <w:t>3 Routers (Cisco 4221 with Cisco XE Release 16.9.6 universal image or comparable with a Security Technology Package license)</w:t>
      </w:r>
    </w:p>
    <w:p w14:paraId="6BC2FFBF" w14:textId="43C90D87" w:rsidR="0074578B" w:rsidRPr="00B4298A" w:rsidRDefault="0074578B" w:rsidP="00B4298A">
      <w:pPr>
        <w:pStyle w:val="Bulletlevel1"/>
      </w:pPr>
      <w:r w:rsidRPr="00B4298A">
        <w:t>2 Switches (Cisco 2960+ with Cisco IOS Release 15.2(7) lanbasek9 image or comparable)</w:t>
      </w:r>
    </w:p>
    <w:p w14:paraId="32DA3BFF" w14:textId="10E722AE" w:rsidR="0074578B" w:rsidRPr="00B4298A" w:rsidRDefault="0074578B" w:rsidP="00B4298A">
      <w:pPr>
        <w:pStyle w:val="Bulletlevel1"/>
      </w:pPr>
      <w:r w:rsidRPr="00B4298A">
        <w:t>2 PCs (Windows OS with a terminal emulation</w:t>
      </w:r>
      <w:r w:rsidR="007A5DA2">
        <w:t xml:space="preserve"> program</w:t>
      </w:r>
      <w:r w:rsidRPr="00B4298A">
        <w:t>, such as PuTTY or Tera Term installed)</w:t>
      </w:r>
    </w:p>
    <w:p w14:paraId="793C77FB" w14:textId="77777777" w:rsidR="0074578B" w:rsidRPr="00B4298A" w:rsidRDefault="0074578B" w:rsidP="00B4298A">
      <w:pPr>
        <w:pStyle w:val="Bulletlevel1"/>
      </w:pPr>
      <w:r w:rsidRPr="00B4298A">
        <w:t>Console cables to configure Cisco networking devices</w:t>
      </w:r>
    </w:p>
    <w:p w14:paraId="1FD3C9ED" w14:textId="77777777" w:rsidR="0074578B" w:rsidRPr="00B4298A" w:rsidRDefault="0074578B" w:rsidP="00B4298A">
      <w:pPr>
        <w:pStyle w:val="Bulletlevel1"/>
      </w:pPr>
      <w:r w:rsidRPr="00B4298A">
        <w:t>Ethernet cables as shown in the topology</w:t>
      </w:r>
    </w:p>
    <w:bookmarkEnd w:id="0"/>
    <w:p w14:paraId="4791614A" w14:textId="62B900D9" w:rsidR="00096A8D" w:rsidRDefault="00096A8D" w:rsidP="00096A8D">
      <w:pPr>
        <w:pStyle w:val="Heading1"/>
      </w:pPr>
      <w:r>
        <w:lastRenderedPageBreak/>
        <w:t>Instructions</w:t>
      </w:r>
    </w:p>
    <w:p w14:paraId="580853F7" w14:textId="0CFFACB5" w:rsidR="0074578B" w:rsidRPr="0014611F" w:rsidRDefault="0074578B" w:rsidP="0014611F">
      <w:pPr>
        <w:pStyle w:val="Heading2"/>
      </w:pPr>
      <w:r w:rsidRPr="0014611F">
        <w:t>Configure Basic Device Settings</w:t>
      </w:r>
    </w:p>
    <w:p w14:paraId="528A00E6" w14:textId="77777777" w:rsidR="0074578B" w:rsidRPr="002E0562" w:rsidRDefault="0074578B" w:rsidP="0074578B">
      <w:pPr>
        <w:pStyle w:val="BodyTextL25"/>
      </w:pPr>
      <w:r>
        <w:t>In this part, set up the network topology and configure basic settings, such as interface IP addresses.</w:t>
      </w:r>
    </w:p>
    <w:p w14:paraId="13514D0D" w14:textId="77777777" w:rsidR="0074578B" w:rsidRPr="001F4F1B" w:rsidRDefault="0074578B" w:rsidP="00096A8D">
      <w:pPr>
        <w:pStyle w:val="Heading3"/>
      </w:pPr>
      <w:r w:rsidRPr="001F4F1B">
        <w:t xml:space="preserve">Cable </w:t>
      </w:r>
      <w:r w:rsidRPr="00BC4DD8">
        <w:t>the</w:t>
      </w:r>
      <w:r w:rsidRPr="001F4F1B">
        <w:t xml:space="preserve"> network</w:t>
      </w:r>
      <w:r>
        <w:t>.</w:t>
      </w:r>
    </w:p>
    <w:p w14:paraId="3105A8DE" w14:textId="77777777" w:rsidR="0074578B" w:rsidRDefault="0074578B" w:rsidP="0074578B">
      <w:pPr>
        <w:pStyle w:val="BodyTextL25"/>
      </w:pPr>
      <w:r w:rsidRPr="00D76448">
        <w:t>Attach the devices</w:t>
      </w:r>
      <w:r>
        <w:t>,</w:t>
      </w:r>
      <w:r w:rsidRPr="00D76448">
        <w:t xml:space="preserve"> </w:t>
      </w:r>
      <w:r>
        <w:t xml:space="preserve">as </w:t>
      </w:r>
      <w:r w:rsidRPr="00D76448">
        <w:t>shown in the topology diagram</w:t>
      </w:r>
      <w:r>
        <w:t>,</w:t>
      </w:r>
      <w:r w:rsidRPr="00D76448">
        <w:t xml:space="preserve"> and cable as necessary.</w:t>
      </w:r>
    </w:p>
    <w:p w14:paraId="412C0884" w14:textId="77777777" w:rsidR="0074578B" w:rsidRDefault="0074578B" w:rsidP="00096A8D">
      <w:pPr>
        <w:pStyle w:val="Heading3"/>
      </w:pPr>
      <w:r w:rsidRPr="00BC4DD8">
        <w:t>Configure</w:t>
      </w:r>
      <w:r w:rsidRPr="001F4F1B">
        <w:t xml:space="preserve"> basic settings for each router</w:t>
      </w:r>
      <w:r>
        <w:t>.</w:t>
      </w:r>
    </w:p>
    <w:p w14:paraId="514F8ED0" w14:textId="77777777" w:rsidR="0074578B" w:rsidRPr="006B2A70" w:rsidRDefault="0074578B" w:rsidP="0074578B">
      <w:pPr>
        <w:pStyle w:val="ConfigWindow"/>
      </w:pPr>
      <w:r>
        <w:t>Open configuration window</w:t>
      </w:r>
    </w:p>
    <w:p w14:paraId="742699C0" w14:textId="77777777" w:rsidR="0074578B" w:rsidRDefault="0074578B" w:rsidP="00096A8D">
      <w:pPr>
        <w:pStyle w:val="SubStepAlpha"/>
        <w:spacing w:before="0"/>
      </w:pPr>
      <w:r>
        <w:t>Console into the router and enable privileged EXEC mode.</w:t>
      </w:r>
    </w:p>
    <w:p w14:paraId="07E552F0" w14:textId="77777777" w:rsidR="0074578B" w:rsidRDefault="0074578B" w:rsidP="0074578B">
      <w:pPr>
        <w:pStyle w:val="CMD"/>
      </w:pPr>
      <w:r>
        <w:t xml:space="preserve">Router&gt; </w:t>
      </w:r>
      <w:r w:rsidRPr="00F76117">
        <w:rPr>
          <w:b/>
          <w:bCs/>
        </w:rPr>
        <w:t>enable</w:t>
      </w:r>
    </w:p>
    <w:p w14:paraId="03AB8228" w14:textId="77777777" w:rsidR="0074578B" w:rsidRDefault="0074578B" w:rsidP="0074578B">
      <w:pPr>
        <w:pStyle w:val="CMD"/>
      </w:pPr>
      <w:r>
        <w:t xml:space="preserve">Router# </w:t>
      </w:r>
      <w:r w:rsidRPr="00F76117">
        <w:rPr>
          <w:b/>
          <w:bCs/>
        </w:rPr>
        <w:t>configure terminal</w:t>
      </w:r>
    </w:p>
    <w:p w14:paraId="65ACD826" w14:textId="77777777" w:rsidR="0074578B" w:rsidRDefault="0074578B" w:rsidP="0074578B">
      <w:pPr>
        <w:pStyle w:val="BodyTextL50"/>
      </w:pPr>
      <w:r w:rsidRPr="00BC4DD8">
        <w:t>Configure</w:t>
      </w:r>
      <w:r w:rsidRPr="00ED3895">
        <w:t xml:space="preserve"> host names as shown in the topology.</w:t>
      </w:r>
    </w:p>
    <w:p w14:paraId="32ED1CAC" w14:textId="77777777" w:rsidR="0074578B" w:rsidRPr="00F76117" w:rsidRDefault="0074578B" w:rsidP="0074578B">
      <w:pPr>
        <w:pStyle w:val="CMD"/>
        <w:rPr>
          <w:b/>
          <w:bCs/>
        </w:rPr>
      </w:pPr>
      <w:r>
        <w:t xml:space="preserve">R1(config)# </w:t>
      </w:r>
      <w:r>
        <w:rPr>
          <w:b/>
          <w:bCs/>
        </w:rPr>
        <w:t>hostname R1</w:t>
      </w:r>
    </w:p>
    <w:p w14:paraId="4D71B76B" w14:textId="77777777" w:rsidR="0074578B" w:rsidRDefault="0074578B" w:rsidP="0074578B">
      <w:pPr>
        <w:pStyle w:val="BodyTextL50"/>
      </w:pPr>
      <w:r w:rsidRPr="00BC4DD8">
        <w:t>Configure interface IP addresses as shown in the IP Addressing Table.</w:t>
      </w:r>
    </w:p>
    <w:p w14:paraId="1E9661E9" w14:textId="77777777" w:rsidR="0074578B" w:rsidRDefault="0074578B" w:rsidP="0074578B">
      <w:pPr>
        <w:pStyle w:val="CMD"/>
      </w:pPr>
      <w:r>
        <w:t xml:space="preserve">R1(config)# </w:t>
      </w:r>
      <w:r w:rsidRPr="00F76117">
        <w:rPr>
          <w:b/>
          <w:bCs/>
        </w:rPr>
        <w:t>interface g0/0/0</w:t>
      </w:r>
    </w:p>
    <w:p w14:paraId="0A36D98D" w14:textId="2B7374FA" w:rsidR="0074578B" w:rsidRDefault="0074578B" w:rsidP="0074578B">
      <w:pPr>
        <w:pStyle w:val="CMD"/>
      </w:pPr>
      <w:r>
        <w:t>R1(</w:t>
      </w:r>
      <w:proofErr w:type="spellStart"/>
      <w:r>
        <w:t>config</w:t>
      </w:r>
      <w:proofErr w:type="spellEnd"/>
      <w:r>
        <w:t xml:space="preserve">-if)# </w:t>
      </w:r>
      <w:proofErr w:type="spellStart"/>
      <w:r w:rsidRPr="00F76117">
        <w:rPr>
          <w:b/>
          <w:bCs/>
        </w:rPr>
        <w:t>ip</w:t>
      </w:r>
      <w:proofErr w:type="spellEnd"/>
      <w:r w:rsidRPr="00F76117">
        <w:rPr>
          <w:b/>
          <w:bCs/>
        </w:rPr>
        <w:t xml:space="preserve"> address 10.1.1.1 255.255.255.</w:t>
      </w:r>
      <w:r w:rsidR="008B2DF7">
        <w:rPr>
          <w:b/>
          <w:bCs/>
        </w:rPr>
        <w:t>252</w:t>
      </w:r>
      <w:bookmarkStart w:id="1" w:name="_GoBack"/>
      <w:bookmarkEnd w:id="1"/>
    </w:p>
    <w:p w14:paraId="7544A8A5" w14:textId="77777777" w:rsidR="0074578B" w:rsidRDefault="0074578B" w:rsidP="0074578B">
      <w:pPr>
        <w:pStyle w:val="CMD"/>
        <w:rPr>
          <w:b/>
          <w:bCs/>
        </w:rPr>
      </w:pPr>
      <w:proofErr w:type="gramStart"/>
      <w:r>
        <w:t>R1(</w:t>
      </w:r>
      <w:proofErr w:type="gramEnd"/>
      <w:r>
        <w:t xml:space="preserve">config-if)# </w:t>
      </w:r>
      <w:r w:rsidRPr="00F76117">
        <w:rPr>
          <w:b/>
          <w:bCs/>
        </w:rPr>
        <w:t>no shutdown</w:t>
      </w:r>
    </w:p>
    <w:p w14:paraId="6606CB82" w14:textId="77777777" w:rsidR="0074578B" w:rsidRDefault="0074578B" w:rsidP="0074578B">
      <w:pPr>
        <w:pStyle w:val="CMD"/>
      </w:pPr>
    </w:p>
    <w:p w14:paraId="2DBA26F3" w14:textId="77777777" w:rsidR="0074578B" w:rsidRDefault="0074578B" w:rsidP="0074578B">
      <w:pPr>
        <w:pStyle w:val="CMD"/>
      </w:pPr>
      <w:r>
        <w:t xml:space="preserve">R1(config)# </w:t>
      </w:r>
      <w:r w:rsidRPr="005C7B51">
        <w:rPr>
          <w:b/>
          <w:bCs/>
        </w:rPr>
        <w:t>interface g0/0/</w:t>
      </w:r>
      <w:r>
        <w:rPr>
          <w:b/>
          <w:bCs/>
        </w:rPr>
        <w:t>1</w:t>
      </w:r>
    </w:p>
    <w:p w14:paraId="59750142" w14:textId="77777777" w:rsidR="0074578B" w:rsidRDefault="0074578B" w:rsidP="0074578B">
      <w:pPr>
        <w:pStyle w:val="CMD"/>
      </w:pPr>
      <w:proofErr w:type="gramStart"/>
      <w:r>
        <w:t>R1(</w:t>
      </w:r>
      <w:proofErr w:type="spellStart"/>
      <w:proofErr w:type="gramEnd"/>
      <w:r>
        <w:t>config</w:t>
      </w:r>
      <w:proofErr w:type="spellEnd"/>
      <w:r>
        <w:t xml:space="preserve">-if)# </w:t>
      </w:r>
      <w:proofErr w:type="spellStart"/>
      <w:r w:rsidRPr="005C7B51">
        <w:rPr>
          <w:b/>
          <w:bCs/>
        </w:rPr>
        <w:t>ip</w:t>
      </w:r>
      <w:proofErr w:type="spellEnd"/>
      <w:r w:rsidRPr="005C7B51">
        <w:rPr>
          <w:b/>
          <w:bCs/>
        </w:rPr>
        <w:t xml:space="preserve"> address </w:t>
      </w:r>
      <w:r>
        <w:rPr>
          <w:b/>
          <w:bCs/>
        </w:rPr>
        <w:t>192.168.</w:t>
      </w:r>
      <w:r w:rsidRPr="005C7B51">
        <w:rPr>
          <w:b/>
          <w:bCs/>
        </w:rPr>
        <w:t>1.1 255.255.255.0</w:t>
      </w:r>
    </w:p>
    <w:p w14:paraId="78BE17AA" w14:textId="77777777" w:rsidR="0074578B" w:rsidRPr="00BC4DD8" w:rsidRDefault="0074578B" w:rsidP="0074578B">
      <w:pPr>
        <w:pStyle w:val="CMD"/>
      </w:pPr>
      <w:proofErr w:type="gramStart"/>
      <w:r>
        <w:t>R1(</w:t>
      </w:r>
      <w:proofErr w:type="gramEnd"/>
      <w:r>
        <w:t xml:space="preserve">config-if)# </w:t>
      </w:r>
      <w:r w:rsidRPr="005C7B51">
        <w:rPr>
          <w:b/>
          <w:bCs/>
        </w:rPr>
        <w:t>no shutdown</w:t>
      </w:r>
    </w:p>
    <w:p w14:paraId="2F9EDB08" w14:textId="77777777" w:rsidR="0074578B" w:rsidRPr="00605B4B" w:rsidRDefault="0074578B" w:rsidP="00096A8D">
      <w:pPr>
        <w:pStyle w:val="SubStepAlpha"/>
      </w:pPr>
      <w:r>
        <w:t xml:space="preserve">To prevent the router from attempting to translate incorrectly entered commands as though they were host names, disable DNS </w:t>
      </w:r>
      <w:r w:rsidRPr="00BC4DD8">
        <w:t>lookup</w:t>
      </w:r>
      <w:r>
        <w:t>. R1 is shown here as an example.</w:t>
      </w:r>
    </w:p>
    <w:p w14:paraId="7C45888F" w14:textId="77777777" w:rsidR="0074578B" w:rsidRDefault="0074578B" w:rsidP="0074578B">
      <w:pPr>
        <w:pStyle w:val="CMD"/>
      </w:pPr>
      <w:r w:rsidRPr="0057529C">
        <w:t>R1(</w:t>
      </w:r>
      <w:proofErr w:type="spellStart"/>
      <w:r w:rsidRPr="0057529C">
        <w:t>config</w:t>
      </w:r>
      <w:proofErr w:type="spellEnd"/>
      <w:r w:rsidRPr="0057529C">
        <w:t>)</w:t>
      </w:r>
      <w:r>
        <w:t xml:space="preserve"># </w:t>
      </w:r>
      <w:r w:rsidRPr="00410497">
        <w:rPr>
          <w:b/>
        </w:rPr>
        <w:t xml:space="preserve">no </w:t>
      </w:r>
      <w:proofErr w:type="spellStart"/>
      <w:r w:rsidRPr="00410497">
        <w:rPr>
          <w:b/>
        </w:rPr>
        <w:t>ip</w:t>
      </w:r>
      <w:proofErr w:type="spellEnd"/>
      <w:r w:rsidRPr="00410497">
        <w:rPr>
          <w:b/>
        </w:rPr>
        <w:t xml:space="preserve"> domain-lookup</w:t>
      </w:r>
    </w:p>
    <w:p w14:paraId="1294E12B" w14:textId="77777777" w:rsidR="0074578B" w:rsidRPr="001F4F1B" w:rsidRDefault="0074578B" w:rsidP="00096A8D">
      <w:pPr>
        <w:pStyle w:val="Heading3"/>
      </w:pPr>
      <w:r>
        <w:t>C</w:t>
      </w:r>
      <w:r w:rsidRPr="001F4F1B">
        <w:t xml:space="preserve">onfigure </w:t>
      </w:r>
      <w:r>
        <w:t>OSPF routing on the routers.</w:t>
      </w:r>
    </w:p>
    <w:p w14:paraId="748EF4FA" w14:textId="77777777" w:rsidR="0074578B" w:rsidRDefault="0074578B" w:rsidP="0014611F">
      <w:pPr>
        <w:pStyle w:val="SubStepAlpha"/>
      </w:pPr>
      <w:r>
        <w:t xml:space="preserve">Use the </w:t>
      </w:r>
      <w:r w:rsidRPr="00D97C18">
        <w:rPr>
          <w:b/>
        </w:rPr>
        <w:t xml:space="preserve">router </w:t>
      </w:r>
      <w:proofErr w:type="spellStart"/>
      <w:r w:rsidRPr="00D97C18">
        <w:rPr>
          <w:b/>
        </w:rPr>
        <w:t>ospf</w:t>
      </w:r>
      <w:proofErr w:type="spellEnd"/>
      <w:r>
        <w:t xml:space="preserve"> command in global configuration mode to enable OSPF on R1.</w:t>
      </w:r>
    </w:p>
    <w:p w14:paraId="2B590A2A" w14:textId="77777777" w:rsidR="0074578B" w:rsidRDefault="0074578B" w:rsidP="0074578B">
      <w:pPr>
        <w:pStyle w:val="CMD"/>
        <w:rPr>
          <w:b/>
        </w:rPr>
      </w:pPr>
      <w:r>
        <w:t>R1(</w:t>
      </w:r>
      <w:proofErr w:type="spellStart"/>
      <w:r>
        <w:t>config</w:t>
      </w:r>
      <w:proofErr w:type="spellEnd"/>
      <w:r>
        <w:t xml:space="preserve">)# </w:t>
      </w:r>
      <w:r w:rsidRPr="00163EF2">
        <w:rPr>
          <w:b/>
        </w:rPr>
        <w:t xml:space="preserve">router </w:t>
      </w:r>
      <w:proofErr w:type="spellStart"/>
      <w:r w:rsidRPr="00163EF2">
        <w:rPr>
          <w:b/>
        </w:rPr>
        <w:t>ospf</w:t>
      </w:r>
      <w:proofErr w:type="spellEnd"/>
      <w:r w:rsidRPr="00163EF2">
        <w:rPr>
          <w:b/>
        </w:rPr>
        <w:t xml:space="preserve"> 1</w:t>
      </w:r>
    </w:p>
    <w:p w14:paraId="11E7C41A" w14:textId="77777777" w:rsidR="0074578B" w:rsidRDefault="0074578B" w:rsidP="0014611F">
      <w:pPr>
        <w:pStyle w:val="SubStepAlpha"/>
      </w:pPr>
      <w:r>
        <w:t xml:space="preserve">Configure the </w:t>
      </w:r>
      <w:r w:rsidRPr="005F1DB3">
        <w:rPr>
          <w:b/>
        </w:rPr>
        <w:t>network</w:t>
      </w:r>
      <w:r>
        <w:t xml:space="preserve"> statements for the networks on R1. Use an area ID of 0.</w:t>
      </w:r>
    </w:p>
    <w:p w14:paraId="035AE0EE" w14:textId="77777777" w:rsidR="0074578B" w:rsidRPr="00C31459" w:rsidRDefault="0074578B" w:rsidP="0074578B">
      <w:pPr>
        <w:pStyle w:val="CMD"/>
      </w:pPr>
      <w:proofErr w:type="gramStart"/>
      <w:r w:rsidRPr="00C31459">
        <w:t>R1(</w:t>
      </w:r>
      <w:proofErr w:type="gramEnd"/>
      <w:r w:rsidRPr="00C31459">
        <w:t xml:space="preserve">config-router)# </w:t>
      </w:r>
      <w:r w:rsidRPr="005F1DB3">
        <w:rPr>
          <w:b/>
        </w:rPr>
        <w:t>network 192.168.1.0 0.0.0.255 area 0</w:t>
      </w:r>
    </w:p>
    <w:p w14:paraId="5073C8E0" w14:textId="77777777" w:rsidR="0074578B" w:rsidRPr="005F1DB3" w:rsidRDefault="0074578B" w:rsidP="0074578B">
      <w:pPr>
        <w:pStyle w:val="CMD"/>
        <w:rPr>
          <w:b/>
        </w:rPr>
      </w:pPr>
      <w:proofErr w:type="gramStart"/>
      <w:r w:rsidRPr="00C31459">
        <w:t>R1(</w:t>
      </w:r>
      <w:proofErr w:type="gramEnd"/>
      <w:r w:rsidRPr="00C31459">
        <w:t xml:space="preserve">config-router)# </w:t>
      </w:r>
      <w:r w:rsidRPr="006F7421">
        <w:rPr>
          <w:b/>
        </w:rPr>
        <w:t>network</w:t>
      </w:r>
      <w:r w:rsidRPr="005F1DB3">
        <w:rPr>
          <w:b/>
        </w:rPr>
        <w:t xml:space="preserve"> 10.1.1.0 0.0.0.3 area 0</w:t>
      </w:r>
    </w:p>
    <w:p w14:paraId="04EE1EFB" w14:textId="77777777" w:rsidR="0074578B" w:rsidRDefault="0074578B" w:rsidP="0014611F">
      <w:pPr>
        <w:pStyle w:val="SubStepAlpha"/>
      </w:pPr>
      <w:r w:rsidRPr="00605B4B">
        <w:t xml:space="preserve">Configure </w:t>
      </w:r>
      <w:r>
        <w:t>OSPF on R2 and R3</w:t>
      </w:r>
      <w:r w:rsidRPr="00605B4B">
        <w:t>.</w:t>
      </w:r>
    </w:p>
    <w:p w14:paraId="3E274259" w14:textId="77777777" w:rsidR="0074578B" w:rsidRDefault="0074578B" w:rsidP="0074578B">
      <w:pPr>
        <w:pStyle w:val="CMD"/>
      </w:pPr>
      <w:r w:rsidRPr="00C31459">
        <w:t>R</w:t>
      </w:r>
      <w:r>
        <w:t>2</w:t>
      </w:r>
      <w:r w:rsidRPr="00C31459">
        <w:t>(</w:t>
      </w:r>
      <w:proofErr w:type="spellStart"/>
      <w:r w:rsidRPr="00C31459">
        <w:t>config</w:t>
      </w:r>
      <w:proofErr w:type="spellEnd"/>
      <w:r w:rsidRPr="00C31459">
        <w:t>)#</w:t>
      </w:r>
      <w:r>
        <w:t xml:space="preserve"> </w:t>
      </w:r>
      <w:r w:rsidRPr="00B80BC1">
        <w:rPr>
          <w:b/>
          <w:bCs/>
        </w:rPr>
        <w:t xml:space="preserve">router </w:t>
      </w:r>
      <w:proofErr w:type="spellStart"/>
      <w:r w:rsidRPr="00B80BC1">
        <w:rPr>
          <w:b/>
          <w:bCs/>
        </w:rPr>
        <w:t>ospf</w:t>
      </w:r>
      <w:proofErr w:type="spellEnd"/>
      <w:r w:rsidRPr="00B80BC1">
        <w:rPr>
          <w:b/>
          <w:bCs/>
        </w:rPr>
        <w:t xml:space="preserve"> 1</w:t>
      </w:r>
    </w:p>
    <w:p w14:paraId="03292EE5" w14:textId="77777777" w:rsidR="0074578B" w:rsidRDefault="0074578B" w:rsidP="0074578B">
      <w:pPr>
        <w:pStyle w:val="CMD"/>
      </w:pPr>
      <w:proofErr w:type="gramStart"/>
      <w:r w:rsidRPr="00C31459">
        <w:t>R</w:t>
      </w:r>
      <w:r>
        <w:t>2</w:t>
      </w:r>
      <w:r w:rsidRPr="00C31459">
        <w:t>(</w:t>
      </w:r>
      <w:proofErr w:type="gramEnd"/>
      <w:r w:rsidRPr="00C31459">
        <w:t>config-router)#</w:t>
      </w:r>
      <w:r>
        <w:t xml:space="preserve"> </w:t>
      </w:r>
      <w:r w:rsidRPr="00B80BC1">
        <w:rPr>
          <w:b/>
          <w:bCs/>
        </w:rPr>
        <w:t>network 10.1.1.0 0.0.0.3 area 0</w:t>
      </w:r>
    </w:p>
    <w:p w14:paraId="5DF8C382" w14:textId="77777777" w:rsidR="0074578B" w:rsidRDefault="0074578B" w:rsidP="0074578B">
      <w:pPr>
        <w:pStyle w:val="CMD"/>
        <w:rPr>
          <w:b/>
          <w:bCs/>
        </w:rPr>
      </w:pPr>
      <w:proofErr w:type="gramStart"/>
      <w:r w:rsidRPr="00C31459">
        <w:t>R</w:t>
      </w:r>
      <w:r>
        <w:t>2</w:t>
      </w:r>
      <w:r w:rsidRPr="00C31459">
        <w:t>(</w:t>
      </w:r>
      <w:proofErr w:type="gramEnd"/>
      <w:r w:rsidRPr="00C31459">
        <w:t>config-router)#</w:t>
      </w:r>
      <w:r>
        <w:t xml:space="preserve"> </w:t>
      </w:r>
      <w:r w:rsidRPr="00B80BC1">
        <w:rPr>
          <w:b/>
          <w:bCs/>
        </w:rPr>
        <w:t>network 10.</w:t>
      </w:r>
      <w:r>
        <w:rPr>
          <w:b/>
          <w:bCs/>
        </w:rPr>
        <w:t>2.2</w:t>
      </w:r>
      <w:r w:rsidRPr="00B80BC1">
        <w:rPr>
          <w:b/>
          <w:bCs/>
        </w:rPr>
        <w:t>.0 0.0.0.3 area 0</w:t>
      </w:r>
    </w:p>
    <w:p w14:paraId="2B713489" w14:textId="77777777" w:rsidR="0074578B" w:rsidRDefault="0074578B" w:rsidP="0074578B">
      <w:pPr>
        <w:pStyle w:val="CMD"/>
      </w:pPr>
    </w:p>
    <w:p w14:paraId="30F9423D" w14:textId="77777777" w:rsidR="0074578B" w:rsidRDefault="0074578B" w:rsidP="0074578B">
      <w:pPr>
        <w:pStyle w:val="CMD"/>
      </w:pPr>
      <w:r w:rsidRPr="00C31459">
        <w:t>R</w:t>
      </w:r>
      <w:r>
        <w:t>3</w:t>
      </w:r>
      <w:r w:rsidRPr="00C31459">
        <w:t>(</w:t>
      </w:r>
      <w:proofErr w:type="spellStart"/>
      <w:r w:rsidRPr="00C31459">
        <w:t>config</w:t>
      </w:r>
      <w:proofErr w:type="spellEnd"/>
      <w:r w:rsidRPr="00C31459">
        <w:t>)#</w:t>
      </w:r>
      <w:r>
        <w:t xml:space="preserve"> </w:t>
      </w:r>
      <w:r w:rsidRPr="00B80BC1">
        <w:rPr>
          <w:b/>
          <w:bCs/>
        </w:rPr>
        <w:t xml:space="preserve">router </w:t>
      </w:r>
      <w:proofErr w:type="spellStart"/>
      <w:r w:rsidRPr="00B80BC1">
        <w:rPr>
          <w:b/>
          <w:bCs/>
        </w:rPr>
        <w:t>ospf</w:t>
      </w:r>
      <w:proofErr w:type="spellEnd"/>
      <w:r w:rsidRPr="00B80BC1">
        <w:rPr>
          <w:b/>
          <w:bCs/>
        </w:rPr>
        <w:t xml:space="preserve"> 1</w:t>
      </w:r>
    </w:p>
    <w:p w14:paraId="656EE929" w14:textId="77777777" w:rsidR="0074578B" w:rsidRDefault="0074578B" w:rsidP="0074578B">
      <w:pPr>
        <w:pStyle w:val="CMD"/>
        <w:rPr>
          <w:b/>
          <w:bCs/>
        </w:rPr>
      </w:pPr>
      <w:proofErr w:type="gramStart"/>
      <w:r w:rsidRPr="00C31459">
        <w:t>R</w:t>
      </w:r>
      <w:r>
        <w:t>3</w:t>
      </w:r>
      <w:r w:rsidRPr="00C31459">
        <w:t>(</w:t>
      </w:r>
      <w:proofErr w:type="gramEnd"/>
      <w:r w:rsidRPr="00C31459">
        <w:t>config-router)#</w:t>
      </w:r>
      <w:r>
        <w:t xml:space="preserve"> </w:t>
      </w:r>
      <w:r w:rsidRPr="00B80BC1">
        <w:rPr>
          <w:b/>
          <w:bCs/>
        </w:rPr>
        <w:t>network 10.</w:t>
      </w:r>
      <w:r>
        <w:rPr>
          <w:b/>
          <w:bCs/>
        </w:rPr>
        <w:t>2.2</w:t>
      </w:r>
      <w:r w:rsidRPr="00B80BC1">
        <w:rPr>
          <w:b/>
          <w:bCs/>
        </w:rPr>
        <w:t>.0 0.0.0.3 area 0</w:t>
      </w:r>
    </w:p>
    <w:p w14:paraId="6AF3C347" w14:textId="77777777" w:rsidR="0074578B" w:rsidRDefault="0074578B" w:rsidP="0074578B">
      <w:pPr>
        <w:pStyle w:val="CMD"/>
      </w:pPr>
      <w:proofErr w:type="gramStart"/>
      <w:r w:rsidRPr="00C31459">
        <w:t>R</w:t>
      </w:r>
      <w:r>
        <w:t>3</w:t>
      </w:r>
      <w:r w:rsidRPr="00C31459">
        <w:t>(</w:t>
      </w:r>
      <w:proofErr w:type="gramEnd"/>
      <w:r w:rsidRPr="00C31459">
        <w:t>config-router)#</w:t>
      </w:r>
      <w:r>
        <w:t xml:space="preserve"> </w:t>
      </w:r>
      <w:r w:rsidRPr="00B80BC1">
        <w:rPr>
          <w:b/>
          <w:bCs/>
        </w:rPr>
        <w:t xml:space="preserve">network </w:t>
      </w:r>
      <w:r>
        <w:rPr>
          <w:b/>
          <w:bCs/>
        </w:rPr>
        <w:t>192.168.3.0 0.0.0.255</w:t>
      </w:r>
      <w:r w:rsidRPr="00B80BC1">
        <w:rPr>
          <w:b/>
          <w:bCs/>
        </w:rPr>
        <w:t xml:space="preserve"> area 0</w:t>
      </w:r>
    </w:p>
    <w:p w14:paraId="24975E86" w14:textId="77777777" w:rsidR="0074578B" w:rsidRDefault="0074578B" w:rsidP="0014611F">
      <w:pPr>
        <w:pStyle w:val="SubStepAlpha"/>
      </w:pPr>
      <w:r>
        <w:t xml:space="preserve">Issue the </w:t>
      </w:r>
      <w:r w:rsidRPr="005F1DB3">
        <w:rPr>
          <w:b/>
        </w:rPr>
        <w:t>passive-interface</w:t>
      </w:r>
      <w:r>
        <w:t xml:space="preserve"> command to change the G0/0/1 interface on R1 and R3 to passive.</w:t>
      </w:r>
    </w:p>
    <w:p w14:paraId="5E120B87" w14:textId="77777777" w:rsidR="0074578B" w:rsidRPr="005F1DB3" w:rsidRDefault="0074578B" w:rsidP="0074578B">
      <w:pPr>
        <w:pStyle w:val="CMD"/>
        <w:rPr>
          <w:b/>
        </w:rPr>
      </w:pPr>
      <w:r w:rsidRPr="00C31459">
        <w:t>R1(</w:t>
      </w:r>
      <w:proofErr w:type="spellStart"/>
      <w:r w:rsidRPr="00C31459">
        <w:t>config</w:t>
      </w:r>
      <w:proofErr w:type="spellEnd"/>
      <w:r w:rsidRPr="00C31459">
        <w:t xml:space="preserve">)# </w:t>
      </w:r>
      <w:r w:rsidRPr="005F1DB3">
        <w:rPr>
          <w:b/>
        </w:rPr>
        <w:t xml:space="preserve">router </w:t>
      </w:r>
      <w:proofErr w:type="spellStart"/>
      <w:r w:rsidRPr="005F1DB3">
        <w:rPr>
          <w:b/>
        </w:rPr>
        <w:t>ospf</w:t>
      </w:r>
      <w:proofErr w:type="spellEnd"/>
      <w:r w:rsidRPr="005F1DB3">
        <w:rPr>
          <w:b/>
        </w:rPr>
        <w:t xml:space="preserve"> 1</w:t>
      </w:r>
    </w:p>
    <w:p w14:paraId="75511381" w14:textId="77777777" w:rsidR="0074578B" w:rsidRPr="00C31459" w:rsidRDefault="0074578B" w:rsidP="0074578B">
      <w:pPr>
        <w:pStyle w:val="CMD"/>
        <w:rPr>
          <w:b/>
        </w:rPr>
      </w:pPr>
      <w:proofErr w:type="gramStart"/>
      <w:r w:rsidRPr="00C31459">
        <w:lastRenderedPageBreak/>
        <w:t>R1(</w:t>
      </w:r>
      <w:proofErr w:type="gramEnd"/>
      <w:r w:rsidRPr="00C31459">
        <w:t xml:space="preserve">config-router)# </w:t>
      </w:r>
      <w:r w:rsidRPr="005F1DB3">
        <w:rPr>
          <w:b/>
        </w:rPr>
        <w:t>passive-interface g0/</w:t>
      </w:r>
      <w:r>
        <w:rPr>
          <w:b/>
        </w:rPr>
        <w:t>0/1</w:t>
      </w:r>
    </w:p>
    <w:p w14:paraId="4266376C" w14:textId="77777777" w:rsidR="0074578B" w:rsidRDefault="0074578B" w:rsidP="0074578B">
      <w:pPr>
        <w:pStyle w:val="CMD"/>
      </w:pPr>
    </w:p>
    <w:p w14:paraId="6668F1F0" w14:textId="77777777" w:rsidR="0074578B" w:rsidRPr="00E912AB" w:rsidRDefault="0074578B" w:rsidP="0074578B">
      <w:pPr>
        <w:pStyle w:val="CMD"/>
        <w:rPr>
          <w:b/>
        </w:rPr>
      </w:pPr>
      <w:r>
        <w:t>R3(</w:t>
      </w:r>
      <w:proofErr w:type="spellStart"/>
      <w:r w:rsidRPr="00E912AB">
        <w:t>config</w:t>
      </w:r>
      <w:proofErr w:type="spellEnd"/>
      <w:r w:rsidRPr="00E912AB">
        <w:t xml:space="preserve">)# </w:t>
      </w:r>
      <w:r w:rsidRPr="00E912AB">
        <w:rPr>
          <w:b/>
        </w:rPr>
        <w:t xml:space="preserve">router </w:t>
      </w:r>
      <w:proofErr w:type="spellStart"/>
      <w:r w:rsidRPr="00E912AB">
        <w:rPr>
          <w:b/>
        </w:rPr>
        <w:t>ospf</w:t>
      </w:r>
      <w:proofErr w:type="spellEnd"/>
      <w:r w:rsidRPr="00E912AB">
        <w:rPr>
          <w:b/>
        </w:rPr>
        <w:t xml:space="preserve"> 1</w:t>
      </w:r>
    </w:p>
    <w:p w14:paraId="63167DDF" w14:textId="77777777" w:rsidR="0074578B" w:rsidRPr="005F1DB3" w:rsidRDefault="0074578B" w:rsidP="0074578B">
      <w:pPr>
        <w:pStyle w:val="CMD"/>
      </w:pPr>
      <w:proofErr w:type="gramStart"/>
      <w:r>
        <w:t>R3</w:t>
      </w:r>
      <w:r w:rsidRPr="00E912AB">
        <w:t>(</w:t>
      </w:r>
      <w:proofErr w:type="gramEnd"/>
      <w:r w:rsidRPr="00E912AB">
        <w:t xml:space="preserve">config-router)# </w:t>
      </w:r>
      <w:r w:rsidRPr="00E912AB">
        <w:rPr>
          <w:b/>
        </w:rPr>
        <w:t>passive-interface</w:t>
      </w:r>
      <w:r w:rsidRPr="005F1DB3">
        <w:rPr>
          <w:b/>
        </w:rPr>
        <w:t xml:space="preserve"> g0/</w:t>
      </w:r>
      <w:r>
        <w:rPr>
          <w:b/>
        </w:rPr>
        <w:t>0/1</w:t>
      </w:r>
    </w:p>
    <w:p w14:paraId="70E7AD40" w14:textId="77777777" w:rsidR="0074578B" w:rsidRPr="00E912AB" w:rsidRDefault="0074578B" w:rsidP="0014611F">
      <w:pPr>
        <w:pStyle w:val="Heading3"/>
      </w:pPr>
      <w:r w:rsidRPr="00E912AB">
        <w:t>Verify OSPF neighbors and routing information.</w:t>
      </w:r>
    </w:p>
    <w:p w14:paraId="02EE56E8" w14:textId="77777777" w:rsidR="0074578B" w:rsidRDefault="0074578B" w:rsidP="0014611F">
      <w:pPr>
        <w:pStyle w:val="SubStepAlpha"/>
      </w:pPr>
      <w:r>
        <w:t xml:space="preserve">Issue the </w:t>
      </w:r>
      <w:r w:rsidRPr="005F1DB3">
        <w:rPr>
          <w:b/>
        </w:rPr>
        <w:t xml:space="preserve">show </w:t>
      </w:r>
      <w:proofErr w:type="spellStart"/>
      <w:r w:rsidRPr="005F1DB3">
        <w:rPr>
          <w:b/>
        </w:rPr>
        <w:t>ip</w:t>
      </w:r>
      <w:proofErr w:type="spellEnd"/>
      <w:r w:rsidRPr="005F1DB3">
        <w:rPr>
          <w:b/>
        </w:rPr>
        <w:t xml:space="preserve"> </w:t>
      </w:r>
      <w:proofErr w:type="spellStart"/>
      <w:r w:rsidRPr="00C22E2B">
        <w:rPr>
          <w:b/>
        </w:rPr>
        <w:t>ospf</w:t>
      </w:r>
      <w:proofErr w:type="spellEnd"/>
      <w:r w:rsidRPr="0076748E">
        <w:rPr>
          <w:b/>
        </w:rPr>
        <w:t xml:space="preserve"> neighbor</w:t>
      </w:r>
      <w:r>
        <w:t xml:space="preserve"> command to verify that each router lists the other routers in the network as neighbors.</w:t>
      </w:r>
    </w:p>
    <w:p w14:paraId="0C88B011" w14:textId="77777777" w:rsidR="0074578B" w:rsidRDefault="0074578B" w:rsidP="0074578B">
      <w:pPr>
        <w:pStyle w:val="CMD"/>
        <w:rPr>
          <w:b/>
        </w:rPr>
      </w:pPr>
      <w:r>
        <w:t xml:space="preserve">R1# </w:t>
      </w:r>
      <w:r w:rsidRPr="005F1DB3">
        <w:rPr>
          <w:b/>
        </w:rPr>
        <w:t xml:space="preserve">show </w:t>
      </w:r>
      <w:proofErr w:type="spellStart"/>
      <w:r w:rsidRPr="005F1DB3">
        <w:rPr>
          <w:b/>
        </w:rPr>
        <w:t>ip</w:t>
      </w:r>
      <w:proofErr w:type="spellEnd"/>
      <w:r w:rsidRPr="005F1DB3">
        <w:rPr>
          <w:b/>
        </w:rPr>
        <w:t xml:space="preserve"> </w:t>
      </w:r>
      <w:proofErr w:type="spellStart"/>
      <w:r w:rsidRPr="005F1DB3">
        <w:rPr>
          <w:b/>
        </w:rPr>
        <w:t>ospf</w:t>
      </w:r>
      <w:proofErr w:type="spellEnd"/>
      <w:r w:rsidRPr="005F1DB3">
        <w:rPr>
          <w:b/>
        </w:rPr>
        <w:t xml:space="preserve"> neighbor</w:t>
      </w:r>
    </w:p>
    <w:p w14:paraId="72D72EFA" w14:textId="77777777" w:rsidR="0074578B" w:rsidRDefault="0074578B" w:rsidP="0074578B">
      <w:pPr>
        <w:pStyle w:val="CMDOutput"/>
      </w:pPr>
    </w:p>
    <w:p w14:paraId="4432237F" w14:textId="77777777" w:rsidR="0074578B" w:rsidRPr="009F6A51" w:rsidRDefault="0074578B" w:rsidP="0074578B">
      <w:pPr>
        <w:pStyle w:val="CMDOutput"/>
      </w:pPr>
      <w:r w:rsidRPr="009F6A51">
        <w:t xml:space="preserve">Neighbor ID     </w:t>
      </w:r>
      <w:proofErr w:type="spellStart"/>
      <w:r w:rsidRPr="009F6A51">
        <w:t>Pri</w:t>
      </w:r>
      <w:proofErr w:type="spellEnd"/>
      <w:r w:rsidRPr="009F6A51">
        <w:t xml:space="preserve">   State           Dead Time   Address         Interface</w:t>
      </w:r>
    </w:p>
    <w:p w14:paraId="5288A56A" w14:textId="77777777" w:rsidR="0074578B" w:rsidRPr="009F6A51" w:rsidRDefault="0074578B" w:rsidP="0074578B">
      <w:pPr>
        <w:pStyle w:val="CMDOutput"/>
        <w:rPr>
          <w:rFonts w:ascii="Arial" w:hAnsi="Arial"/>
          <w:sz w:val="20"/>
        </w:rPr>
      </w:pPr>
      <w:r w:rsidRPr="009F6A51">
        <w:t>10.2.2.2          1   FULL/BDR        00:00:37    10.1.1.2        GigabitEthernet0/0/0</w:t>
      </w:r>
    </w:p>
    <w:p w14:paraId="5F3EAB06" w14:textId="77777777" w:rsidR="0074578B" w:rsidRDefault="0074578B" w:rsidP="0014611F">
      <w:pPr>
        <w:pStyle w:val="SubStepAlpha"/>
      </w:pPr>
      <w:r>
        <w:t xml:space="preserve">Issue the </w:t>
      </w:r>
      <w:r w:rsidRPr="005F1DB3">
        <w:rPr>
          <w:b/>
        </w:rPr>
        <w:t xml:space="preserve">show </w:t>
      </w:r>
      <w:proofErr w:type="spellStart"/>
      <w:r w:rsidRPr="005F1DB3">
        <w:rPr>
          <w:b/>
        </w:rPr>
        <w:t>ip</w:t>
      </w:r>
      <w:proofErr w:type="spellEnd"/>
      <w:r w:rsidRPr="005F1DB3">
        <w:rPr>
          <w:b/>
        </w:rPr>
        <w:t xml:space="preserve"> route</w:t>
      </w:r>
      <w:r>
        <w:t xml:space="preserve"> command to verify that all networks display in the routing table on all routers.</w:t>
      </w:r>
    </w:p>
    <w:p w14:paraId="0233E504" w14:textId="77777777" w:rsidR="0074578B" w:rsidRDefault="0074578B" w:rsidP="0074578B">
      <w:pPr>
        <w:pStyle w:val="CMD"/>
      </w:pPr>
      <w:r>
        <w:t xml:space="preserve">R1# </w:t>
      </w:r>
      <w:r w:rsidRPr="005F1DB3">
        <w:rPr>
          <w:b/>
        </w:rPr>
        <w:t xml:space="preserve">show </w:t>
      </w:r>
      <w:proofErr w:type="spellStart"/>
      <w:r w:rsidRPr="005F1DB3">
        <w:rPr>
          <w:b/>
        </w:rPr>
        <w:t>ip</w:t>
      </w:r>
      <w:proofErr w:type="spellEnd"/>
      <w:r w:rsidRPr="005F1DB3">
        <w:rPr>
          <w:b/>
        </w:rPr>
        <w:t xml:space="preserve"> route</w:t>
      </w:r>
    </w:p>
    <w:p w14:paraId="1BE58A25" w14:textId="77777777" w:rsidR="0074578B" w:rsidRPr="009F6A51" w:rsidRDefault="0074578B" w:rsidP="0074578B">
      <w:pPr>
        <w:pStyle w:val="CMDOutput"/>
      </w:pPr>
      <w:r w:rsidRPr="009F6A51">
        <w:t>Codes: L - local, C - connected, S - static, R - RIP, M - mobile, B - BGP</w:t>
      </w:r>
    </w:p>
    <w:p w14:paraId="4FF1700E" w14:textId="77777777" w:rsidR="0074578B" w:rsidRPr="009F6A51" w:rsidRDefault="0074578B" w:rsidP="0074578B">
      <w:pPr>
        <w:pStyle w:val="CMDOutput"/>
      </w:pPr>
      <w:r w:rsidRPr="009F6A51">
        <w:t xml:space="preserve">       D - EIGRP, EX - EIGRP external, O - OSPF, IA - OSPF inter area</w:t>
      </w:r>
    </w:p>
    <w:p w14:paraId="7C64A5EB" w14:textId="77777777" w:rsidR="0074578B" w:rsidRPr="009F6A51" w:rsidRDefault="0074578B" w:rsidP="0074578B">
      <w:pPr>
        <w:pStyle w:val="CMDOutput"/>
      </w:pPr>
      <w:r w:rsidRPr="009F6A51">
        <w:t xml:space="preserve">       N1 - OSPF NSSA external type 1, N2 - OSPF NSSA external type 2</w:t>
      </w:r>
    </w:p>
    <w:p w14:paraId="3C3E2A99" w14:textId="77777777" w:rsidR="0074578B" w:rsidRPr="009F6A51" w:rsidRDefault="0074578B" w:rsidP="0074578B">
      <w:pPr>
        <w:pStyle w:val="CMDOutput"/>
      </w:pPr>
      <w:r w:rsidRPr="009F6A51">
        <w:t xml:space="preserve">       E1 - OSPF external type 1, E2 - OSPF external type 2</w:t>
      </w:r>
    </w:p>
    <w:p w14:paraId="37F4FDBC" w14:textId="77777777" w:rsidR="0074578B" w:rsidRPr="009F6A51" w:rsidRDefault="0074578B" w:rsidP="0074578B">
      <w:pPr>
        <w:pStyle w:val="CMDOutput"/>
      </w:pPr>
      <w:r w:rsidRPr="009F6A51">
        <w:t xml:space="preserve">       </w:t>
      </w:r>
      <w:proofErr w:type="spellStart"/>
      <w:r w:rsidRPr="009F6A51">
        <w:t>i</w:t>
      </w:r>
      <w:proofErr w:type="spellEnd"/>
      <w:r w:rsidRPr="009F6A51">
        <w:t xml:space="preserve"> - IS-IS, </w:t>
      </w:r>
      <w:proofErr w:type="spellStart"/>
      <w:r w:rsidRPr="009F6A51">
        <w:t>su</w:t>
      </w:r>
      <w:proofErr w:type="spellEnd"/>
      <w:r w:rsidRPr="009F6A51">
        <w:t xml:space="preserve"> - IS-IS summary, L1 - IS-IS level-1, L2 - IS-IS level-2</w:t>
      </w:r>
    </w:p>
    <w:p w14:paraId="4CB6DA15" w14:textId="77777777" w:rsidR="0074578B" w:rsidRPr="009F6A51" w:rsidRDefault="0074578B" w:rsidP="0074578B">
      <w:pPr>
        <w:pStyle w:val="CMDOutput"/>
      </w:pPr>
      <w:r w:rsidRPr="009F6A51">
        <w:t xml:space="preserve">       </w:t>
      </w:r>
      <w:proofErr w:type="spellStart"/>
      <w:r w:rsidRPr="009F6A51">
        <w:t>ia</w:t>
      </w:r>
      <w:proofErr w:type="spellEnd"/>
      <w:r w:rsidRPr="009F6A51">
        <w:t xml:space="preserve"> - IS-IS inter area, * - candidate default, U - per-user static route</w:t>
      </w:r>
    </w:p>
    <w:p w14:paraId="1DD927BB" w14:textId="77777777" w:rsidR="0074578B" w:rsidRPr="009F6A51" w:rsidRDefault="0074578B" w:rsidP="0074578B">
      <w:pPr>
        <w:pStyle w:val="CMDOutput"/>
      </w:pPr>
      <w:r w:rsidRPr="009F6A51">
        <w:t xml:space="preserve">       o - ODR, P - periodic downloaded static route, H - NHRP, l - LISP</w:t>
      </w:r>
    </w:p>
    <w:p w14:paraId="2ED5EB14" w14:textId="77777777" w:rsidR="0074578B" w:rsidRPr="009F6A51" w:rsidRDefault="0074578B" w:rsidP="0074578B">
      <w:pPr>
        <w:pStyle w:val="CMDOutput"/>
      </w:pPr>
      <w:r w:rsidRPr="009F6A51">
        <w:t xml:space="preserve">       a - application route</w:t>
      </w:r>
    </w:p>
    <w:p w14:paraId="5FA8364E" w14:textId="77777777" w:rsidR="0074578B" w:rsidRPr="009F6A51" w:rsidRDefault="0074578B" w:rsidP="0074578B">
      <w:pPr>
        <w:pStyle w:val="CMDOutput"/>
      </w:pPr>
      <w:r w:rsidRPr="009F6A51">
        <w:t xml:space="preserve">       + - replicated route, % - next hop override, p - overrides from </w:t>
      </w:r>
      <w:proofErr w:type="spellStart"/>
      <w:r w:rsidRPr="009F6A51">
        <w:t>PfR</w:t>
      </w:r>
      <w:proofErr w:type="spellEnd"/>
    </w:p>
    <w:p w14:paraId="53383895" w14:textId="77777777" w:rsidR="0074578B" w:rsidRPr="009F6A51" w:rsidRDefault="0074578B" w:rsidP="0074578B">
      <w:pPr>
        <w:pStyle w:val="CMDOutput"/>
      </w:pPr>
    </w:p>
    <w:p w14:paraId="2EDF9BB3" w14:textId="77777777" w:rsidR="0074578B" w:rsidRPr="009F6A51" w:rsidRDefault="0074578B" w:rsidP="0074578B">
      <w:pPr>
        <w:pStyle w:val="CMDOutput"/>
      </w:pPr>
      <w:r w:rsidRPr="009F6A51">
        <w:t>Gateway of last resort is not set</w:t>
      </w:r>
    </w:p>
    <w:p w14:paraId="5364E743" w14:textId="77777777" w:rsidR="0074578B" w:rsidRPr="009F6A51" w:rsidRDefault="0074578B" w:rsidP="0074578B">
      <w:pPr>
        <w:pStyle w:val="CMDOutput"/>
      </w:pPr>
    </w:p>
    <w:p w14:paraId="6108C8E2" w14:textId="77777777" w:rsidR="0074578B" w:rsidRPr="009F6A51" w:rsidRDefault="0074578B" w:rsidP="0074578B">
      <w:pPr>
        <w:pStyle w:val="CMDOutput"/>
      </w:pPr>
      <w:r w:rsidRPr="009F6A51">
        <w:t xml:space="preserve">      10.0.0.0/8 is variably </w:t>
      </w:r>
      <w:proofErr w:type="spellStart"/>
      <w:r w:rsidRPr="009F6A51">
        <w:t>subnetted</w:t>
      </w:r>
      <w:proofErr w:type="spellEnd"/>
      <w:r w:rsidRPr="009F6A51">
        <w:t>, 3 subnets, 2 masks</w:t>
      </w:r>
    </w:p>
    <w:p w14:paraId="290F743F" w14:textId="77777777" w:rsidR="0074578B" w:rsidRPr="009F6A51" w:rsidRDefault="0074578B" w:rsidP="0074578B">
      <w:pPr>
        <w:pStyle w:val="CMDOutput"/>
      </w:pPr>
      <w:r w:rsidRPr="009F6A51">
        <w:t>C        10.1.1.0/30 is directly connected, GigabitEthernet0/0/0</w:t>
      </w:r>
    </w:p>
    <w:p w14:paraId="50EB6F2D" w14:textId="77777777" w:rsidR="0074578B" w:rsidRPr="009F6A51" w:rsidRDefault="0074578B" w:rsidP="0074578B">
      <w:pPr>
        <w:pStyle w:val="CMDOutput"/>
      </w:pPr>
      <w:r w:rsidRPr="009F6A51">
        <w:t>L        10.1.1.1/32 is directly connected, GigabitEthernet0/0/0</w:t>
      </w:r>
    </w:p>
    <w:p w14:paraId="7314E677" w14:textId="77777777" w:rsidR="0074578B" w:rsidRPr="009F6A51" w:rsidRDefault="0074578B" w:rsidP="0074578B">
      <w:pPr>
        <w:pStyle w:val="CMDOutput"/>
      </w:pPr>
      <w:r w:rsidRPr="009F6A51">
        <w:t>O        10.2.2.0/30 [110/2] via 10.1.1.2, 00:01:11, GigabitEthernet0/0/0</w:t>
      </w:r>
    </w:p>
    <w:p w14:paraId="03DA4A43" w14:textId="77777777" w:rsidR="0074578B" w:rsidRPr="009F6A51" w:rsidRDefault="0074578B" w:rsidP="0074578B">
      <w:pPr>
        <w:pStyle w:val="CMDOutput"/>
      </w:pPr>
      <w:r w:rsidRPr="009F6A51">
        <w:t xml:space="preserve">      192.168.1.0/24 is variably </w:t>
      </w:r>
      <w:proofErr w:type="spellStart"/>
      <w:r w:rsidRPr="009F6A51">
        <w:t>subnetted</w:t>
      </w:r>
      <w:proofErr w:type="spellEnd"/>
      <w:r w:rsidRPr="009F6A51">
        <w:t>, 2 subnets, 2 masks</w:t>
      </w:r>
    </w:p>
    <w:p w14:paraId="685F9686" w14:textId="77777777" w:rsidR="0074578B" w:rsidRPr="009F6A51" w:rsidRDefault="0074578B" w:rsidP="0074578B">
      <w:pPr>
        <w:pStyle w:val="CMDOutput"/>
      </w:pPr>
      <w:r w:rsidRPr="009F6A51">
        <w:t>C        192.168.1.0/24 is directly connected, GigabitEthernet0/0/1</w:t>
      </w:r>
    </w:p>
    <w:p w14:paraId="361E76A3" w14:textId="77777777" w:rsidR="0074578B" w:rsidRPr="009F6A51" w:rsidRDefault="0074578B" w:rsidP="0074578B">
      <w:pPr>
        <w:pStyle w:val="CMDOutput"/>
      </w:pPr>
      <w:r w:rsidRPr="009F6A51">
        <w:t>L        192.168.1.1/32 is directly connected, GigabitEthernet0/0/1</w:t>
      </w:r>
    </w:p>
    <w:p w14:paraId="49BA0A87" w14:textId="77777777" w:rsidR="0074578B" w:rsidRPr="009F6A51" w:rsidRDefault="0074578B" w:rsidP="0074578B">
      <w:pPr>
        <w:pStyle w:val="CMDOutput"/>
        <w:rPr>
          <w:rFonts w:ascii="Arial" w:eastAsia="Times New Roman" w:hAnsi="Arial"/>
          <w:b/>
          <w:bCs/>
          <w:sz w:val="22"/>
          <w:szCs w:val="26"/>
        </w:rPr>
      </w:pPr>
      <w:r w:rsidRPr="009F6A51">
        <w:t>O     192.168.3.0/24 [110/3] via 10.1.1.2, 00:01:07, GigabitEthernet0/0/0</w:t>
      </w:r>
    </w:p>
    <w:p w14:paraId="0132C98B" w14:textId="77777777" w:rsidR="0074578B" w:rsidRPr="001F4F1B" w:rsidRDefault="0074578B" w:rsidP="0014611F">
      <w:pPr>
        <w:pStyle w:val="Heading3"/>
      </w:pPr>
      <w:r w:rsidRPr="001F4F1B">
        <w:t>Configure PC</w:t>
      </w:r>
      <w:r>
        <w:t xml:space="preserve"> host </w:t>
      </w:r>
      <w:r w:rsidRPr="001F4F1B">
        <w:t>IP settings.</w:t>
      </w:r>
    </w:p>
    <w:p w14:paraId="146A8D93" w14:textId="77777777" w:rsidR="0074578B" w:rsidRDefault="0074578B" w:rsidP="0074578B">
      <w:pPr>
        <w:pStyle w:val="BodyTextL25"/>
      </w:pPr>
      <w:r w:rsidRPr="00605B4B">
        <w:t>Configure a static IP address, subnet mask</w:t>
      </w:r>
      <w:r>
        <w:t>,</w:t>
      </w:r>
      <w:r w:rsidRPr="00605B4B">
        <w:t xml:space="preserve"> and default gateway for PC-A</w:t>
      </w:r>
      <w:r>
        <w:t xml:space="preserve"> and PC-C </w:t>
      </w:r>
      <w:r w:rsidRPr="00D15417">
        <w:t>as shown in the IP Addressing Table</w:t>
      </w:r>
      <w:r w:rsidRPr="00605B4B">
        <w:t>.</w:t>
      </w:r>
    </w:p>
    <w:p w14:paraId="56C5FD18" w14:textId="77777777" w:rsidR="0074578B" w:rsidRDefault="0074578B" w:rsidP="0014611F">
      <w:pPr>
        <w:pStyle w:val="Heading3"/>
      </w:pPr>
      <w:r w:rsidRPr="001F4F1B">
        <w:t xml:space="preserve">Verify connectivity </w:t>
      </w:r>
      <w:r w:rsidRPr="00BC4DD8">
        <w:t>between</w:t>
      </w:r>
      <w:r w:rsidRPr="001F4F1B">
        <w:t xml:space="preserve"> PC-A and </w:t>
      </w:r>
      <w:r>
        <w:t>PC-C.</w:t>
      </w:r>
    </w:p>
    <w:p w14:paraId="048B6C02" w14:textId="77777777" w:rsidR="0074578B" w:rsidRDefault="0074578B" w:rsidP="0014611F">
      <w:pPr>
        <w:pStyle w:val="SubStepAlpha"/>
      </w:pPr>
      <w:r w:rsidRPr="00BC4DD8">
        <w:t>Ping</w:t>
      </w:r>
      <w:r w:rsidRPr="00605B4B">
        <w:t xml:space="preserve"> from </w:t>
      </w:r>
      <w:r>
        <w:t xml:space="preserve">R1 </w:t>
      </w:r>
      <w:r w:rsidRPr="00605B4B">
        <w:t>to R</w:t>
      </w:r>
      <w:r>
        <w:t>3</w:t>
      </w:r>
      <w:r w:rsidRPr="00605B4B">
        <w:t>.</w:t>
      </w:r>
    </w:p>
    <w:p w14:paraId="73BB4245" w14:textId="77777777" w:rsidR="0074578B" w:rsidRPr="007E4125" w:rsidRDefault="0074578B" w:rsidP="0074578B">
      <w:pPr>
        <w:pStyle w:val="BodyTextL50"/>
      </w:pPr>
      <w:r>
        <w:t>If the pings are not successful, troubleshoot the basic device configurations before continuing.</w:t>
      </w:r>
    </w:p>
    <w:p w14:paraId="71EA3E16" w14:textId="77777777" w:rsidR="0074578B" w:rsidRDefault="0074578B" w:rsidP="0014611F">
      <w:pPr>
        <w:pStyle w:val="SubStepAlpha"/>
      </w:pPr>
      <w:r w:rsidRPr="00605B4B">
        <w:t xml:space="preserve">Ping </w:t>
      </w:r>
      <w:r w:rsidRPr="00BC4DD8">
        <w:t>from</w:t>
      </w:r>
      <w:r w:rsidRPr="00605B4B">
        <w:t xml:space="preserve"> PC-A</w:t>
      </w:r>
      <w:r>
        <w:t>,</w:t>
      </w:r>
      <w:r w:rsidRPr="00605B4B">
        <w:t xml:space="preserve"> </w:t>
      </w:r>
      <w:r>
        <w:t xml:space="preserve">on the R1 LAN, </w:t>
      </w:r>
      <w:r w:rsidRPr="00605B4B">
        <w:t xml:space="preserve">to </w:t>
      </w:r>
      <w:r>
        <w:t xml:space="preserve">PC-C, on the </w:t>
      </w:r>
      <w:r w:rsidRPr="00605B4B">
        <w:t>R3</w:t>
      </w:r>
      <w:r>
        <w:t xml:space="preserve"> LAN</w:t>
      </w:r>
      <w:r w:rsidRPr="00605B4B">
        <w:t>.</w:t>
      </w:r>
    </w:p>
    <w:p w14:paraId="425CB6EC" w14:textId="77777777" w:rsidR="0074578B" w:rsidRDefault="0074578B" w:rsidP="0074578B">
      <w:pPr>
        <w:pStyle w:val="BodyTextL50"/>
      </w:pPr>
      <w:r>
        <w:t>If the pings are not successful, troubleshoot the basic device configurations before continuing.</w:t>
      </w:r>
    </w:p>
    <w:p w14:paraId="79E248FB" w14:textId="77777777" w:rsidR="0074578B" w:rsidRDefault="0074578B" w:rsidP="0074578B">
      <w:pPr>
        <w:pStyle w:val="BodyTextL25"/>
      </w:pPr>
      <w:r w:rsidRPr="0036318F">
        <w:rPr>
          <w:b/>
        </w:rPr>
        <w:t>Note</w:t>
      </w:r>
      <w:r w:rsidRPr="00730D5A">
        <w:t>:</w:t>
      </w:r>
      <w:r>
        <w:t xml:space="preserve"> If you can ping from PC-A to PC-C you have demonstrated that OSPF routing is configured and functioning correctly. If you cannot ping but the device interfaces are up and IP addresses are correct, use the </w:t>
      </w:r>
      <w:r w:rsidRPr="005E2E48">
        <w:rPr>
          <w:b/>
        </w:rPr>
        <w:t>show run</w:t>
      </w:r>
      <w:r>
        <w:rPr>
          <w:b/>
        </w:rPr>
        <w:t xml:space="preserve">, show </w:t>
      </w:r>
      <w:proofErr w:type="spellStart"/>
      <w:r>
        <w:rPr>
          <w:b/>
        </w:rPr>
        <w:t>ip</w:t>
      </w:r>
      <w:proofErr w:type="spellEnd"/>
      <w:r>
        <w:rPr>
          <w:b/>
        </w:rPr>
        <w:t xml:space="preserve"> </w:t>
      </w:r>
      <w:proofErr w:type="spellStart"/>
      <w:r>
        <w:rPr>
          <w:b/>
        </w:rPr>
        <w:t>ospf</w:t>
      </w:r>
      <w:proofErr w:type="spellEnd"/>
      <w:r>
        <w:rPr>
          <w:b/>
        </w:rPr>
        <w:t xml:space="preserve"> neighbor,</w:t>
      </w:r>
      <w:r>
        <w:t xml:space="preserve"> and </w:t>
      </w:r>
      <w:r w:rsidRPr="005E2E48">
        <w:rPr>
          <w:b/>
        </w:rPr>
        <w:t xml:space="preserve">show </w:t>
      </w:r>
      <w:proofErr w:type="spellStart"/>
      <w:r w:rsidRPr="005E2E48">
        <w:rPr>
          <w:b/>
        </w:rPr>
        <w:t>ip</w:t>
      </w:r>
      <w:proofErr w:type="spellEnd"/>
      <w:r w:rsidRPr="005E2E48">
        <w:rPr>
          <w:b/>
        </w:rPr>
        <w:t xml:space="preserve"> route</w:t>
      </w:r>
      <w:r>
        <w:t xml:space="preserve"> commands to help identify routing protocol-related problems.</w:t>
      </w:r>
    </w:p>
    <w:p w14:paraId="7916CFCC" w14:textId="77777777" w:rsidR="0074578B" w:rsidRPr="00EE4C27" w:rsidRDefault="0074578B" w:rsidP="0014611F">
      <w:pPr>
        <w:pStyle w:val="Heading3"/>
      </w:pPr>
      <w:r w:rsidRPr="00EE4C27">
        <w:t xml:space="preserve">Save </w:t>
      </w:r>
      <w:r w:rsidRPr="00BC4DD8">
        <w:t>the</w:t>
      </w:r>
      <w:r w:rsidRPr="00EE4C27">
        <w:t xml:space="preserve"> basic running configuration for each router.</w:t>
      </w:r>
    </w:p>
    <w:p w14:paraId="7B2EC6CF" w14:textId="77777777" w:rsidR="0074578B" w:rsidRDefault="0074578B" w:rsidP="0014611F">
      <w:pPr>
        <w:pStyle w:val="BodyTextL25"/>
        <w:spacing w:after="0"/>
      </w:pPr>
      <w:r w:rsidRPr="00661FA3">
        <w:t xml:space="preserve">Save the </w:t>
      </w:r>
      <w:r>
        <w:t>basic running configuration for the routers as text files on your PC.</w:t>
      </w:r>
      <w:r w:rsidRPr="00661FA3">
        <w:t xml:space="preserve"> </w:t>
      </w:r>
      <w:r>
        <w:t>These text files can be used to restore configurations later in the lab.</w:t>
      </w:r>
    </w:p>
    <w:p w14:paraId="4C8DDD39" w14:textId="77777777" w:rsidR="0074578B" w:rsidRDefault="0074578B" w:rsidP="0074578B">
      <w:pPr>
        <w:pStyle w:val="ConfigWindow"/>
      </w:pPr>
      <w:r>
        <w:t>Close configuration window</w:t>
      </w:r>
    </w:p>
    <w:p w14:paraId="666C0DD9" w14:textId="77777777" w:rsidR="004353EB" w:rsidRPr="0014611F" w:rsidRDefault="004353EB" w:rsidP="0014611F">
      <w:pPr>
        <w:pStyle w:val="Heading2"/>
      </w:pPr>
      <w:r w:rsidRPr="0014611F">
        <w:t>Configure Administrative Roles</w:t>
      </w:r>
    </w:p>
    <w:p w14:paraId="5A5C28FA" w14:textId="39755021" w:rsidR="004353EB" w:rsidRDefault="004353EB" w:rsidP="004353EB">
      <w:pPr>
        <w:pStyle w:val="BodyTextL25"/>
      </w:pPr>
      <w:r>
        <w:t>In this</w:t>
      </w:r>
      <w:r w:rsidR="00514DD9">
        <w:t xml:space="preserve"> part of </w:t>
      </w:r>
      <w:r>
        <w:t>lab, you will:</w:t>
      </w:r>
    </w:p>
    <w:p w14:paraId="1C9CF549" w14:textId="77777777" w:rsidR="004353EB" w:rsidRPr="00520385" w:rsidRDefault="004353EB" w:rsidP="004E38AC">
      <w:pPr>
        <w:pStyle w:val="Bulletlevel1"/>
      </w:pPr>
      <w:r w:rsidRPr="00520385">
        <w:t>Create multiple administrative roles</w:t>
      </w:r>
      <w:r w:rsidR="00243D6B">
        <w:t>,</w:t>
      </w:r>
      <w:r w:rsidRPr="00520385">
        <w:t xml:space="preserve"> or views</w:t>
      </w:r>
      <w:r w:rsidR="00243D6B">
        <w:t>,</w:t>
      </w:r>
      <w:r w:rsidRPr="00520385">
        <w:t xml:space="preserve"> on routers R1 and R3.</w:t>
      </w:r>
    </w:p>
    <w:p w14:paraId="4C7AABAA" w14:textId="77777777" w:rsidR="004353EB" w:rsidRPr="00DB03DF" w:rsidRDefault="004353EB" w:rsidP="004E38AC">
      <w:pPr>
        <w:pStyle w:val="Bulletlevel1"/>
      </w:pPr>
      <w:r>
        <w:t>Grant ea</w:t>
      </w:r>
      <w:r w:rsidRPr="00DB03DF">
        <w:t>ch view varying privileges.</w:t>
      </w:r>
    </w:p>
    <w:p w14:paraId="191870CD" w14:textId="77777777" w:rsidR="004353EB" w:rsidRPr="00DB03DF" w:rsidRDefault="004353EB" w:rsidP="004E38AC">
      <w:pPr>
        <w:pStyle w:val="Bulletlevel1"/>
      </w:pPr>
      <w:r w:rsidRPr="00DB03DF">
        <w:t>Verify and contrast the views.</w:t>
      </w:r>
    </w:p>
    <w:p w14:paraId="59AC2C5B" w14:textId="77777777" w:rsidR="004353EB" w:rsidRDefault="004353EB" w:rsidP="004353EB">
      <w:pPr>
        <w:pStyle w:val="BodyTextL25"/>
      </w:pPr>
      <w:r w:rsidRPr="0045260A">
        <w:t xml:space="preserve">The role-based CLI access feature allows the network administrator to define views, which are a set of operational commands and configuration capabilities that provide selective or partial access to Cisco IOS EXEC and configuration (config) mode commands. Views restrict user access to </w:t>
      </w:r>
      <w:r>
        <w:t xml:space="preserve">the </w:t>
      </w:r>
      <w:r w:rsidRPr="0045260A">
        <w:t>Cisco IOS CLI and configuration information</w:t>
      </w:r>
      <w:r>
        <w:t>. A</w:t>
      </w:r>
      <w:r w:rsidRPr="0045260A">
        <w:t xml:space="preserve"> view can define </w:t>
      </w:r>
      <w:r>
        <w:t>which</w:t>
      </w:r>
      <w:r w:rsidRPr="0045260A">
        <w:t xml:space="preserve"> commands are accepted and what configuration information is visible.</w:t>
      </w:r>
    </w:p>
    <w:p w14:paraId="3D2E8EA1" w14:textId="77777777" w:rsidR="004353EB" w:rsidRPr="00B8279D" w:rsidRDefault="004353EB" w:rsidP="004353EB">
      <w:pPr>
        <w:pStyle w:val="BodyTextL25"/>
      </w:pPr>
      <w:r w:rsidRPr="00B8279D">
        <w:rPr>
          <w:b/>
        </w:rPr>
        <w:t>Note</w:t>
      </w:r>
      <w:r w:rsidRPr="009C45B5">
        <w:t>:</w:t>
      </w:r>
      <w:r>
        <w:t xml:space="preserve"> Perform all tasks on both R1 and R3. The procedures and output for R1 are shown here.</w:t>
      </w:r>
    </w:p>
    <w:p w14:paraId="4BF13BC0" w14:textId="77777777" w:rsidR="004353EB" w:rsidRDefault="004353EB" w:rsidP="004353EB">
      <w:pPr>
        <w:pStyle w:val="BodyTextL25"/>
      </w:pPr>
      <w:bookmarkStart w:id="2" w:name="wp1068654"/>
      <w:bookmarkStart w:id="3" w:name="wp1068656"/>
      <w:bookmarkEnd w:id="2"/>
      <w:bookmarkEnd w:id="3"/>
      <w:r w:rsidRPr="00C951B9">
        <w:t xml:space="preserve">If </w:t>
      </w:r>
      <w:r>
        <w:t>an</w:t>
      </w:r>
      <w:r w:rsidRPr="00C951B9">
        <w:t xml:space="preserve"> </w:t>
      </w:r>
      <w:r w:rsidRPr="00CA189A">
        <w:t xml:space="preserve">administrator </w:t>
      </w:r>
      <w:r>
        <w:t>wants</w:t>
      </w:r>
      <w:r w:rsidRPr="00CA189A">
        <w:t xml:space="preserve"> to configure </w:t>
      </w:r>
      <w:r>
        <w:t>an</w:t>
      </w:r>
      <w:r w:rsidRPr="00CA189A">
        <w:t>other view to the system, the system must be in root view.</w:t>
      </w:r>
      <w:r>
        <w:t xml:space="preserve"> </w:t>
      </w:r>
      <w:r w:rsidRPr="00C951B9">
        <w:t xml:space="preserve">When a system is in root view, </w:t>
      </w:r>
      <w:r>
        <w:t>the user</w:t>
      </w:r>
      <w:r w:rsidRPr="00C951B9">
        <w:t xml:space="preserve"> has the </w:t>
      </w:r>
      <w:r>
        <w:t xml:space="preserve">same </w:t>
      </w:r>
      <w:r w:rsidRPr="00C951B9">
        <w:t>access privileges as a user who has level</w:t>
      </w:r>
      <w:r>
        <w:t>-</w:t>
      </w:r>
      <w:r w:rsidRPr="00C951B9">
        <w:t>15 privileges</w:t>
      </w:r>
      <w:bookmarkStart w:id="4" w:name="wp1067597"/>
      <w:bookmarkEnd w:id="4"/>
      <w:r>
        <w:t>, but</w:t>
      </w:r>
      <w:r w:rsidRPr="00C951B9">
        <w:t xml:space="preserve"> </w:t>
      </w:r>
      <w:r>
        <w:t xml:space="preserve">the </w:t>
      </w:r>
      <w:r w:rsidRPr="00C951B9">
        <w:t xml:space="preserve">root view user </w:t>
      </w:r>
      <w:r>
        <w:t>can also</w:t>
      </w:r>
      <w:r w:rsidRPr="00C951B9">
        <w:t xml:space="preserve"> configure a new view and add or remove commands from the view. </w:t>
      </w:r>
      <w:r>
        <w:t>W</w:t>
      </w:r>
      <w:r w:rsidRPr="00C951B9">
        <w:t>hen you are in a CLI view, you have access only to the commands that have been added to that view by the root view user.</w:t>
      </w:r>
    </w:p>
    <w:p w14:paraId="008E22E6" w14:textId="77777777" w:rsidR="004353EB" w:rsidRDefault="004353EB" w:rsidP="006A28D1">
      <w:pPr>
        <w:pStyle w:val="Heading3"/>
        <w:spacing w:after="60"/>
      </w:pPr>
      <w:r>
        <w:t>E</w:t>
      </w:r>
      <w:r w:rsidRPr="0045260A">
        <w:t xml:space="preserve">nable AAA on </w:t>
      </w:r>
      <w:r>
        <w:t xml:space="preserve">router </w:t>
      </w:r>
      <w:r w:rsidRPr="00B20D90">
        <w:t>R1.</w:t>
      </w:r>
    </w:p>
    <w:p w14:paraId="6144A54B" w14:textId="2672AAF0" w:rsidR="00222ED6" w:rsidRDefault="00222ED6" w:rsidP="00222ED6">
      <w:pPr>
        <w:pStyle w:val="ConfigWindow"/>
      </w:pPr>
      <w:r>
        <w:t>Open configuration window</w:t>
      </w:r>
    </w:p>
    <w:p w14:paraId="01B88072" w14:textId="014DEFCE" w:rsidR="00237F85" w:rsidRDefault="004353EB" w:rsidP="006A28D1">
      <w:pPr>
        <w:pStyle w:val="BodyTextL25"/>
        <w:spacing w:before="0"/>
      </w:pPr>
      <w:r>
        <w:t xml:space="preserve">To define views, </w:t>
      </w:r>
      <w:r w:rsidR="00237F85">
        <w:t xml:space="preserve">enable </w:t>
      </w:r>
      <w:r w:rsidR="00DB2912">
        <w:t>AAA on the router.</w:t>
      </w:r>
    </w:p>
    <w:p w14:paraId="2ECFC730" w14:textId="5D40DA73" w:rsidR="00DB2912" w:rsidRDefault="00DB2912" w:rsidP="0014611F">
      <w:pPr>
        <w:pStyle w:val="CMD"/>
      </w:pPr>
      <w:r>
        <w:t xml:space="preserve">R1# </w:t>
      </w:r>
      <w:r w:rsidRPr="0014611F">
        <w:rPr>
          <w:b/>
          <w:bCs/>
        </w:rPr>
        <w:t>configure terminal</w:t>
      </w:r>
    </w:p>
    <w:p w14:paraId="67DD857A" w14:textId="0EFEB0F9" w:rsidR="002A27E9" w:rsidRDefault="00DB2912" w:rsidP="00DB2912">
      <w:pPr>
        <w:pStyle w:val="CMD"/>
        <w:rPr>
          <w:b/>
          <w:bCs/>
        </w:rPr>
      </w:pPr>
      <w:proofErr w:type="gramStart"/>
      <w:r>
        <w:t>R1(</w:t>
      </w:r>
      <w:proofErr w:type="spellStart"/>
      <w:proofErr w:type="gramEnd"/>
      <w:r>
        <w:t>config</w:t>
      </w:r>
      <w:proofErr w:type="spellEnd"/>
      <w:r>
        <w:t xml:space="preserve">)# </w:t>
      </w:r>
      <w:proofErr w:type="spellStart"/>
      <w:r w:rsidR="000A578D" w:rsidRPr="0014611F">
        <w:rPr>
          <w:b/>
          <w:bCs/>
        </w:rPr>
        <w:t>aaa</w:t>
      </w:r>
      <w:proofErr w:type="spellEnd"/>
      <w:r w:rsidR="000A578D" w:rsidRPr="0014611F">
        <w:rPr>
          <w:b/>
          <w:bCs/>
        </w:rPr>
        <w:t xml:space="preserve"> new-model</w:t>
      </w:r>
    </w:p>
    <w:p w14:paraId="59FE4231" w14:textId="4CC03C8F" w:rsidR="000B43CE" w:rsidRDefault="000B43CE" w:rsidP="0014611F">
      <w:pPr>
        <w:pStyle w:val="Heading3"/>
      </w:pPr>
      <w:r>
        <w:t>Configure privileged EXEC mode password.</w:t>
      </w:r>
    </w:p>
    <w:p w14:paraId="3CB452DD" w14:textId="6F744169" w:rsidR="00DB2912" w:rsidRPr="0014611F" w:rsidRDefault="002177F6" w:rsidP="002177F6">
      <w:pPr>
        <w:pStyle w:val="BodyTextL25"/>
      </w:pPr>
      <w:r>
        <w:t xml:space="preserve">A privileged EXEC mode password is required to access the root view. The password </w:t>
      </w:r>
      <w:r>
        <w:rPr>
          <w:b/>
          <w:bCs/>
        </w:rPr>
        <w:t>cisco12345</w:t>
      </w:r>
      <w:r>
        <w:t xml:space="preserve"> is used in this example.</w:t>
      </w:r>
    </w:p>
    <w:p w14:paraId="1D484A3B" w14:textId="41F9E5D0" w:rsidR="002177F6" w:rsidRDefault="002177F6" w:rsidP="002177F6">
      <w:pPr>
        <w:pStyle w:val="CMD"/>
        <w:rPr>
          <w:b/>
          <w:bCs/>
        </w:rPr>
      </w:pPr>
      <w:r>
        <w:t xml:space="preserve">R1(config)# </w:t>
      </w:r>
      <w:r w:rsidRPr="0014611F">
        <w:rPr>
          <w:b/>
          <w:bCs/>
        </w:rPr>
        <w:t>enable secret cisco12345</w:t>
      </w:r>
    </w:p>
    <w:p w14:paraId="2AF2374D" w14:textId="282F8C28" w:rsidR="002177F6" w:rsidRPr="0014611F" w:rsidRDefault="002177F6" w:rsidP="0014611F">
      <w:pPr>
        <w:pStyle w:val="CMD"/>
      </w:pPr>
      <w:r>
        <w:t xml:space="preserve">R1# </w:t>
      </w:r>
      <w:r w:rsidRPr="0014611F">
        <w:rPr>
          <w:b/>
          <w:bCs/>
        </w:rPr>
        <w:t>exit</w:t>
      </w:r>
    </w:p>
    <w:p w14:paraId="385694CE" w14:textId="4A79C62C" w:rsidR="004353EB" w:rsidRDefault="004353EB" w:rsidP="0014611F">
      <w:pPr>
        <w:pStyle w:val="Heading3"/>
      </w:pPr>
      <w:r w:rsidRPr="0045260A">
        <w:t>Enable the root view</w:t>
      </w:r>
      <w:r>
        <w:t>.</w:t>
      </w:r>
    </w:p>
    <w:p w14:paraId="6C976EF6" w14:textId="1929B44B" w:rsidR="002A27E9" w:rsidRDefault="004353EB">
      <w:pPr>
        <w:pStyle w:val="BodyTextL25"/>
        <w:rPr>
          <w:b/>
        </w:rPr>
      </w:pPr>
      <w:r w:rsidRPr="004E38AC">
        <w:t xml:space="preserve">Use the command </w:t>
      </w:r>
      <w:r w:rsidRPr="009C45B5">
        <w:rPr>
          <w:b/>
        </w:rPr>
        <w:t>enable view</w:t>
      </w:r>
      <w:r w:rsidRPr="004E38AC">
        <w:t xml:space="preserve"> to enable the root view.</w:t>
      </w:r>
    </w:p>
    <w:p w14:paraId="0888C231" w14:textId="77777777" w:rsidR="004353EB" w:rsidRPr="0045260A" w:rsidRDefault="004353EB" w:rsidP="004E38AC">
      <w:pPr>
        <w:pStyle w:val="CMD"/>
        <w:rPr>
          <w:lang w:eastAsia="ko-KR"/>
        </w:rPr>
      </w:pPr>
      <w:r>
        <w:rPr>
          <w:lang w:eastAsia="ko-KR"/>
        </w:rPr>
        <w:t xml:space="preserve">R1# </w:t>
      </w:r>
      <w:r w:rsidRPr="004E38AC">
        <w:rPr>
          <w:b/>
        </w:rPr>
        <w:t>enable view</w:t>
      </w:r>
    </w:p>
    <w:p w14:paraId="018E77CB" w14:textId="77777777" w:rsidR="009A151B" w:rsidRDefault="004353EB" w:rsidP="00D96643">
      <w:pPr>
        <w:pStyle w:val="CMD"/>
        <w:rPr>
          <w:lang w:eastAsia="ko-KR"/>
        </w:rPr>
      </w:pPr>
      <w:r w:rsidRPr="0045260A">
        <w:rPr>
          <w:lang w:eastAsia="ko-KR"/>
        </w:rPr>
        <w:t xml:space="preserve">Password: </w:t>
      </w:r>
      <w:r w:rsidRPr="004E38AC">
        <w:rPr>
          <w:b/>
        </w:rPr>
        <w:t>cisco12345</w:t>
      </w:r>
      <w:bookmarkStart w:id="5" w:name="wp1068661"/>
      <w:bookmarkEnd w:id="5"/>
    </w:p>
    <w:p w14:paraId="1097284E" w14:textId="77777777" w:rsidR="004353EB" w:rsidRPr="0045260A" w:rsidRDefault="004353EB" w:rsidP="0014611F">
      <w:pPr>
        <w:pStyle w:val="Heading3"/>
      </w:pPr>
      <w:r>
        <w:t>Create the admin1 view, establish a password, and assign privileges</w:t>
      </w:r>
      <w:r w:rsidRPr="009C45B5">
        <w:rPr>
          <w:rFonts w:ascii="Times New Roman" w:hAnsi="Times New Roman"/>
          <w:sz w:val="24"/>
          <w:lang w:eastAsia="ko-KR"/>
        </w:rPr>
        <w:t>.</w:t>
      </w:r>
    </w:p>
    <w:p w14:paraId="11F1F4F5" w14:textId="77777777" w:rsidR="004353EB" w:rsidRDefault="004353EB" w:rsidP="0014611F">
      <w:pPr>
        <w:pStyle w:val="SubStepAlpha"/>
        <w:rPr>
          <w:lang w:eastAsia="ko-KR"/>
        </w:rPr>
      </w:pPr>
      <w:r w:rsidRPr="004E38AC">
        <w:t xml:space="preserve">The admin1 user is the top-level user below root that is allowed to access this router. It has the most authority. The admin1 user can use all </w:t>
      </w:r>
      <w:r w:rsidR="005E2E48" w:rsidRPr="005E2E48">
        <w:rPr>
          <w:b/>
        </w:rPr>
        <w:t>show</w:t>
      </w:r>
      <w:r w:rsidRPr="004E38AC">
        <w:t xml:space="preserve">, </w:t>
      </w:r>
      <w:r w:rsidR="005E2E48" w:rsidRPr="005E2E48">
        <w:rPr>
          <w:b/>
        </w:rPr>
        <w:t>config</w:t>
      </w:r>
      <w:r w:rsidRPr="004E38AC">
        <w:t xml:space="preserve">, and </w:t>
      </w:r>
      <w:r w:rsidR="005E2E48" w:rsidRPr="005E2E48">
        <w:rPr>
          <w:b/>
        </w:rPr>
        <w:t>debug</w:t>
      </w:r>
      <w:r w:rsidRPr="004E38AC">
        <w:t xml:space="preserve"> commands. Use the following command to create the</w:t>
      </w:r>
      <w:r>
        <w:rPr>
          <w:lang w:eastAsia="ko-KR"/>
        </w:rPr>
        <w:t xml:space="preserve"> admin1 view while in the root view.</w:t>
      </w:r>
    </w:p>
    <w:p w14:paraId="4FB3373E" w14:textId="77777777" w:rsidR="002177F6" w:rsidRDefault="002177F6" w:rsidP="004E38AC">
      <w:pPr>
        <w:pStyle w:val="CMD"/>
        <w:rPr>
          <w:lang w:eastAsia="ko-KR"/>
        </w:rPr>
      </w:pPr>
      <w:r>
        <w:rPr>
          <w:lang w:eastAsia="ko-KR"/>
        </w:rPr>
        <w:t xml:space="preserve">R1# </w:t>
      </w:r>
      <w:r w:rsidRPr="0014611F">
        <w:rPr>
          <w:b/>
          <w:bCs/>
          <w:lang w:eastAsia="ko-KR"/>
        </w:rPr>
        <w:t>configure terminal</w:t>
      </w:r>
    </w:p>
    <w:p w14:paraId="0A4F0C76" w14:textId="212CD34F" w:rsidR="004353EB" w:rsidRPr="0045260A" w:rsidRDefault="004353EB" w:rsidP="004E38AC">
      <w:pPr>
        <w:pStyle w:val="CMD"/>
        <w:rPr>
          <w:lang w:eastAsia="ko-KR"/>
        </w:rPr>
      </w:pPr>
      <w:r>
        <w:rPr>
          <w:lang w:eastAsia="ko-KR"/>
        </w:rPr>
        <w:t>R1</w:t>
      </w:r>
      <w:r w:rsidRPr="0045260A">
        <w:rPr>
          <w:lang w:eastAsia="ko-KR"/>
        </w:rPr>
        <w:t>(config)</w:t>
      </w:r>
      <w:r>
        <w:rPr>
          <w:lang w:eastAsia="ko-KR"/>
        </w:rPr>
        <w:t xml:space="preserve"># </w:t>
      </w:r>
      <w:r w:rsidRPr="004E38AC">
        <w:rPr>
          <w:b/>
        </w:rPr>
        <w:t>parser view admin1</w:t>
      </w:r>
    </w:p>
    <w:p w14:paraId="159DB9DA" w14:textId="77777777" w:rsidR="004353EB" w:rsidRPr="0045260A" w:rsidRDefault="004353EB" w:rsidP="004E38AC">
      <w:pPr>
        <w:pStyle w:val="CMD"/>
        <w:rPr>
          <w:lang w:eastAsia="ko-KR"/>
        </w:rPr>
      </w:pPr>
      <w:proofErr w:type="gramStart"/>
      <w:r>
        <w:rPr>
          <w:lang w:eastAsia="ko-KR"/>
        </w:rPr>
        <w:t>R1</w:t>
      </w:r>
      <w:r w:rsidRPr="0045260A">
        <w:rPr>
          <w:lang w:eastAsia="ko-KR"/>
        </w:rPr>
        <w:t>(</w:t>
      </w:r>
      <w:proofErr w:type="gramEnd"/>
      <w:r w:rsidRPr="0045260A">
        <w:rPr>
          <w:lang w:eastAsia="ko-KR"/>
        </w:rPr>
        <w:t>config-view)</w:t>
      </w:r>
      <w:r>
        <w:rPr>
          <w:lang w:eastAsia="ko-KR"/>
        </w:rPr>
        <w:t>#</w:t>
      </w:r>
    </w:p>
    <w:p w14:paraId="5EEF8F66" w14:textId="77777777" w:rsidR="004353EB" w:rsidRDefault="004353EB" w:rsidP="004E38AC">
      <w:pPr>
        <w:pStyle w:val="BodyTextL50"/>
        <w:rPr>
          <w:rFonts w:cs="Arial"/>
          <w:lang w:eastAsia="ko-KR"/>
        </w:rPr>
      </w:pPr>
      <w:r w:rsidRPr="00DB0CE9">
        <w:rPr>
          <w:b/>
          <w:lang w:eastAsia="ko-KR"/>
        </w:rPr>
        <w:t>Note</w:t>
      </w:r>
      <w:r w:rsidRPr="0062179F">
        <w:rPr>
          <w:lang w:eastAsia="ko-KR"/>
        </w:rPr>
        <w:t>:</w:t>
      </w:r>
      <w:r>
        <w:rPr>
          <w:lang w:eastAsia="ko-KR"/>
        </w:rPr>
        <w:t xml:space="preserve"> To delete a view, use the command </w:t>
      </w:r>
      <w:r w:rsidRPr="00307ECA">
        <w:rPr>
          <w:b/>
        </w:rPr>
        <w:t>no parser view</w:t>
      </w:r>
      <w:r w:rsidRPr="00D6093E">
        <w:rPr>
          <w:rFonts w:ascii="Courier New" w:hAnsi="Courier New" w:cs="Courier New"/>
          <w:b/>
        </w:rPr>
        <w:t xml:space="preserve"> </w:t>
      </w:r>
      <w:proofErr w:type="spellStart"/>
      <w:r w:rsidRPr="0014611F">
        <w:rPr>
          <w:rFonts w:ascii="Courier New" w:hAnsi="Courier New" w:cs="Courier New"/>
          <w:b/>
          <w:bCs/>
          <w:i/>
          <w:lang w:eastAsia="ko-KR"/>
        </w:rPr>
        <w:t>viewname</w:t>
      </w:r>
      <w:proofErr w:type="spellEnd"/>
      <w:r w:rsidRPr="008632F8">
        <w:rPr>
          <w:rFonts w:cs="Arial"/>
          <w:lang w:eastAsia="ko-KR"/>
        </w:rPr>
        <w:t>.</w:t>
      </w:r>
    </w:p>
    <w:p w14:paraId="275D2688" w14:textId="77777777" w:rsidR="004353EB" w:rsidRPr="0045260A" w:rsidRDefault="004353EB" w:rsidP="0014611F">
      <w:pPr>
        <w:pStyle w:val="SubStepAlpha"/>
        <w:rPr>
          <w:lang w:eastAsia="ko-KR"/>
        </w:rPr>
      </w:pPr>
      <w:r w:rsidRPr="0045260A">
        <w:rPr>
          <w:lang w:eastAsia="ko-KR"/>
        </w:rPr>
        <w:t xml:space="preserve">Associate the </w:t>
      </w:r>
      <w:r w:rsidRPr="00837819">
        <w:rPr>
          <w:lang w:eastAsia="ko-KR"/>
        </w:rPr>
        <w:t xml:space="preserve">admin1 </w:t>
      </w:r>
      <w:r>
        <w:rPr>
          <w:lang w:eastAsia="ko-KR"/>
        </w:rPr>
        <w:t xml:space="preserve">view </w:t>
      </w:r>
      <w:r w:rsidRPr="0045260A">
        <w:rPr>
          <w:lang w:eastAsia="ko-KR"/>
        </w:rPr>
        <w:t>with a</w:t>
      </w:r>
      <w:r>
        <w:rPr>
          <w:lang w:eastAsia="ko-KR"/>
        </w:rPr>
        <w:t xml:space="preserve">n encrypted </w:t>
      </w:r>
      <w:r w:rsidRPr="0045260A">
        <w:rPr>
          <w:lang w:eastAsia="ko-KR"/>
        </w:rPr>
        <w:t>password.</w:t>
      </w:r>
    </w:p>
    <w:p w14:paraId="3B9BE727" w14:textId="77777777" w:rsidR="004353EB" w:rsidRPr="0045260A" w:rsidRDefault="004353EB" w:rsidP="004E38AC">
      <w:pPr>
        <w:pStyle w:val="CMD"/>
        <w:rPr>
          <w:lang w:eastAsia="ko-KR"/>
        </w:rPr>
      </w:pPr>
      <w:proofErr w:type="gramStart"/>
      <w:r>
        <w:rPr>
          <w:lang w:eastAsia="ko-KR"/>
        </w:rPr>
        <w:t>R1</w:t>
      </w:r>
      <w:r w:rsidRPr="0045260A">
        <w:rPr>
          <w:lang w:eastAsia="ko-KR"/>
        </w:rPr>
        <w:t>(</w:t>
      </w:r>
      <w:proofErr w:type="gramEnd"/>
      <w:r w:rsidRPr="0045260A">
        <w:rPr>
          <w:lang w:eastAsia="ko-KR"/>
        </w:rPr>
        <w:t>config-view)</w:t>
      </w:r>
      <w:r>
        <w:rPr>
          <w:lang w:eastAsia="ko-KR"/>
        </w:rPr>
        <w:t xml:space="preserve"># </w:t>
      </w:r>
      <w:r w:rsidRPr="004E38AC">
        <w:rPr>
          <w:b/>
        </w:rPr>
        <w:t>secret admin1pass</w:t>
      </w:r>
    </w:p>
    <w:p w14:paraId="66FFA266" w14:textId="77777777" w:rsidR="004353EB" w:rsidRPr="0045260A" w:rsidRDefault="004353EB" w:rsidP="004E38AC">
      <w:pPr>
        <w:pStyle w:val="CMD"/>
        <w:rPr>
          <w:lang w:eastAsia="ko-KR"/>
        </w:rPr>
      </w:pPr>
      <w:proofErr w:type="gramStart"/>
      <w:r>
        <w:rPr>
          <w:lang w:eastAsia="ko-KR"/>
        </w:rPr>
        <w:t>R1</w:t>
      </w:r>
      <w:r w:rsidRPr="0045260A">
        <w:rPr>
          <w:lang w:eastAsia="ko-KR"/>
        </w:rPr>
        <w:t>(</w:t>
      </w:r>
      <w:proofErr w:type="gramEnd"/>
      <w:r w:rsidRPr="0045260A">
        <w:rPr>
          <w:lang w:eastAsia="ko-KR"/>
        </w:rPr>
        <w:t>config-view)</w:t>
      </w:r>
      <w:r>
        <w:rPr>
          <w:lang w:eastAsia="ko-KR"/>
        </w:rPr>
        <w:t>#</w:t>
      </w:r>
    </w:p>
    <w:p w14:paraId="78061E15" w14:textId="77777777" w:rsidR="004353EB" w:rsidRPr="0045260A" w:rsidRDefault="004353EB" w:rsidP="0014611F">
      <w:pPr>
        <w:pStyle w:val="SubStepAlpha"/>
        <w:rPr>
          <w:lang w:eastAsia="ko-KR"/>
        </w:rPr>
      </w:pPr>
      <w:r w:rsidRPr="00654B37">
        <w:rPr>
          <w:lang w:eastAsia="ko-KR"/>
        </w:rPr>
        <w:t xml:space="preserve">Review the commands that can be configured in the </w:t>
      </w:r>
      <w:r>
        <w:rPr>
          <w:lang w:eastAsia="ko-KR"/>
        </w:rPr>
        <w:t>a</w:t>
      </w:r>
      <w:r w:rsidRPr="00654B37">
        <w:rPr>
          <w:lang w:eastAsia="ko-KR"/>
        </w:rPr>
        <w:t>dmin1 view</w:t>
      </w:r>
      <w:r>
        <w:rPr>
          <w:lang w:eastAsia="ko-KR"/>
        </w:rPr>
        <w:t>. U</w:t>
      </w:r>
      <w:r w:rsidRPr="0045260A">
        <w:rPr>
          <w:lang w:eastAsia="ko-KR"/>
        </w:rPr>
        <w:t>s</w:t>
      </w:r>
      <w:r>
        <w:rPr>
          <w:lang w:eastAsia="ko-KR"/>
        </w:rPr>
        <w:t xml:space="preserve">e </w:t>
      </w:r>
      <w:r w:rsidRPr="0045260A">
        <w:rPr>
          <w:lang w:eastAsia="ko-KR"/>
        </w:rPr>
        <w:t xml:space="preserve">the </w:t>
      </w:r>
      <w:proofErr w:type="gramStart"/>
      <w:r w:rsidRPr="00EA0AFF">
        <w:rPr>
          <w:b/>
        </w:rPr>
        <w:t>commands ?</w:t>
      </w:r>
      <w:proofErr w:type="gramEnd"/>
      <w:r w:rsidRPr="0045260A">
        <w:rPr>
          <w:lang w:eastAsia="ko-KR"/>
        </w:rPr>
        <w:t xml:space="preserve"> command</w:t>
      </w:r>
      <w:r>
        <w:rPr>
          <w:lang w:eastAsia="ko-KR"/>
        </w:rPr>
        <w:t xml:space="preserve"> to see available commands</w:t>
      </w:r>
      <w:r w:rsidRPr="0045260A">
        <w:rPr>
          <w:lang w:eastAsia="ko-KR"/>
        </w:rPr>
        <w:t xml:space="preserve">. </w:t>
      </w:r>
      <w:r>
        <w:rPr>
          <w:lang w:eastAsia="ko-KR"/>
        </w:rPr>
        <w:t>T</w:t>
      </w:r>
      <w:r w:rsidRPr="0045260A">
        <w:rPr>
          <w:lang w:eastAsia="ko-KR"/>
        </w:rPr>
        <w:t>he following</w:t>
      </w:r>
      <w:r>
        <w:rPr>
          <w:lang w:eastAsia="ko-KR"/>
        </w:rPr>
        <w:t xml:space="preserve"> is a partial listing of the available commands.</w:t>
      </w:r>
    </w:p>
    <w:p w14:paraId="1DBD1593" w14:textId="77777777" w:rsidR="004353EB" w:rsidRPr="001F6F41" w:rsidRDefault="004353EB" w:rsidP="004E38AC">
      <w:pPr>
        <w:pStyle w:val="CMD"/>
        <w:rPr>
          <w:b/>
          <w:bCs/>
          <w:lang w:eastAsia="ko-KR"/>
        </w:rPr>
      </w:pPr>
      <w:proofErr w:type="gramStart"/>
      <w:r w:rsidRPr="001F6F41">
        <w:rPr>
          <w:lang w:eastAsia="ko-KR"/>
        </w:rPr>
        <w:t>R1(</w:t>
      </w:r>
      <w:proofErr w:type="gramEnd"/>
      <w:r w:rsidRPr="001F6F41">
        <w:rPr>
          <w:lang w:eastAsia="ko-KR"/>
        </w:rPr>
        <w:t>config-view)</w:t>
      </w:r>
      <w:r>
        <w:rPr>
          <w:lang w:eastAsia="ko-KR"/>
        </w:rPr>
        <w:t xml:space="preserve"># </w:t>
      </w:r>
      <w:r w:rsidRPr="001F6F41">
        <w:rPr>
          <w:b/>
          <w:bCs/>
          <w:lang w:eastAsia="ko-KR"/>
        </w:rPr>
        <w:t>commands ?</w:t>
      </w:r>
    </w:p>
    <w:p w14:paraId="79F16B4F" w14:textId="77777777" w:rsidR="002A27E9" w:rsidRDefault="004353EB">
      <w:pPr>
        <w:pStyle w:val="CMDOutput"/>
        <w:rPr>
          <w:lang w:eastAsia="ko-KR"/>
        </w:rPr>
      </w:pPr>
      <w:r w:rsidRPr="001F6F41">
        <w:rPr>
          <w:lang w:eastAsia="ko-KR"/>
        </w:rPr>
        <w:t xml:space="preserve">  RITE-profile           Router IP traffic export profile command mode</w:t>
      </w:r>
    </w:p>
    <w:p w14:paraId="3DAEBDC5" w14:textId="77777777" w:rsidR="002A27E9" w:rsidRDefault="004353EB">
      <w:pPr>
        <w:pStyle w:val="CMDOutput"/>
        <w:rPr>
          <w:lang w:eastAsia="ko-KR"/>
        </w:rPr>
      </w:pPr>
      <w:r w:rsidRPr="001F6F41">
        <w:rPr>
          <w:lang w:eastAsia="ko-KR"/>
        </w:rPr>
        <w:t xml:space="preserve">  RMI Node Config        Resource Policy Node Config mode</w:t>
      </w:r>
    </w:p>
    <w:p w14:paraId="73B30302" w14:textId="77777777" w:rsidR="002A27E9" w:rsidRDefault="004353EB">
      <w:pPr>
        <w:pStyle w:val="CMDOutput"/>
        <w:rPr>
          <w:lang w:eastAsia="ko-KR"/>
        </w:rPr>
      </w:pPr>
      <w:r w:rsidRPr="001F6F41">
        <w:rPr>
          <w:lang w:eastAsia="ko-KR"/>
        </w:rPr>
        <w:t xml:space="preserve">  RMI Resource Group     Resource Group Config mode</w:t>
      </w:r>
    </w:p>
    <w:p w14:paraId="358758C4" w14:textId="77777777" w:rsidR="002A27E9" w:rsidRDefault="004353EB">
      <w:pPr>
        <w:pStyle w:val="CMDOutput"/>
        <w:rPr>
          <w:lang w:eastAsia="ko-KR"/>
        </w:rPr>
      </w:pPr>
      <w:r w:rsidRPr="001F6F41">
        <w:rPr>
          <w:lang w:eastAsia="ko-KR"/>
        </w:rPr>
        <w:t xml:space="preserve">  RMI Resource Manager   Resource Manager Config mode</w:t>
      </w:r>
    </w:p>
    <w:p w14:paraId="2465268E" w14:textId="77777777" w:rsidR="002A27E9" w:rsidRDefault="004353EB">
      <w:pPr>
        <w:pStyle w:val="CMDOutput"/>
        <w:rPr>
          <w:lang w:eastAsia="ko-KR"/>
        </w:rPr>
      </w:pPr>
      <w:r w:rsidRPr="001F6F41">
        <w:rPr>
          <w:lang w:eastAsia="ko-KR"/>
        </w:rPr>
        <w:t xml:space="preserve">  RMI Resource Policy    Resource Policy Config mode</w:t>
      </w:r>
    </w:p>
    <w:p w14:paraId="5784D6C6" w14:textId="77777777" w:rsidR="002A27E9" w:rsidRDefault="004353EB">
      <w:pPr>
        <w:pStyle w:val="CMDOutput"/>
      </w:pPr>
      <w:r>
        <w:t xml:space="preserve">  </w:t>
      </w:r>
      <w:r w:rsidRPr="00AC7344">
        <w:t>SASL-profile           SASL profile configuration mode</w:t>
      </w:r>
    </w:p>
    <w:p w14:paraId="1E3044D2" w14:textId="77777777" w:rsidR="002A27E9" w:rsidRDefault="004353EB">
      <w:pPr>
        <w:pStyle w:val="CMDOutput"/>
      </w:pPr>
      <w:r w:rsidRPr="00AC7344">
        <w:t xml:space="preserve">  </w:t>
      </w:r>
      <w:proofErr w:type="spellStart"/>
      <w:r w:rsidRPr="00AC7344">
        <w:t>aaa</w:t>
      </w:r>
      <w:proofErr w:type="spellEnd"/>
      <w:r w:rsidRPr="00AC7344">
        <w:t>-</w:t>
      </w:r>
      <w:proofErr w:type="spellStart"/>
      <w:r w:rsidRPr="00AC7344">
        <w:t>attr</w:t>
      </w:r>
      <w:proofErr w:type="spellEnd"/>
      <w:r w:rsidRPr="00AC7344">
        <w:t>-list          AAA attribute list config mode</w:t>
      </w:r>
    </w:p>
    <w:p w14:paraId="3CCCEC6E" w14:textId="77777777" w:rsidR="002A27E9" w:rsidRDefault="004353EB">
      <w:pPr>
        <w:pStyle w:val="CMDOutput"/>
      </w:pPr>
      <w:r w:rsidRPr="00AC7344">
        <w:t xml:space="preserve">  </w:t>
      </w:r>
      <w:proofErr w:type="spellStart"/>
      <w:r w:rsidRPr="00AC7344">
        <w:t>aaa</w:t>
      </w:r>
      <w:proofErr w:type="spellEnd"/>
      <w:r w:rsidRPr="00AC7344">
        <w:t>-user               AAA user definition</w:t>
      </w:r>
    </w:p>
    <w:p w14:paraId="1C96FE05" w14:textId="77777777" w:rsidR="002A27E9" w:rsidRDefault="004353EB">
      <w:pPr>
        <w:pStyle w:val="CMDOutput"/>
      </w:pPr>
      <w:r w:rsidRPr="00AC7344">
        <w:t xml:space="preserve">  accept-</w:t>
      </w:r>
      <w:proofErr w:type="spellStart"/>
      <w:r w:rsidRPr="00AC7344">
        <w:t>dialin</w:t>
      </w:r>
      <w:proofErr w:type="spellEnd"/>
      <w:r w:rsidRPr="00AC7344">
        <w:t xml:space="preserve">          VPDN group accept </w:t>
      </w:r>
      <w:proofErr w:type="spellStart"/>
      <w:r w:rsidRPr="00AC7344">
        <w:t>dialin</w:t>
      </w:r>
      <w:proofErr w:type="spellEnd"/>
      <w:r w:rsidRPr="00AC7344">
        <w:t xml:space="preserve"> configuration mode</w:t>
      </w:r>
    </w:p>
    <w:p w14:paraId="679BD949" w14:textId="77777777" w:rsidR="002A27E9" w:rsidRDefault="004353EB">
      <w:pPr>
        <w:pStyle w:val="CMDOutput"/>
      </w:pPr>
      <w:r w:rsidRPr="00AC7344">
        <w:t xml:space="preserve">  accept-</w:t>
      </w:r>
      <w:proofErr w:type="spellStart"/>
      <w:r w:rsidRPr="00AC7344">
        <w:t>dialout</w:t>
      </w:r>
      <w:proofErr w:type="spellEnd"/>
      <w:r w:rsidRPr="00AC7344">
        <w:t xml:space="preserve">         VPDN group accept </w:t>
      </w:r>
      <w:proofErr w:type="spellStart"/>
      <w:r w:rsidRPr="00AC7344">
        <w:t>dialout</w:t>
      </w:r>
      <w:proofErr w:type="spellEnd"/>
      <w:r w:rsidRPr="00AC7344">
        <w:t xml:space="preserve"> configuration mode</w:t>
      </w:r>
    </w:p>
    <w:p w14:paraId="60EBACB2" w14:textId="77777777" w:rsidR="002A27E9" w:rsidRDefault="004353EB">
      <w:pPr>
        <w:pStyle w:val="CMDOutput"/>
      </w:pPr>
      <w:r w:rsidRPr="00AC7344">
        <w:t xml:space="preserve">  address-family         Address Family configuration mode</w:t>
      </w:r>
    </w:p>
    <w:p w14:paraId="4C4D0713" w14:textId="77777777" w:rsidR="002A27E9" w:rsidRDefault="004353EB">
      <w:pPr>
        <w:pStyle w:val="CMDOutput"/>
      </w:pPr>
      <w:r w:rsidRPr="00AC7344">
        <w:t>&lt;output omitted&gt;</w:t>
      </w:r>
    </w:p>
    <w:p w14:paraId="421538A5" w14:textId="77777777" w:rsidR="004353EB" w:rsidRPr="00F85DBF" w:rsidRDefault="004353EB" w:rsidP="0014611F">
      <w:pPr>
        <w:pStyle w:val="SubStepAlpha"/>
      </w:pPr>
      <w:r w:rsidRPr="00F85DBF">
        <w:t xml:space="preserve">Add all </w:t>
      </w:r>
      <w:r w:rsidRPr="00EA0AFF">
        <w:rPr>
          <w:b/>
        </w:rPr>
        <w:t>config</w:t>
      </w:r>
      <w:r>
        <w:t xml:space="preserve">, </w:t>
      </w:r>
      <w:r w:rsidRPr="00EA0AFF">
        <w:rPr>
          <w:b/>
        </w:rPr>
        <w:t>show</w:t>
      </w:r>
      <w:r>
        <w:t xml:space="preserve">, and </w:t>
      </w:r>
      <w:r w:rsidRPr="00EA0AFF">
        <w:rPr>
          <w:b/>
        </w:rPr>
        <w:t>debug</w:t>
      </w:r>
      <w:r>
        <w:t xml:space="preserve"> </w:t>
      </w:r>
      <w:r w:rsidRPr="00F85DBF">
        <w:t xml:space="preserve">commands to the </w:t>
      </w:r>
      <w:r>
        <w:t xml:space="preserve">admin1 </w:t>
      </w:r>
      <w:r w:rsidRPr="00F85DBF">
        <w:t>view</w:t>
      </w:r>
      <w:r>
        <w:t xml:space="preserve"> and then e</w:t>
      </w:r>
      <w:r w:rsidRPr="00F85DBF">
        <w:t>xit from view configuration mode</w:t>
      </w:r>
      <w:r>
        <w:t>.</w:t>
      </w:r>
    </w:p>
    <w:p w14:paraId="432AFC7D" w14:textId="77777777" w:rsidR="004353EB" w:rsidRPr="00654B37" w:rsidRDefault="004353EB" w:rsidP="004E38AC">
      <w:pPr>
        <w:pStyle w:val="CMD"/>
        <w:rPr>
          <w:lang w:eastAsia="ko-KR"/>
        </w:rPr>
      </w:pPr>
      <w:proofErr w:type="gramStart"/>
      <w:r w:rsidRPr="00654B37">
        <w:rPr>
          <w:lang w:eastAsia="ko-KR"/>
        </w:rPr>
        <w:t>R1(</w:t>
      </w:r>
      <w:proofErr w:type="gramEnd"/>
      <w:r w:rsidRPr="00654B37">
        <w:rPr>
          <w:lang w:eastAsia="ko-KR"/>
        </w:rPr>
        <w:t>config-view)</w:t>
      </w:r>
      <w:r>
        <w:rPr>
          <w:lang w:eastAsia="ko-KR"/>
        </w:rPr>
        <w:t xml:space="preserve"># </w:t>
      </w:r>
      <w:r w:rsidRPr="004E38AC">
        <w:rPr>
          <w:b/>
        </w:rPr>
        <w:t>commands exec include all show</w:t>
      </w:r>
    </w:p>
    <w:p w14:paraId="63252C7D" w14:textId="77777777" w:rsidR="004353EB" w:rsidRPr="00654B37" w:rsidRDefault="004353EB" w:rsidP="004E38AC">
      <w:pPr>
        <w:pStyle w:val="CMD"/>
        <w:rPr>
          <w:lang w:eastAsia="ko-KR"/>
        </w:rPr>
      </w:pPr>
      <w:proofErr w:type="gramStart"/>
      <w:r w:rsidRPr="00654B37">
        <w:rPr>
          <w:lang w:eastAsia="ko-KR"/>
        </w:rPr>
        <w:t>R1(</w:t>
      </w:r>
      <w:proofErr w:type="gramEnd"/>
      <w:r w:rsidRPr="00654B37">
        <w:rPr>
          <w:lang w:eastAsia="ko-KR"/>
        </w:rPr>
        <w:t>config-view)</w:t>
      </w:r>
      <w:r>
        <w:rPr>
          <w:lang w:eastAsia="ko-KR"/>
        </w:rPr>
        <w:t xml:space="preserve"># </w:t>
      </w:r>
      <w:r w:rsidRPr="004E38AC">
        <w:rPr>
          <w:b/>
        </w:rPr>
        <w:t>commands exec include all config terminal</w:t>
      </w:r>
    </w:p>
    <w:p w14:paraId="24289286" w14:textId="77777777" w:rsidR="004353EB" w:rsidRPr="004E38AC" w:rsidRDefault="004353EB" w:rsidP="004E38AC">
      <w:pPr>
        <w:pStyle w:val="CMD"/>
        <w:rPr>
          <w:b/>
        </w:rPr>
      </w:pPr>
      <w:proofErr w:type="gramStart"/>
      <w:r w:rsidRPr="00654B37">
        <w:rPr>
          <w:lang w:eastAsia="ko-KR"/>
        </w:rPr>
        <w:t>R1(</w:t>
      </w:r>
      <w:proofErr w:type="gramEnd"/>
      <w:r w:rsidRPr="00654B37">
        <w:rPr>
          <w:lang w:eastAsia="ko-KR"/>
        </w:rPr>
        <w:t>config-view)</w:t>
      </w:r>
      <w:r>
        <w:rPr>
          <w:lang w:eastAsia="ko-KR"/>
        </w:rPr>
        <w:t xml:space="preserve"># </w:t>
      </w:r>
      <w:r w:rsidRPr="004E38AC">
        <w:rPr>
          <w:b/>
        </w:rPr>
        <w:t>commands exec include all debug</w:t>
      </w:r>
    </w:p>
    <w:p w14:paraId="4389F3B9" w14:textId="77777777" w:rsidR="004353EB" w:rsidRPr="0045260A" w:rsidRDefault="004353EB" w:rsidP="004E38AC">
      <w:pPr>
        <w:pStyle w:val="CMD"/>
        <w:rPr>
          <w:lang w:eastAsia="ko-KR"/>
        </w:rPr>
      </w:pPr>
      <w:proofErr w:type="gramStart"/>
      <w:r>
        <w:rPr>
          <w:lang w:eastAsia="ko-KR"/>
        </w:rPr>
        <w:t>R1</w:t>
      </w:r>
      <w:r w:rsidRPr="0045260A">
        <w:rPr>
          <w:lang w:eastAsia="ko-KR"/>
        </w:rPr>
        <w:t>(</w:t>
      </w:r>
      <w:proofErr w:type="gramEnd"/>
      <w:r w:rsidRPr="0045260A">
        <w:rPr>
          <w:lang w:eastAsia="ko-KR"/>
        </w:rPr>
        <w:t>config-view)</w:t>
      </w:r>
      <w:r>
        <w:rPr>
          <w:lang w:eastAsia="ko-KR"/>
        </w:rPr>
        <w:t xml:space="preserve"># </w:t>
      </w:r>
      <w:r w:rsidRPr="004E38AC">
        <w:rPr>
          <w:b/>
        </w:rPr>
        <w:t>end</w:t>
      </w:r>
    </w:p>
    <w:p w14:paraId="1E57E044" w14:textId="77777777" w:rsidR="004353EB" w:rsidRPr="00F85DBF" w:rsidRDefault="004353EB" w:rsidP="0014611F">
      <w:pPr>
        <w:pStyle w:val="SubStepAlpha"/>
      </w:pPr>
      <w:r>
        <w:t>V</w:t>
      </w:r>
      <w:r w:rsidRPr="00F85DBF">
        <w:t xml:space="preserve">erify the </w:t>
      </w:r>
      <w:r>
        <w:t xml:space="preserve">admin1 </w:t>
      </w:r>
      <w:r w:rsidRPr="00F85DBF">
        <w:t>view.</w:t>
      </w:r>
    </w:p>
    <w:p w14:paraId="2C43654C" w14:textId="77777777" w:rsidR="004353EB" w:rsidRPr="0045260A" w:rsidRDefault="004353EB" w:rsidP="004E38AC">
      <w:pPr>
        <w:pStyle w:val="CMD"/>
        <w:rPr>
          <w:lang w:eastAsia="ko-KR"/>
        </w:rPr>
      </w:pPr>
      <w:r>
        <w:rPr>
          <w:lang w:eastAsia="ko-KR"/>
        </w:rPr>
        <w:t xml:space="preserve">R1# </w:t>
      </w:r>
      <w:r w:rsidR="005E2E48" w:rsidRPr="005E2E48">
        <w:rPr>
          <w:b/>
          <w:lang w:eastAsia="ko-KR"/>
        </w:rPr>
        <w:t xml:space="preserve">enable </w:t>
      </w:r>
      <w:r w:rsidRPr="00785C5C">
        <w:rPr>
          <w:b/>
        </w:rPr>
        <w:t>v</w:t>
      </w:r>
      <w:r w:rsidRPr="004E38AC">
        <w:rPr>
          <w:b/>
        </w:rPr>
        <w:t>iew admin1</w:t>
      </w:r>
    </w:p>
    <w:p w14:paraId="3091F139" w14:textId="77777777" w:rsidR="004353EB" w:rsidRPr="0045260A" w:rsidRDefault="004353EB" w:rsidP="004E38AC">
      <w:pPr>
        <w:pStyle w:val="CMD"/>
        <w:rPr>
          <w:lang w:eastAsia="ko-KR"/>
        </w:rPr>
      </w:pPr>
      <w:r w:rsidRPr="0045260A">
        <w:rPr>
          <w:lang w:eastAsia="ko-KR"/>
        </w:rPr>
        <w:t>Password:</w:t>
      </w:r>
      <w:r w:rsidR="00DA3937">
        <w:rPr>
          <w:lang w:eastAsia="ko-KR"/>
        </w:rPr>
        <w:t xml:space="preserve"> </w:t>
      </w:r>
      <w:r w:rsidRPr="004E38AC">
        <w:rPr>
          <w:b/>
        </w:rPr>
        <w:t>admin1pass</w:t>
      </w:r>
    </w:p>
    <w:p w14:paraId="69DFDEA9" w14:textId="77777777" w:rsidR="00785C5C" w:rsidRDefault="00785C5C" w:rsidP="004E38AC">
      <w:pPr>
        <w:pStyle w:val="CMD"/>
        <w:rPr>
          <w:lang w:eastAsia="ko-KR"/>
        </w:rPr>
      </w:pPr>
    </w:p>
    <w:p w14:paraId="4C6DFA1F" w14:textId="77777777" w:rsidR="004353EB" w:rsidRPr="0045260A" w:rsidRDefault="004353EB" w:rsidP="004E38AC">
      <w:pPr>
        <w:pStyle w:val="CMD"/>
        <w:rPr>
          <w:lang w:eastAsia="ko-KR"/>
        </w:rPr>
      </w:pPr>
      <w:r>
        <w:rPr>
          <w:lang w:eastAsia="ko-KR"/>
        </w:rPr>
        <w:t xml:space="preserve">R1# </w:t>
      </w:r>
      <w:r w:rsidRPr="004E38AC">
        <w:rPr>
          <w:b/>
        </w:rPr>
        <w:t>show parser view</w:t>
      </w:r>
    </w:p>
    <w:p w14:paraId="3221535A" w14:textId="77777777" w:rsidR="004353EB" w:rsidRDefault="004353EB" w:rsidP="004E38AC">
      <w:pPr>
        <w:pStyle w:val="CMD"/>
        <w:rPr>
          <w:lang w:eastAsia="ko-KR"/>
        </w:rPr>
      </w:pPr>
      <w:r w:rsidRPr="0045260A">
        <w:rPr>
          <w:lang w:eastAsia="ko-KR"/>
        </w:rPr>
        <w:t>Current view is ‘</w:t>
      </w:r>
      <w:r>
        <w:rPr>
          <w:lang w:eastAsia="ko-KR"/>
        </w:rPr>
        <w:t>admin1</w:t>
      </w:r>
      <w:r w:rsidRPr="0045260A">
        <w:rPr>
          <w:lang w:eastAsia="ko-KR"/>
        </w:rPr>
        <w:t>’</w:t>
      </w:r>
    </w:p>
    <w:p w14:paraId="4387603D" w14:textId="77777777" w:rsidR="004353EB" w:rsidRPr="00F85DBF" w:rsidRDefault="004353EB" w:rsidP="0014611F">
      <w:pPr>
        <w:pStyle w:val="SubStepAlpha"/>
      </w:pPr>
      <w:r w:rsidRPr="00F85DBF">
        <w:t>Examine the commands available in the admin1</w:t>
      </w:r>
      <w:r w:rsidRPr="00837819">
        <w:t xml:space="preserve"> </w:t>
      </w:r>
      <w:r w:rsidRPr="00F85DBF">
        <w:t>view</w:t>
      </w:r>
      <w:r>
        <w:t>.</w:t>
      </w:r>
    </w:p>
    <w:p w14:paraId="3B83D502" w14:textId="77777777" w:rsidR="004353EB" w:rsidRPr="00C31199" w:rsidRDefault="004353EB" w:rsidP="004E38AC">
      <w:pPr>
        <w:pStyle w:val="CMD"/>
        <w:rPr>
          <w:lang w:eastAsia="ko-KR"/>
        </w:rPr>
      </w:pPr>
      <w:r w:rsidRPr="00C31199">
        <w:rPr>
          <w:lang w:eastAsia="ko-KR"/>
        </w:rPr>
        <w:t>R1</w:t>
      </w:r>
      <w:proofErr w:type="gramStart"/>
      <w:r>
        <w:rPr>
          <w:lang w:eastAsia="ko-KR"/>
        </w:rPr>
        <w:t xml:space="preserve"># </w:t>
      </w:r>
      <w:r w:rsidRPr="00040B05">
        <w:rPr>
          <w:b/>
          <w:lang w:eastAsia="ko-KR"/>
        </w:rPr>
        <w:t>?</w:t>
      </w:r>
      <w:proofErr w:type="gramEnd"/>
    </w:p>
    <w:p w14:paraId="4B8F8731" w14:textId="77777777" w:rsidR="004353EB" w:rsidRPr="00C31199" w:rsidRDefault="004353EB" w:rsidP="004E38AC">
      <w:pPr>
        <w:pStyle w:val="CMD"/>
        <w:rPr>
          <w:lang w:eastAsia="ko-KR"/>
        </w:rPr>
      </w:pPr>
      <w:r w:rsidRPr="00C31199">
        <w:rPr>
          <w:lang w:eastAsia="ko-KR"/>
        </w:rPr>
        <w:t>Exec commands:</w:t>
      </w:r>
    </w:p>
    <w:p w14:paraId="5C4237FE" w14:textId="77777777" w:rsidR="000435D4" w:rsidRDefault="004353EB" w:rsidP="000435D4">
      <w:pPr>
        <w:pStyle w:val="CMDOutput"/>
        <w:rPr>
          <w:lang w:eastAsia="ko-KR"/>
        </w:rPr>
      </w:pPr>
      <w:r>
        <w:rPr>
          <w:lang w:eastAsia="ko-KR"/>
        </w:rPr>
        <w:t xml:space="preserve">  </w:t>
      </w:r>
      <w:r w:rsidR="000435D4">
        <w:rPr>
          <w:lang w:eastAsia="ko-KR"/>
        </w:rPr>
        <w:t>&lt;0-0&gt;/&lt;0-4</w:t>
      </w:r>
      <w:proofErr w:type="gramStart"/>
      <w:r w:rsidR="000435D4">
        <w:rPr>
          <w:lang w:eastAsia="ko-KR"/>
        </w:rPr>
        <w:t>&gt;  Enter</w:t>
      </w:r>
      <w:proofErr w:type="gramEnd"/>
      <w:r w:rsidR="000435D4">
        <w:rPr>
          <w:lang w:eastAsia="ko-KR"/>
        </w:rPr>
        <w:t xml:space="preserve"> card slot/sublot number</w:t>
      </w:r>
    </w:p>
    <w:p w14:paraId="736AF944" w14:textId="77777777" w:rsidR="000435D4" w:rsidRDefault="000435D4" w:rsidP="000435D4">
      <w:pPr>
        <w:pStyle w:val="CMDOutput"/>
        <w:rPr>
          <w:lang w:eastAsia="ko-KR"/>
        </w:rPr>
      </w:pPr>
      <w:r>
        <w:rPr>
          <w:lang w:eastAsia="ko-KR"/>
        </w:rPr>
        <w:t xml:space="preserve">  configure    Enter configuration mode</w:t>
      </w:r>
    </w:p>
    <w:p w14:paraId="69E9986B" w14:textId="77777777" w:rsidR="000435D4" w:rsidRDefault="000435D4" w:rsidP="000435D4">
      <w:pPr>
        <w:pStyle w:val="CMDOutput"/>
        <w:rPr>
          <w:lang w:eastAsia="ko-KR"/>
        </w:rPr>
      </w:pPr>
      <w:r>
        <w:rPr>
          <w:lang w:eastAsia="ko-KR"/>
        </w:rPr>
        <w:t xml:space="preserve">  debug        Debugging functions (see also '</w:t>
      </w:r>
      <w:proofErr w:type="spellStart"/>
      <w:r>
        <w:rPr>
          <w:lang w:eastAsia="ko-KR"/>
        </w:rPr>
        <w:t>undebug</w:t>
      </w:r>
      <w:proofErr w:type="spellEnd"/>
      <w:r>
        <w:rPr>
          <w:lang w:eastAsia="ko-KR"/>
        </w:rPr>
        <w:t>')</w:t>
      </w:r>
    </w:p>
    <w:p w14:paraId="41891E4F" w14:textId="77777777" w:rsidR="000435D4" w:rsidRDefault="000435D4" w:rsidP="000435D4">
      <w:pPr>
        <w:pStyle w:val="CMDOutput"/>
        <w:rPr>
          <w:lang w:eastAsia="ko-KR"/>
        </w:rPr>
      </w:pPr>
      <w:r>
        <w:rPr>
          <w:lang w:eastAsia="ko-KR"/>
        </w:rPr>
        <w:t xml:space="preserve">  do-exec      Mode-independent "do-exec" prefix support</w:t>
      </w:r>
    </w:p>
    <w:p w14:paraId="445C8395" w14:textId="77777777" w:rsidR="000435D4" w:rsidRDefault="000435D4" w:rsidP="000435D4">
      <w:pPr>
        <w:pStyle w:val="CMDOutput"/>
        <w:rPr>
          <w:lang w:eastAsia="ko-KR"/>
        </w:rPr>
      </w:pPr>
      <w:r>
        <w:rPr>
          <w:lang w:eastAsia="ko-KR"/>
        </w:rPr>
        <w:t xml:space="preserve">  enable       Turn on privileged commands</w:t>
      </w:r>
    </w:p>
    <w:p w14:paraId="2C30BE87" w14:textId="77777777" w:rsidR="000435D4" w:rsidRDefault="000435D4" w:rsidP="000435D4">
      <w:pPr>
        <w:pStyle w:val="CMDOutput"/>
        <w:rPr>
          <w:lang w:eastAsia="ko-KR"/>
        </w:rPr>
      </w:pPr>
      <w:r>
        <w:rPr>
          <w:lang w:eastAsia="ko-KR"/>
        </w:rPr>
        <w:t xml:space="preserve">  exit         </w:t>
      </w:r>
      <w:proofErr w:type="spellStart"/>
      <w:r>
        <w:rPr>
          <w:lang w:eastAsia="ko-KR"/>
        </w:rPr>
        <w:t>Exit</w:t>
      </w:r>
      <w:proofErr w:type="spellEnd"/>
      <w:r>
        <w:rPr>
          <w:lang w:eastAsia="ko-KR"/>
        </w:rPr>
        <w:t xml:space="preserve"> from the EXEC</w:t>
      </w:r>
    </w:p>
    <w:p w14:paraId="6509FAE3" w14:textId="77777777" w:rsidR="004353EB" w:rsidRDefault="000435D4" w:rsidP="004E38AC">
      <w:pPr>
        <w:pStyle w:val="CMD"/>
        <w:rPr>
          <w:lang w:eastAsia="ko-KR"/>
        </w:rPr>
      </w:pPr>
      <w:r>
        <w:rPr>
          <w:lang w:eastAsia="ko-KR"/>
        </w:rPr>
        <w:t xml:space="preserve">  show         </w:t>
      </w:r>
      <w:proofErr w:type="spellStart"/>
      <w:r>
        <w:rPr>
          <w:lang w:eastAsia="ko-KR"/>
        </w:rPr>
        <w:t>Show</w:t>
      </w:r>
      <w:proofErr w:type="spellEnd"/>
      <w:r>
        <w:rPr>
          <w:lang w:eastAsia="ko-KR"/>
        </w:rPr>
        <w:t xml:space="preserve"> running system </w:t>
      </w:r>
    </w:p>
    <w:p w14:paraId="4AEAB8FF" w14:textId="77777777" w:rsidR="00597D32" w:rsidRPr="00C31199" w:rsidRDefault="00597D32" w:rsidP="00597D32">
      <w:pPr>
        <w:pStyle w:val="BodyTextL50"/>
        <w:rPr>
          <w:lang w:eastAsia="ko-KR"/>
        </w:rPr>
      </w:pPr>
      <w:r>
        <w:rPr>
          <w:b/>
          <w:lang w:eastAsia="ko-KR"/>
        </w:rPr>
        <w:t>Note</w:t>
      </w:r>
      <w:r>
        <w:rPr>
          <w:lang w:eastAsia="ko-KR"/>
        </w:rPr>
        <w:t xml:space="preserve">: There </w:t>
      </w:r>
      <w:r w:rsidR="00243D6B">
        <w:rPr>
          <w:lang w:eastAsia="ko-KR"/>
        </w:rPr>
        <w:t>may</w:t>
      </w:r>
      <w:r>
        <w:rPr>
          <w:lang w:eastAsia="ko-KR"/>
        </w:rPr>
        <w:t xml:space="preserve"> be more </w:t>
      </w:r>
      <w:r w:rsidR="009A0E93">
        <w:rPr>
          <w:lang w:eastAsia="ko-KR"/>
        </w:rPr>
        <w:t xml:space="preserve">EXEC </w:t>
      </w:r>
      <w:r>
        <w:rPr>
          <w:lang w:eastAsia="ko-KR"/>
        </w:rPr>
        <w:t xml:space="preserve">commands available than </w:t>
      </w:r>
      <w:r w:rsidR="00243D6B">
        <w:rPr>
          <w:lang w:eastAsia="ko-KR"/>
        </w:rPr>
        <w:t xml:space="preserve">are </w:t>
      </w:r>
      <w:r>
        <w:rPr>
          <w:lang w:eastAsia="ko-KR"/>
        </w:rPr>
        <w:t>displayed</w:t>
      </w:r>
      <w:r w:rsidR="00243D6B">
        <w:rPr>
          <w:lang w:eastAsia="ko-KR"/>
        </w:rPr>
        <w:t>. This</w:t>
      </w:r>
      <w:r>
        <w:rPr>
          <w:lang w:eastAsia="ko-KR"/>
        </w:rPr>
        <w:t xml:space="preserve"> depend</w:t>
      </w:r>
      <w:r w:rsidR="00243D6B">
        <w:rPr>
          <w:lang w:eastAsia="ko-KR"/>
        </w:rPr>
        <w:t>s</w:t>
      </w:r>
      <w:r>
        <w:rPr>
          <w:lang w:eastAsia="ko-KR"/>
        </w:rPr>
        <w:t xml:space="preserve"> on your device and</w:t>
      </w:r>
      <w:r w:rsidR="00243D6B">
        <w:rPr>
          <w:lang w:eastAsia="ko-KR"/>
        </w:rPr>
        <w:t xml:space="preserve"> the</w:t>
      </w:r>
      <w:r>
        <w:rPr>
          <w:lang w:eastAsia="ko-KR"/>
        </w:rPr>
        <w:t xml:space="preserve"> IOS image used.</w:t>
      </w:r>
    </w:p>
    <w:p w14:paraId="29C7E302" w14:textId="77777777" w:rsidR="004353EB" w:rsidRPr="00F85DBF" w:rsidRDefault="004353EB" w:rsidP="0014611F">
      <w:pPr>
        <w:pStyle w:val="SubStepAlpha"/>
      </w:pPr>
      <w:r w:rsidRPr="00F85DBF">
        <w:t xml:space="preserve">Examine the </w:t>
      </w:r>
      <w:r w:rsidRPr="00EA0AFF">
        <w:rPr>
          <w:b/>
        </w:rPr>
        <w:t>show</w:t>
      </w:r>
      <w:r w:rsidRPr="00646BBC">
        <w:rPr>
          <w:rFonts w:ascii="Courier New" w:hAnsi="Courier New" w:cs="Courier New"/>
          <w:b/>
        </w:rPr>
        <w:t xml:space="preserve"> </w:t>
      </w:r>
      <w:r w:rsidRPr="00F85DBF">
        <w:t xml:space="preserve">commands available in the </w:t>
      </w:r>
      <w:r>
        <w:t>admin1 v</w:t>
      </w:r>
      <w:r w:rsidRPr="00F85DBF">
        <w:t>iew</w:t>
      </w:r>
      <w:r>
        <w:t>.</w:t>
      </w:r>
    </w:p>
    <w:p w14:paraId="745C8B6E" w14:textId="77777777" w:rsidR="004353EB" w:rsidRDefault="004353EB" w:rsidP="004E38AC">
      <w:pPr>
        <w:pStyle w:val="CMD"/>
        <w:rPr>
          <w:lang w:eastAsia="ko-KR"/>
        </w:rPr>
      </w:pPr>
      <w:r>
        <w:rPr>
          <w:lang w:eastAsia="ko-KR"/>
        </w:rPr>
        <w:t xml:space="preserve">R1# </w:t>
      </w:r>
      <w:proofErr w:type="gramStart"/>
      <w:r w:rsidRPr="004E38AC">
        <w:rPr>
          <w:b/>
        </w:rPr>
        <w:t>show ?</w:t>
      </w:r>
      <w:proofErr w:type="gramEnd"/>
    </w:p>
    <w:p w14:paraId="1D5DF4A6" w14:textId="77777777" w:rsidR="00366A48" w:rsidRDefault="00575ED2">
      <w:pPr>
        <w:pStyle w:val="CMDOutput"/>
        <w:rPr>
          <w:lang w:eastAsia="ko-KR"/>
        </w:rPr>
      </w:pPr>
      <w:r>
        <w:rPr>
          <w:lang w:eastAsia="ko-KR"/>
        </w:rPr>
        <w:t xml:space="preserve">  </w:t>
      </w:r>
      <w:proofErr w:type="spellStart"/>
      <w:r>
        <w:rPr>
          <w:lang w:eastAsia="ko-KR"/>
        </w:rPr>
        <w:t>aaa</w:t>
      </w:r>
      <w:proofErr w:type="spellEnd"/>
      <w:r>
        <w:rPr>
          <w:lang w:eastAsia="ko-KR"/>
        </w:rPr>
        <w:t xml:space="preserve">                       Show AAA values</w:t>
      </w:r>
    </w:p>
    <w:p w14:paraId="387F372F" w14:textId="77777777" w:rsidR="00366A48" w:rsidRDefault="00575ED2">
      <w:pPr>
        <w:pStyle w:val="CMDOutput"/>
        <w:rPr>
          <w:lang w:eastAsia="ko-KR"/>
        </w:rPr>
      </w:pPr>
      <w:r>
        <w:rPr>
          <w:lang w:eastAsia="ko-KR"/>
        </w:rPr>
        <w:t xml:space="preserve">  access-expression         List access expression</w:t>
      </w:r>
    </w:p>
    <w:p w14:paraId="0374C65E" w14:textId="77777777" w:rsidR="00366A48" w:rsidRDefault="00575ED2">
      <w:pPr>
        <w:pStyle w:val="CMDOutput"/>
        <w:rPr>
          <w:lang w:eastAsia="ko-KR"/>
        </w:rPr>
      </w:pPr>
      <w:r>
        <w:rPr>
          <w:lang w:eastAsia="ko-KR"/>
        </w:rPr>
        <w:t xml:space="preserve">  access-lists              List access lists</w:t>
      </w:r>
    </w:p>
    <w:p w14:paraId="31EAB1C8" w14:textId="77777777" w:rsidR="00366A48" w:rsidRDefault="00575ED2">
      <w:pPr>
        <w:pStyle w:val="CMDOutput"/>
        <w:rPr>
          <w:lang w:eastAsia="ko-KR"/>
        </w:rPr>
      </w:pPr>
      <w:r>
        <w:rPr>
          <w:lang w:eastAsia="ko-KR"/>
        </w:rPr>
        <w:t xml:space="preserve">  </w:t>
      </w:r>
      <w:proofErr w:type="spellStart"/>
      <w:r>
        <w:rPr>
          <w:lang w:eastAsia="ko-KR"/>
        </w:rPr>
        <w:t>acircuit</w:t>
      </w:r>
      <w:proofErr w:type="spellEnd"/>
      <w:r>
        <w:rPr>
          <w:lang w:eastAsia="ko-KR"/>
        </w:rPr>
        <w:t xml:space="preserve">                  Access circuit info</w:t>
      </w:r>
    </w:p>
    <w:p w14:paraId="13B310E3" w14:textId="77777777" w:rsidR="00366A48" w:rsidRDefault="00575ED2">
      <w:pPr>
        <w:pStyle w:val="CMDOutput"/>
        <w:rPr>
          <w:lang w:eastAsia="ko-KR"/>
        </w:rPr>
      </w:pPr>
      <w:r>
        <w:rPr>
          <w:lang w:eastAsia="ko-KR"/>
        </w:rPr>
        <w:t xml:space="preserve">  adjacency                 Adjacent nodes</w:t>
      </w:r>
    </w:p>
    <w:p w14:paraId="579B9607" w14:textId="77777777" w:rsidR="00366A48" w:rsidRDefault="00575ED2">
      <w:pPr>
        <w:pStyle w:val="CMDOutput"/>
        <w:rPr>
          <w:lang w:eastAsia="ko-KR"/>
        </w:rPr>
      </w:pPr>
      <w:r>
        <w:rPr>
          <w:lang w:eastAsia="ko-KR"/>
        </w:rPr>
        <w:t xml:space="preserve">  aliases                   Display alias commands</w:t>
      </w:r>
    </w:p>
    <w:p w14:paraId="06D761EA" w14:textId="77777777" w:rsidR="00366A48" w:rsidRDefault="00575ED2">
      <w:pPr>
        <w:pStyle w:val="CMDOutput"/>
        <w:rPr>
          <w:lang w:eastAsia="ko-KR"/>
        </w:rPr>
      </w:pPr>
      <w:r>
        <w:rPr>
          <w:lang w:eastAsia="ko-KR"/>
        </w:rPr>
        <w:t xml:space="preserve">  alignment                 Show alignment information</w:t>
      </w:r>
    </w:p>
    <w:p w14:paraId="0FD3F98B" w14:textId="77777777" w:rsidR="00366A48" w:rsidRDefault="00575ED2">
      <w:pPr>
        <w:pStyle w:val="CMDOutput"/>
        <w:rPr>
          <w:lang w:eastAsia="ko-KR"/>
        </w:rPr>
      </w:pPr>
      <w:r>
        <w:rPr>
          <w:lang w:eastAsia="ko-KR"/>
        </w:rPr>
        <w:t xml:space="preserve">  </w:t>
      </w:r>
      <w:proofErr w:type="spellStart"/>
      <w:r>
        <w:rPr>
          <w:lang w:eastAsia="ko-KR"/>
        </w:rPr>
        <w:t>appfw</w:t>
      </w:r>
      <w:proofErr w:type="spellEnd"/>
      <w:r>
        <w:rPr>
          <w:lang w:eastAsia="ko-KR"/>
        </w:rPr>
        <w:t xml:space="preserve">                     Application Firewall information</w:t>
      </w:r>
    </w:p>
    <w:p w14:paraId="5219116D" w14:textId="77777777" w:rsidR="00366A48" w:rsidRDefault="00575ED2">
      <w:pPr>
        <w:pStyle w:val="CMDOutput"/>
        <w:rPr>
          <w:lang w:eastAsia="ko-KR"/>
        </w:rPr>
      </w:pPr>
      <w:r>
        <w:rPr>
          <w:lang w:eastAsia="ko-KR"/>
        </w:rPr>
        <w:t xml:space="preserve">  archive                   </w:t>
      </w:r>
      <w:proofErr w:type="spellStart"/>
      <w:r>
        <w:rPr>
          <w:lang w:eastAsia="ko-KR"/>
        </w:rPr>
        <w:t>Archive</w:t>
      </w:r>
      <w:proofErr w:type="spellEnd"/>
      <w:r>
        <w:rPr>
          <w:lang w:eastAsia="ko-KR"/>
        </w:rPr>
        <w:t xml:space="preserve"> functions</w:t>
      </w:r>
    </w:p>
    <w:p w14:paraId="26BE6AD3" w14:textId="77777777" w:rsidR="00366A48" w:rsidRDefault="00575ED2">
      <w:pPr>
        <w:pStyle w:val="CMDOutput"/>
        <w:rPr>
          <w:lang w:eastAsia="ko-KR"/>
        </w:rPr>
      </w:pPr>
      <w:r>
        <w:rPr>
          <w:lang w:eastAsia="ko-KR"/>
        </w:rPr>
        <w:t xml:space="preserve">  </w:t>
      </w:r>
      <w:proofErr w:type="spellStart"/>
      <w:r>
        <w:rPr>
          <w:lang w:eastAsia="ko-KR"/>
        </w:rPr>
        <w:t>arp</w:t>
      </w:r>
      <w:proofErr w:type="spellEnd"/>
      <w:r>
        <w:rPr>
          <w:lang w:eastAsia="ko-KR"/>
        </w:rPr>
        <w:t xml:space="preserve">                       ARP table</w:t>
      </w:r>
    </w:p>
    <w:p w14:paraId="7214ED87" w14:textId="77777777" w:rsidR="00366A48" w:rsidRDefault="004353EB">
      <w:pPr>
        <w:pStyle w:val="CMDOutput"/>
        <w:rPr>
          <w:lang w:eastAsia="ko-KR"/>
        </w:rPr>
      </w:pPr>
      <w:r w:rsidRPr="001F6F41">
        <w:rPr>
          <w:lang w:eastAsia="ko-KR"/>
        </w:rPr>
        <w:t>&lt;output omitted&gt;</w:t>
      </w:r>
    </w:p>
    <w:p w14:paraId="27E93BD2" w14:textId="77777777" w:rsidR="004353EB" w:rsidRPr="0045260A" w:rsidRDefault="004353EB" w:rsidP="0014611F">
      <w:pPr>
        <w:pStyle w:val="Heading3"/>
      </w:pPr>
      <w:bookmarkStart w:id="6" w:name="wp1068663"/>
      <w:bookmarkStart w:id="7" w:name="wp1068679"/>
      <w:bookmarkStart w:id="8" w:name="wp1068688"/>
      <w:bookmarkStart w:id="9" w:name="wp1068701"/>
      <w:bookmarkStart w:id="10" w:name="wp1068709"/>
      <w:bookmarkStart w:id="11" w:name="wp1068717"/>
      <w:bookmarkStart w:id="12" w:name="wp1069259"/>
      <w:bookmarkEnd w:id="6"/>
      <w:bookmarkEnd w:id="7"/>
      <w:bookmarkEnd w:id="8"/>
      <w:bookmarkEnd w:id="9"/>
      <w:bookmarkEnd w:id="10"/>
      <w:bookmarkEnd w:id="11"/>
      <w:bookmarkEnd w:id="12"/>
      <w:r>
        <w:t>Create the admin2 view, establish a password, and assign privileges</w:t>
      </w:r>
      <w:r>
        <w:rPr>
          <w:rFonts w:ascii="Times New Roman" w:hAnsi="Times New Roman"/>
          <w:sz w:val="24"/>
          <w:lang w:eastAsia="ko-KR"/>
        </w:rPr>
        <w:t>.</w:t>
      </w:r>
    </w:p>
    <w:p w14:paraId="39A8B0CB" w14:textId="77777777" w:rsidR="004353EB" w:rsidRPr="004E38AC" w:rsidRDefault="004353EB" w:rsidP="004E38AC">
      <w:pPr>
        <w:pStyle w:val="SubStepAlpha"/>
      </w:pPr>
      <w:r w:rsidRPr="004E38AC">
        <w:t>The admin2 user is a junior administrator in training who is allowed to view all configurations but is not allowed to configure the routers or use debug commands.</w:t>
      </w:r>
    </w:p>
    <w:p w14:paraId="17933CDB" w14:textId="77777777" w:rsidR="004353EB" w:rsidRPr="001918DC" w:rsidRDefault="004353EB" w:rsidP="004E38AC">
      <w:pPr>
        <w:pStyle w:val="SubStepAlpha"/>
      </w:pPr>
      <w:r w:rsidRPr="004E38AC">
        <w:rPr>
          <w:szCs w:val="20"/>
        </w:rPr>
        <w:t xml:space="preserve">Use the </w:t>
      </w:r>
      <w:r w:rsidRPr="00EA0AFF">
        <w:rPr>
          <w:b/>
        </w:rPr>
        <w:t>enable view</w:t>
      </w:r>
      <w:r w:rsidRPr="004E38AC">
        <w:t xml:space="preserve"> command to enable the root view, and enter the enable secret password </w:t>
      </w:r>
      <w:r w:rsidRPr="00EA0AFF">
        <w:rPr>
          <w:b/>
        </w:rPr>
        <w:t>cisco12345</w:t>
      </w:r>
      <w:r w:rsidRPr="004E38AC">
        <w:t>.</w:t>
      </w:r>
    </w:p>
    <w:p w14:paraId="069260A0" w14:textId="77777777" w:rsidR="004353EB" w:rsidRPr="0045260A" w:rsidRDefault="004353EB" w:rsidP="004E38AC">
      <w:pPr>
        <w:pStyle w:val="CMD"/>
        <w:rPr>
          <w:lang w:eastAsia="ko-KR"/>
        </w:rPr>
      </w:pPr>
      <w:r>
        <w:rPr>
          <w:lang w:eastAsia="ko-KR"/>
        </w:rPr>
        <w:t xml:space="preserve">R1# </w:t>
      </w:r>
      <w:r w:rsidRPr="004E38AC">
        <w:rPr>
          <w:b/>
        </w:rPr>
        <w:t>enable view</w:t>
      </w:r>
    </w:p>
    <w:p w14:paraId="38917D0B" w14:textId="77777777" w:rsidR="004353EB" w:rsidRPr="0045260A" w:rsidRDefault="004353EB" w:rsidP="004E38AC">
      <w:pPr>
        <w:pStyle w:val="CMD"/>
        <w:rPr>
          <w:lang w:eastAsia="ko-KR"/>
        </w:rPr>
      </w:pPr>
      <w:r w:rsidRPr="0045260A">
        <w:rPr>
          <w:lang w:eastAsia="ko-KR"/>
        </w:rPr>
        <w:t>Password:</w:t>
      </w:r>
      <w:r w:rsidR="00BA0F04">
        <w:rPr>
          <w:lang w:eastAsia="ko-KR"/>
        </w:rPr>
        <w:t xml:space="preserve"> </w:t>
      </w:r>
      <w:r w:rsidRPr="004E38AC">
        <w:rPr>
          <w:b/>
        </w:rPr>
        <w:t>cisco12345</w:t>
      </w:r>
    </w:p>
    <w:p w14:paraId="4076DB33" w14:textId="77777777" w:rsidR="004353EB" w:rsidRDefault="004353EB" w:rsidP="004E38AC">
      <w:pPr>
        <w:pStyle w:val="SubStepAlpha"/>
        <w:rPr>
          <w:lang w:eastAsia="ko-KR"/>
        </w:rPr>
      </w:pPr>
      <w:r w:rsidRPr="004E38AC">
        <w:t>Use the following command to create the</w:t>
      </w:r>
      <w:r>
        <w:rPr>
          <w:lang w:eastAsia="ko-KR"/>
        </w:rPr>
        <w:t xml:space="preserve"> admin2 view.</w:t>
      </w:r>
    </w:p>
    <w:p w14:paraId="42C821FD" w14:textId="77777777" w:rsidR="00D55665" w:rsidRDefault="00D55665" w:rsidP="004E38AC">
      <w:pPr>
        <w:pStyle w:val="CMD"/>
        <w:rPr>
          <w:lang w:eastAsia="ko-KR"/>
        </w:rPr>
      </w:pPr>
      <w:r>
        <w:rPr>
          <w:lang w:eastAsia="ko-KR"/>
        </w:rPr>
        <w:t xml:space="preserve">R1# </w:t>
      </w:r>
      <w:r w:rsidRPr="0014611F">
        <w:rPr>
          <w:b/>
          <w:bCs/>
          <w:lang w:eastAsia="ko-KR"/>
        </w:rPr>
        <w:t>configure terminal</w:t>
      </w:r>
    </w:p>
    <w:p w14:paraId="2AC402F4" w14:textId="695025D4" w:rsidR="004353EB" w:rsidRPr="0045260A" w:rsidRDefault="004353EB" w:rsidP="004E38AC">
      <w:pPr>
        <w:pStyle w:val="CMD"/>
        <w:rPr>
          <w:lang w:eastAsia="ko-KR"/>
        </w:rPr>
      </w:pPr>
      <w:r>
        <w:rPr>
          <w:lang w:eastAsia="ko-KR"/>
        </w:rPr>
        <w:t>R1</w:t>
      </w:r>
      <w:r w:rsidRPr="0045260A">
        <w:rPr>
          <w:lang w:eastAsia="ko-KR"/>
        </w:rPr>
        <w:t>(config)</w:t>
      </w:r>
      <w:r>
        <w:rPr>
          <w:lang w:eastAsia="ko-KR"/>
        </w:rPr>
        <w:t xml:space="preserve"># </w:t>
      </w:r>
      <w:r w:rsidRPr="004E38AC">
        <w:rPr>
          <w:b/>
        </w:rPr>
        <w:t>parser view admin2</w:t>
      </w:r>
    </w:p>
    <w:p w14:paraId="1687F2E1" w14:textId="77777777" w:rsidR="004353EB" w:rsidRPr="0045260A" w:rsidRDefault="004353EB" w:rsidP="004E38AC">
      <w:pPr>
        <w:pStyle w:val="SubStepAlpha"/>
        <w:rPr>
          <w:lang w:eastAsia="ko-KR"/>
        </w:rPr>
      </w:pPr>
      <w:r w:rsidRPr="0045260A">
        <w:rPr>
          <w:lang w:eastAsia="ko-KR"/>
        </w:rPr>
        <w:t xml:space="preserve">Associate the </w:t>
      </w:r>
      <w:r w:rsidRPr="003A2C13">
        <w:rPr>
          <w:lang w:eastAsia="ko-KR"/>
        </w:rPr>
        <w:t>admin2 v</w:t>
      </w:r>
      <w:r w:rsidRPr="0045260A">
        <w:rPr>
          <w:lang w:eastAsia="ko-KR"/>
        </w:rPr>
        <w:t>iew with a password.</w:t>
      </w:r>
    </w:p>
    <w:p w14:paraId="787D6240" w14:textId="77777777" w:rsidR="004353EB" w:rsidRPr="0045260A" w:rsidRDefault="004353EB" w:rsidP="004E38AC">
      <w:pPr>
        <w:pStyle w:val="CMD"/>
        <w:rPr>
          <w:lang w:eastAsia="ko-KR"/>
        </w:rPr>
      </w:pPr>
      <w:proofErr w:type="gramStart"/>
      <w:r>
        <w:rPr>
          <w:lang w:eastAsia="ko-KR"/>
        </w:rPr>
        <w:t>R1</w:t>
      </w:r>
      <w:r w:rsidRPr="0045260A">
        <w:rPr>
          <w:lang w:eastAsia="ko-KR"/>
        </w:rPr>
        <w:t>(</w:t>
      </w:r>
      <w:proofErr w:type="gramEnd"/>
      <w:r w:rsidRPr="0045260A">
        <w:rPr>
          <w:lang w:eastAsia="ko-KR"/>
        </w:rPr>
        <w:t>config-view)</w:t>
      </w:r>
      <w:r>
        <w:rPr>
          <w:lang w:eastAsia="ko-KR"/>
        </w:rPr>
        <w:t xml:space="preserve"># </w:t>
      </w:r>
      <w:r w:rsidRPr="004E38AC">
        <w:rPr>
          <w:b/>
        </w:rPr>
        <w:t>secret admin2pass</w:t>
      </w:r>
    </w:p>
    <w:p w14:paraId="130B0909" w14:textId="77777777" w:rsidR="004353EB" w:rsidRPr="009032BC" w:rsidRDefault="004353EB" w:rsidP="004E38AC">
      <w:pPr>
        <w:pStyle w:val="SubStepAlpha"/>
      </w:pPr>
      <w:r w:rsidRPr="009032BC">
        <w:t xml:space="preserve">Add all </w:t>
      </w:r>
      <w:r w:rsidR="005E2E48" w:rsidRPr="005E2E48">
        <w:rPr>
          <w:b/>
        </w:rPr>
        <w:t>show</w:t>
      </w:r>
      <w:r w:rsidRPr="009032BC">
        <w:t xml:space="preserve"> commands to the view</w:t>
      </w:r>
      <w:r w:rsidR="00533101">
        <w:t>,</w:t>
      </w:r>
      <w:r>
        <w:t xml:space="preserve"> and then e</w:t>
      </w:r>
      <w:r w:rsidRPr="00F85DBF">
        <w:t>xit from view configuration mode</w:t>
      </w:r>
      <w:r>
        <w:t>.</w:t>
      </w:r>
    </w:p>
    <w:p w14:paraId="29666108" w14:textId="77777777" w:rsidR="004353EB" w:rsidRPr="00B20D90" w:rsidRDefault="004353EB" w:rsidP="004E38AC">
      <w:pPr>
        <w:pStyle w:val="CMD"/>
        <w:rPr>
          <w:lang w:eastAsia="ko-KR"/>
        </w:rPr>
      </w:pPr>
      <w:proofErr w:type="gramStart"/>
      <w:r w:rsidRPr="00B20D90">
        <w:rPr>
          <w:lang w:eastAsia="ko-KR"/>
        </w:rPr>
        <w:t>R1(</w:t>
      </w:r>
      <w:proofErr w:type="gramEnd"/>
      <w:r w:rsidRPr="00B20D90">
        <w:rPr>
          <w:lang w:eastAsia="ko-KR"/>
        </w:rPr>
        <w:t>config-view)</w:t>
      </w:r>
      <w:r>
        <w:rPr>
          <w:lang w:eastAsia="ko-KR"/>
        </w:rPr>
        <w:t xml:space="preserve"># </w:t>
      </w:r>
      <w:r w:rsidRPr="004E38AC">
        <w:rPr>
          <w:b/>
        </w:rPr>
        <w:t>commands exec include all show</w:t>
      </w:r>
    </w:p>
    <w:p w14:paraId="57A543AD" w14:textId="77777777" w:rsidR="004353EB" w:rsidRPr="0045260A" w:rsidRDefault="004353EB" w:rsidP="004E38AC">
      <w:pPr>
        <w:pStyle w:val="CMD"/>
        <w:rPr>
          <w:lang w:eastAsia="ko-KR"/>
        </w:rPr>
      </w:pPr>
      <w:proofErr w:type="gramStart"/>
      <w:r w:rsidRPr="00B20D90">
        <w:rPr>
          <w:lang w:eastAsia="ko-KR"/>
        </w:rPr>
        <w:t>R1(</w:t>
      </w:r>
      <w:proofErr w:type="gramEnd"/>
      <w:r w:rsidRPr="00B20D90">
        <w:rPr>
          <w:lang w:eastAsia="ko-KR"/>
        </w:rPr>
        <w:t>config-view)</w:t>
      </w:r>
      <w:r>
        <w:rPr>
          <w:lang w:eastAsia="ko-KR"/>
        </w:rPr>
        <w:t xml:space="preserve"># </w:t>
      </w:r>
      <w:r w:rsidRPr="004E38AC">
        <w:rPr>
          <w:b/>
        </w:rPr>
        <w:t>end</w:t>
      </w:r>
    </w:p>
    <w:p w14:paraId="7A222088" w14:textId="77777777" w:rsidR="004353EB" w:rsidRPr="003A6538" w:rsidRDefault="004353EB" w:rsidP="004E38AC">
      <w:pPr>
        <w:pStyle w:val="SubStepAlpha"/>
      </w:pPr>
      <w:r>
        <w:t>V</w:t>
      </w:r>
      <w:r w:rsidRPr="003A6538">
        <w:t xml:space="preserve">erify the </w:t>
      </w:r>
      <w:r>
        <w:t xml:space="preserve">admin2 </w:t>
      </w:r>
      <w:r w:rsidRPr="003A6538">
        <w:t>view.</w:t>
      </w:r>
    </w:p>
    <w:p w14:paraId="0A46F5B3" w14:textId="77777777" w:rsidR="004353EB" w:rsidRPr="0045260A" w:rsidRDefault="004353EB" w:rsidP="004E38AC">
      <w:pPr>
        <w:pStyle w:val="CMD"/>
        <w:rPr>
          <w:lang w:eastAsia="ko-KR"/>
        </w:rPr>
      </w:pPr>
      <w:r>
        <w:rPr>
          <w:lang w:eastAsia="ko-KR"/>
        </w:rPr>
        <w:t xml:space="preserve">R1# </w:t>
      </w:r>
      <w:r w:rsidRPr="004E38AC">
        <w:rPr>
          <w:b/>
        </w:rPr>
        <w:t>enable view admin2</w:t>
      </w:r>
    </w:p>
    <w:p w14:paraId="5F4C83E8" w14:textId="77777777" w:rsidR="004353EB" w:rsidRPr="0045260A" w:rsidRDefault="004353EB" w:rsidP="004E38AC">
      <w:pPr>
        <w:pStyle w:val="CMD"/>
        <w:rPr>
          <w:lang w:eastAsia="ko-KR"/>
        </w:rPr>
      </w:pPr>
      <w:r w:rsidRPr="0045260A">
        <w:rPr>
          <w:lang w:eastAsia="ko-KR"/>
        </w:rPr>
        <w:t xml:space="preserve">Password: </w:t>
      </w:r>
      <w:r w:rsidRPr="004E38AC">
        <w:rPr>
          <w:b/>
        </w:rPr>
        <w:t>admin2pass</w:t>
      </w:r>
    </w:p>
    <w:p w14:paraId="156D37BF" w14:textId="77777777" w:rsidR="009A0E93" w:rsidRDefault="009A0E93" w:rsidP="004E38AC">
      <w:pPr>
        <w:pStyle w:val="CMD"/>
        <w:rPr>
          <w:lang w:eastAsia="ko-KR"/>
        </w:rPr>
      </w:pPr>
    </w:p>
    <w:p w14:paraId="1A005369" w14:textId="77777777" w:rsidR="004353EB" w:rsidRPr="0045260A" w:rsidRDefault="004353EB" w:rsidP="004E38AC">
      <w:pPr>
        <w:pStyle w:val="CMD"/>
        <w:rPr>
          <w:lang w:eastAsia="ko-KR"/>
        </w:rPr>
      </w:pPr>
      <w:r>
        <w:rPr>
          <w:lang w:eastAsia="ko-KR"/>
        </w:rPr>
        <w:t xml:space="preserve">R1# </w:t>
      </w:r>
      <w:r w:rsidRPr="004E38AC">
        <w:rPr>
          <w:b/>
        </w:rPr>
        <w:t>show parser view</w:t>
      </w:r>
    </w:p>
    <w:p w14:paraId="198C9F64" w14:textId="77777777" w:rsidR="004353EB" w:rsidRDefault="004353EB" w:rsidP="004E38AC">
      <w:pPr>
        <w:pStyle w:val="CMD"/>
        <w:rPr>
          <w:lang w:eastAsia="ko-KR"/>
        </w:rPr>
      </w:pPr>
      <w:r w:rsidRPr="0045260A">
        <w:rPr>
          <w:lang w:eastAsia="ko-KR"/>
        </w:rPr>
        <w:t>Current view is ‘</w:t>
      </w:r>
      <w:r>
        <w:rPr>
          <w:lang w:eastAsia="ko-KR"/>
        </w:rPr>
        <w:t>admin2</w:t>
      </w:r>
      <w:r w:rsidRPr="0045260A">
        <w:rPr>
          <w:lang w:eastAsia="ko-KR"/>
        </w:rPr>
        <w:t>’</w:t>
      </w:r>
    </w:p>
    <w:p w14:paraId="42CB744D" w14:textId="77777777" w:rsidR="004353EB" w:rsidRPr="003A6538" w:rsidRDefault="004353EB" w:rsidP="0014611F">
      <w:pPr>
        <w:pStyle w:val="SubStepAlpha"/>
      </w:pPr>
      <w:r w:rsidRPr="003A6538">
        <w:t>Examine the commands available in the admin2</w:t>
      </w:r>
      <w:r>
        <w:t xml:space="preserve"> </w:t>
      </w:r>
      <w:r w:rsidRPr="003A6538">
        <w:t>view</w:t>
      </w:r>
      <w:r>
        <w:t>.</w:t>
      </w:r>
    </w:p>
    <w:p w14:paraId="123997ED" w14:textId="77777777" w:rsidR="004353EB" w:rsidRPr="00C31199" w:rsidRDefault="004353EB" w:rsidP="004E38AC">
      <w:pPr>
        <w:pStyle w:val="CMD"/>
        <w:rPr>
          <w:lang w:eastAsia="ko-KR"/>
        </w:rPr>
      </w:pPr>
      <w:r w:rsidRPr="00C31199">
        <w:rPr>
          <w:lang w:eastAsia="ko-KR"/>
        </w:rPr>
        <w:t>R1</w:t>
      </w:r>
      <w:proofErr w:type="gramStart"/>
      <w:r>
        <w:rPr>
          <w:lang w:eastAsia="ko-KR"/>
        </w:rPr>
        <w:t xml:space="preserve"># </w:t>
      </w:r>
      <w:r w:rsidRPr="004E38AC">
        <w:rPr>
          <w:b/>
        </w:rPr>
        <w:t>?</w:t>
      </w:r>
      <w:proofErr w:type="gramEnd"/>
    </w:p>
    <w:p w14:paraId="46860C6E" w14:textId="77777777" w:rsidR="000435D4" w:rsidRDefault="004353EB" w:rsidP="000435D4">
      <w:pPr>
        <w:pStyle w:val="CMD"/>
        <w:rPr>
          <w:lang w:eastAsia="ko-KR"/>
        </w:rPr>
      </w:pPr>
      <w:r w:rsidRPr="00C31199">
        <w:rPr>
          <w:lang w:eastAsia="ko-KR"/>
        </w:rPr>
        <w:t>Exec commands:</w:t>
      </w:r>
    </w:p>
    <w:p w14:paraId="1F97ADAE" w14:textId="77777777" w:rsidR="000435D4" w:rsidRDefault="000435D4" w:rsidP="000435D4">
      <w:pPr>
        <w:pStyle w:val="CMDOutput"/>
        <w:rPr>
          <w:lang w:eastAsia="ko-KR"/>
        </w:rPr>
      </w:pPr>
      <w:r>
        <w:rPr>
          <w:lang w:eastAsia="ko-KR"/>
        </w:rPr>
        <w:t xml:space="preserve">  &lt;0-0&gt;/&lt;0-4</w:t>
      </w:r>
      <w:proofErr w:type="gramStart"/>
      <w:r>
        <w:rPr>
          <w:lang w:eastAsia="ko-KR"/>
        </w:rPr>
        <w:t>&gt;  Enter</w:t>
      </w:r>
      <w:proofErr w:type="gramEnd"/>
      <w:r>
        <w:rPr>
          <w:lang w:eastAsia="ko-KR"/>
        </w:rPr>
        <w:t xml:space="preserve"> card slot/sublot number</w:t>
      </w:r>
    </w:p>
    <w:p w14:paraId="18EEBE43" w14:textId="77777777" w:rsidR="000435D4" w:rsidRDefault="000435D4" w:rsidP="000435D4">
      <w:pPr>
        <w:pStyle w:val="CMDOutput"/>
        <w:rPr>
          <w:lang w:eastAsia="ko-KR"/>
        </w:rPr>
      </w:pPr>
      <w:r>
        <w:rPr>
          <w:lang w:eastAsia="ko-KR"/>
        </w:rPr>
        <w:t xml:space="preserve">  do-exec      Mode-independent "do-exec" prefix support</w:t>
      </w:r>
    </w:p>
    <w:p w14:paraId="1A05BFD9" w14:textId="77777777" w:rsidR="000435D4" w:rsidRDefault="000435D4" w:rsidP="000435D4">
      <w:pPr>
        <w:pStyle w:val="CMDOutput"/>
        <w:rPr>
          <w:lang w:eastAsia="ko-KR"/>
        </w:rPr>
      </w:pPr>
      <w:r>
        <w:rPr>
          <w:lang w:eastAsia="ko-KR"/>
        </w:rPr>
        <w:t xml:space="preserve">  enable       Turn on privileged commands</w:t>
      </w:r>
    </w:p>
    <w:p w14:paraId="699DA173" w14:textId="77777777" w:rsidR="000435D4" w:rsidRDefault="000435D4" w:rsidP="000435D4">
      <w:pPr>
        <w:pStyle w:val="CMDOutput"/>
        <w:rPr>
          <w:lang w:eastAsia="ko-KR"/>
        </w:rPr>
      </w:pPr>
      <w:r>
        <w:rPr>
          <w:lang w:eastAsia="ko-KR"/>
        </w:rPr>
        <w:t xml:space="preserve">  exit         </w:t>
      </w:r>
      <w:proofErr w:type="spellStart"/>
      <w:r>
        <w:rPr>
          <w:lang w:eastAsia="ko-KR"/>
        </w:rPr>
        <w:t>Exit</w:t>
      </w:r>
      <w:proofErr w:type="spellEnd"/>
      <w:r>
        <w:rPr>
          <w:lang w:eastAsia="ko-KR"/>
        </w:rPr>
        <w:t xml:space="preserve"> from the EXEC</w:t>
      </w:r>
    </w:p>
    <w:p w14:paraId="5F47ACC4" w14:textId="77777777" w:rsidR="004353EB" w:rsidRDefault="000435D4" w:rsidP="000435D4">
      <w:pPr>
        <w:pStyle w:val="CMDOutput"/>
        <w:rPr>
          <w:lang w:eastAsia="ko-KR"/>
        </w:rPr>
      </w:pPr>
      <w:r>
        <w:rPr>
          <w:lang w:eastAsia="ko-KR"/>
        </w:rPr>
        <w:t xml:space="preserve">  show         </w:t>
      </w:r>
      <w:proofErr w:type="spellStart"/>
      <w:r>
        <w:rPr>
          <w:lang w:eastAsia="ko-KR"/>
        </w:rPr>
        <w:t>Show</w:t>
      </w:r>
      <w:proofErr w:type="spellEnd"/>
      <w:r>
        <w:rPr>
          <w:lang w:eastAsia="ko-KR"/>
        </w:rPr>
        <w:t xml:space="preserve"> running system information</w:t>
      </w:r>
    </w:p>
    <w:p w14:paraId="5BBBBBEF" w14:textId="77777777" w:rsidR="00D4666A" w:rsidRDefault="00597D32" w:rsidP="00A60527">
      <w:pPr>
        <w:pStyle w:val="BodyTextL50"/>
        <w:rPr>
          <w:lang w:eastAsia="ko-KR"/>
        </w:rPr>
      </w:pPr>
      <w:r>
        <w:rPr>
          <w:b/>
          <w:lang w:eastAsia="ko-KR"/>
        </w:rPr>
        <w:t>Note</w:t>
      </w:r>
      <w:r>
        <w:rPr>
          <w:lang w:eastAsia="ko-KR"/>
        </w:rPr>
        <w:t xml:space="preserve">: There </w:t>
      </w:r>
      <w:r w:rsidR="00243D6B">
        <w:rPr>
          <w:lang w:eastAsia="ko-KR"/>
        </w:rPr>
        <w:t>may</w:t>
      </w:r>
      <w:r>
        <w:rPr>
          <w:lang w:eastAsia="ko-KR"/>
        </w:rPr>
        <w:t xml:space="preserve"> be more E</w:t>
      </w:r>
      <w:r w:rsidR="009A0E93">
        <w:rPr>
          <w:lang w:eastAsia="ko-KR"/>
        </w:rPr>
        <w:t>XEC</w:t>
      </w:r>
      <w:r>
        <w:rPr>
          <w:lang w:eastAsia="ko-KR"/>
        </w:rPr>
        <w:t xml:space="preserve"> commands available than </w:t>
      </w:r>
      <w:r w:rsidR="00243D6B">
        <w:rPr>
          <w:lang w:eastAsia="ko-KR"/>
        </w:rPr>
        <w:t xml:space="preserve">are </w:t>
      </w:r>
      <w:r>
        <w:rPr>
          <w:lang w:eastAsia="ko-KR"/>
        </w:rPr>
        <w:t>displayed</w:t>
      </w:r>
      <w:r w:rsidR="00243D6B">
        <w:rPr>
          <w:lang w:eastAsia="ko-KR"/>
        </w:rPr>
        <w:t>. This</w:t>
      </w:r>
      <w:r>
        <w:rPr>
          <w:lang w:eastAsia="ko-KR"/>
        </w:rPr>
        <w:t xml:space="preserve"> depend</w:t>
      </w:r>
      <w:r w:rsidR="00243D6B">
        <w:rPr>
          <w:lang w:eastAsia="ko-KR"/>
        </w:rPr>
        <w:t>s</w:t>
      </w:r>
      <w:r>
        <w:rPr>
          <w:lang w:eastAsia="ko-KR"/>
        </w:rPr>
        <w:t xml:space="preserve"> on your device and </w:t>
      </w:r>
      <w:r w:rsidR="00243D6B">
        <w:rPr>
          <w:lang w:eastAsia="ko-KR"/>
        </w:rPr>
        <w:t xml:space="preserve">the </w:t>
      </w:r>
      <w:r>
        <w:rPr>
          <w:lang w:eastAsia="ko-KR"/>
        </w:rPr>
        <w:t>IOS image used.</w:t>
      </w:r>
    </w:p>
    <w:p w14:paraId="48F29B2F" w14:textId="77777777" w:rsidR="000B43CE" w:rsidRDefault="000B43CE" w:rsidP="00222ED6">
      <w:pPr>
        <w:pStyle w:val="Heading4"/>
        <w:rPr>
          <w:lang w:eastAsia="ko-KR"/>
        </w:rPr>
      </w:pPr>
      <w:r>
        <w:rPr>
          <w:lang w:eastAsia="ko-KR"/>
        </w:rPr>
        <w:t>Question:</w:t>
      </w:r>
    </w:p>
    <w:p w14:paraId="4C25ACC5" w14:textId="78F7793A" w:rsidR="00570AE6" w:rsidRDefault="004353EB" w:rsidP="0014611F">
      <w:pPr>
        <w:pStyle w:val="BodyTextL50"/>
        <w:keepNext/>
        <w:spacing w:before="0"/>
        <w:rPr>
          <w:lang w:eastAsia="ko-KR"/>
        </w:rPr>
      </w:pPr>
      <w:r w:rsidRPr="00B2167C">
        <w:rPr>
          <w:lang w:eastAsia="ko-KR"/>
        </w:rPr>
        <w:t>What is missing from the list of admin2 commands that is present in the admin1 commands?</w:t>
      </w:r>
    </w:p>
    <w:p w14:paraId="6CD293CB" w14:textId="77777777" w:rsidR="00DD0ECF" w:rsidRDefault="00DD0ECF" w:rsidP="00222ED6">
      <w:pPr>
        <w:pStyle w:val="AnswerLineL50"/>
      </w:pPr>
      <w:r>
        <w:t>Type your answers here.</w:t>
      </w:r>
    </w:p>
    <w:p w14:paraId="1B17EFA1" w14:textId="77777777" w:rsidR="004353EB" w:rsidRPr="0045260A" w:rsidRDefault="004353EB" w:rsidP="0014611F">
      <w:pPr>
        <w:pStyle w:val="Heading3"/>
      </w:pPr>
      <w:r>
        <w:t>Create the tech view, establish a password, and assign privileges</w:t>
      </w:r>
      <w:r>
        <w:rPr>
          <w:rFonts w:ascii="Times New Roman" w:hAnsi="Times New Roman"/>
          <w:sz w:val="24"/>
          <w:lang w:eastAsia="ko-KR"/>
        </w:rPr>
        <w:t>.</w:t>
      </w:r>
    </w:p>
    <w:p w14:paraId="0050AF96" w14:textId="77777777" w:rsidR="004353EB" w:rsidRPr="004E38AC" w:rsidRDefault="004353EB" w:rsidP="004E38AC">
      <w:pPr>
        <w:pStyle w:val="SubStepAlpha"/>
      </w:pPr>
      <w:r w:rsidRPr="004E38AC">
        <w:t xml:space="preserve">The tech user typically installs end-user devices and cabling. Tech users are only allowed to use selected </w:t>
      </w:r>
      <w:r w:rsidR="005E2E48" w:rsidRPr="005E2E48">
        <w:rPr>
          <w:b/>
        </w:rPr>
        <w:t>show</w:t>
      </w:r>
      <w:r w:rsidRPr="004E38AC">
        <w:t xml:space="preserve"> commands.</w:t>
      </w:r>
    </w:p>
    <w:p w14:paraId="326CB488" w14:textId="77777777" w:rsidR="004353EB" w:rsidRPr="001918DC" w:rsidRDefault="004353EB" w:rsidP="004E38AC">
      <w:pPr>
        <w:pStyle w:val="SubStepAlpha"/>
      </w:pPr>
      <w:r w:rsidRPr="004E38AC">
        <w:rPr>
          <w:szCs w:val="20"/>
        </w:rPr>
        <w:t xml:space="preserve">Use the enable </w:t>
      </w:r>
      <w:r w:rsidRPr="00EA0AFF">
        <w:rPr>
          <w:b/>
        </w:rPr>
        <w:t>view</w:t>
      </w:r>
      <w:r w:rsidRPr="004E38AC">
        <w:t xml:space="preserve"> command to enable the root view, and enter the enable secret password </w:t>
      </w:r>
      <w:r w:rsidRPr="00EA0AFF">
        <w:rPr>
          <w:b/>
        </w:rPr>
        <w:t>cisco12345</w:t>
      </w:r>
      <w:r w:rsidRPr="004E38AC">
        <w:t>.</w:t>
      </w:r>
    </w:p>
    <w:p w14:paraId="0F56913D" w14:textId="77777777" w:rsidR="004353EB" w:rsidRPr="0045260A" w:rsidRDefault="004353EB" w:rsidP="004E38AC">
      <w:pPr>
        <w:pStyle w:val="CMD"/>
        <w:rPr>
          <w:lang w:eastAsia="ko-KR"/>
        </w:rPr>
      </w:pPr>
      <w:r>
        <w:rPr>
          <w:lang w:eastAsia="ko-KR"/>
        </w:rPr>
        <w:t xml:space="preserve">R1# </w:t>
      </w:r>
      <w:r w:rsidRPr="004E38AC">
        <w:rPr>
          <w:b/>
        </w:rPr>
        <w:t>enable view</w:t>
      </w:r>
    </w:p>
    <w:p w14:paraId="070E8C22" w14:textId="77777777" w:rsidR="004353EB" w:rsidRPr="0045260A" w:rsidRDefault="004353EB" w:rsidP="004E38AC">
      <w:pPr>
        <w:pStyle w:val="CMD"/>
        <w:rPr>
          <w:lang w:eastAsia="ko-KR"/>
        </w:rPr>
      </w:pPr>
      <w:r w:rsidRPr="0045260A">
        <w:rPr>
          <w:lang w:eastAsia="ko-KR"/>
        </w:rPr>
        <w:t>Password:</w:t>
      </w:r>
      <w:r w:rsidR="00BA0F04">
        <w:rPr>
          <w:lang w:eastAsia="ko-KR"/>
        </w:rPr>
        <w:t xml:space="preserve"> </w:t>
      </w:r>
      <w:r w:rsidRPr="004E38AC">
        <w:rPr>
          <w:b/>
        </w:rPr>
        <w:t>cisco12345</w:t>
      </w:r>
    </w:p>
    <w:p w14:paraId="5422A5F4" w14:textId="77777777" w:rsidR="004353EB" w:rsidRDefault="004353EB" w:rsidP="004E38AC">
      <w:pPr>
        <w:pStyle w:val="SubStepAlpha"/>
        <w:rPr>
          <w:lang w:eastAsia="ko-KR"/>
        </w:rPr>
      </w:pPr>
      <w:r w:rsidRPr="004E38AC">
        <w:t>Use the following command to create the</w:t>
      </w:r>
      <w:r>
        <w:rPr>
          <w:lang w:eastAsia="ko-KR"/>
        </w:rPr>
        <w:t xml:space="preserve"> tech view.</w:t>
      </w:r>
    </w:p>
    <w:p w14:paraId="504564EC" w14:textId="77777777" w:rsidR="004353EB" w:rsidRPr="0045260A" w:rsidRDefault="004353EB" w:rsidP="004E38AC">
      <w:pPr>
        <w:pStyle w:val="CMD"/>
        <w:rPr>
          <w:lang w:eastAsia="ko-KR"/>
        </w:rPr>
      </w:pPr>
      <w:r>
        <w:rPr>
          <w:lang w:eastAsia="ko-KR"/>
        </w:rPr>
        <w:t>R1</w:t>
      </w:r>
      <w:r w:rsidRPr="0045260A">
        <w:rPr>
          <w:lang w:eastAsia="ko-KR"/>
        </w:rPr>
        <w:t>(config)</w:t>
      </w:r>
      <w:r>
        <w:rPr>
          <w:lang w:eastAsia="ko-KR"/>
        </w:rPr>
        <w:t xml:space="preserve"># </w:t>
      </w:r>
      <w:r w:rsidRPr="004E38AC">
        <w:rPr>
          <w:b/>
        </w:rPr>
        <w:t>parser view tech</w:t>
      </w:r>
    </w:p>
    <w:p w14:paraId="7F404DAB" w14:textId="77777777" w:rsidR="004353EB" w:rsidRPr="0045260A" w:rsidRDefault="004353EB" w:rsidP="004E38AC">
      <w:pPr>
        <w:pStyle w:val="SubStepAlpha"/>
      </w:pPr>
      <w:r w:rsidRPr="0045260A">
        <w:t xml:space="preserve">Associate the </w:t>
      </w:r>
      <w:r>
        <w:t xml:space="preserve">tech </w:t>
      </w:r>
      <w:r w:rsidRPr="0045260A">
        <w:t>view with a password.</w:t>
      </w:r>
    </w:p>
    <w:p w14:paraId="60F0968D" w14:textId="77777777" w:rsidR="004353EB" w:rsidRPr="0045260A" w:rsidRDefault="004353EB" w:rsidP="004E38AC">
      <w:pPr>
        <w:pStyle w:val="CMD"/>
        <w:rPr>
          <w:lang w:eastAsia="ko-KR"/>
        </w:rPr>
      </w:pPr>
      <w:proofErr w:type="gramStart"/>
      <w:r>
        <w:rPr>
          <w:lang w:eastAsia="ko-KR"/>
        </w:rPr>
        <w:t>R1</w:t>
      </w:r>
      <w:r w:rsidRPr="0045260A">
        <w:rPr>
          <w:lang w:eastAsia="ko-KR"/>
        </w:rPr>
        <w:t>(</w:t>
      </w:r>
      <w:proofErr w:type="spellStart"/>
      <w:proofErr w:type="gramEnd"/>
      <w:r w:rsidRPr="0045260A">
        <w:rPr>
          <w:lang w:eastAsia="ko-KR"/>
        </w:rPr>
        <w:t>config</w:t>
      </w:r>
      <w:proofErr w:type="spellEnd"/>
      <w:r w:rsidRPr="0045260A">
        <w:rPr>
          <w:lang w:eastAsia="ko-KR"/>
        </w:rPr>
        <w:t>-view)</w:t>
      </w:r>
      <w:r>
        <w:rPr>
          <w:lang w:eastAsia="ko-KR"/>
        </w:rPr>
        <w:t xml:space="preserve"># </w:t>
      </w:r>
      <w:r w:rsidRPr="004E38AC">
        <w:rPr>
          <w:b/>
        </w:rPr>
        <w:t xml:space="preserve">secret </w:t>
      </w:r>
      <w:proofErr w:type="spellStart"/>
      <w:r w:rsidRPr="004E38AC">
        <w:rPr>
          <w:b/>
        </w:rPr>
        <w:t>techpasswd</w:t>
      </w:r>
      <w:proofErr w:type="spellEnd"/>
    </w:p>
    <w:p w14:paraId="27B4A7D5" w14:textId="77777777" w:rsidR="004353EB" w:rsidRPr="00757F05" w:rsidRDefault="004353EB" w:rsidP="004E38AC">
      <w:pPr>
        <w:pStyle w:val="SubStepAlpha"/>
      </w:pPr>
      <w:r w:rsidRPr="00757F05">
        <w:t xml:space="preserve">Add </w:t>
      </w:r>
      <w:r>
        <w:t xml:space="preserve">the following </w:t>
      </w:r>
      <w:r w:rsidR="005E2E48" w:rsidRPr="005E2E48">
        <w:rPr>
          <w:b/>
        </w:rPr>
        <w:t>show</w:t>
      </w:r>
      <w:r w:rsidRPr="00757F05">
        <w:t xml:space="preserve"> commands to the view</w:t>
      </w:r>
      <w:r>
        <w:t xml:space="preserve"> and then e</w:t>
      </w:r>
      <w:r w:rsidRPr="00F85DBF">
        <w:t>xit from view configuration mode</w:t>
      </w:r>
      <w:r>
        <w:t>.</w:t>
      </w:r>
    </w:p>
    <w:p w14:paraId="58974E80" w14:textId="77777777" w:rsidR="004353EB" w:rsidRPr="0045260A" w:rsidRDefault="004353EB" w:rsidP="004E38AC">
      <w:pPr>
        <w:pStyle w:val="CMD"/>
        <w:rPr>
          <w:lang w:eastAsia="ko-KR"/>
        </w:rPr>
      </w:pPr>
      <w:proofErr w:type="gramStart"/>
      <w:r>
        <w:rPr>
          <w:lang w:eastAsia="ko-KR"/>
        </w:rPr>
        <w:t>R1(</w:t>
      </w:r>
      <w:proofErr w:type="gramEnd"/>
      <w:r w:rsidRPr="0045260A">
        <w:rPr>
          <w:lang w:eastAsia="ko-KR"/>
        </w:rPr>
        <w:t>config-view)</w:t>
      </w:r>
      <w:r>
        <w:rPr>
          <w:lang w:eastAsia="ko-KR"/>
        </w:rPr>
        <w:t xml:space="preserve"># </w:t>
      </w:r>
      <w:r w:rsidRPr="004E38AC">
        <w:rPr>
          <w:b/>
        </w:rPr>
        <w:t>commands exec include show version</w:t>
      </w:r>
    </w:p>
    <w:p w14:paraId="3FAB6036" w14:textId="77777777" w:rsidR="004353EB" w:rsidRDefault="004353EB" w:rsidP="004E38AC">
      <w:pPr>
        <w:pStyle w:val="CMD"/>
        <w:rPr>
          <w:lang w:eastAsia="ko-KR"/>
        </w:rPr>
      </w:pPr>
      <w:proofErr w:type="gramStart"/>
      <w:r>
        <w:rPr>
          <w:lang w:eastAsia="ko-KR"/>
        </w:rPr>
        <w:t>R1</w:t>
      </w:r>
      <w:r w:rsidRPr="0045260A">
        <w:rPr>
          <w:lang w:eastAsia="ko-KR"/>
        </w:rPr>
        <w:t>(</w:t>
      </w:r>
      <w:proofErr w:type="gramEnd"/>
      <w:r w:rsidRPr="0045260A">
        <w:rPr>
          <w:lang w:eastAsia="ko-KR"/>
        </w:rPr>
        <w:t>config-view)</w:t>
      </w:r>
      <w:r>
        <w:rPr>
          <w:lang w:eastAsia="ko-KR"/>
        </w:rPr>
        <w:t xml:space="preserve"># </w:t>
      </w:r>
      <w:r w:rsidRPr="004E38AC">
        <w:rPr>
          <w:b/>
        </w:rPr>
        <w:t>commands exec include show interfaces</w:t>
      </w:r>
    </w:p>
    <w:p w14:paraId="2C96DE0C" w14:textId="77777777" w:rsidR="004353EB" w:rsidRDefault="004353EB" w:rsidP="004E38AC">
      <w:pPr>
        <w:pStyle w:val="CMD"/>
        <w:rPr>
          <w:lang w:eastAsia="ko-KR"/>
        </w:rPr>
      </w:pPr>
      <w:proofErr w:type="gramStart"/>
      <w:r>
        <w:rPr>
          <w:lang w:eastAsia="ko-KR"/>
        </w:rPr>
        <w:t>R1</w:t>
      </w:r>
      <w:r w:rsidRPr="0045260A">
        <w:rPr>
          <w:lang w:eastAsia="ko-KR"/>
        </w:rPr>
        <w:t>(</w:t>
      </w:r>
      <w:proofErr w:type="gramEnd"/>
      <w:r w:rsidRPr="0045260A">
        <w:rPr>
          <w:lang w:eastAsia="ko-KR"/>
        </w:rPr>
        <w:t>config-view)</w:t>
      </w:r>
      <w:r>
        <w:rPr>
          <w:lang w:eastAsia="ko-KR"/>
        </w:rPr>
        <w:t xml:space="preserve"># </w:t>
      </w:r>
      <w:r w:rsidRPr="004E38AC">
        <w:rPr>
          <w:b/>
        </w:rPr>
        <w:t xml:space="preserve">commands exec include show </w:t>
      </w:r>
      <w:proofErr w:type="spellStart"/>
      <w:r w:rsidRPr="004E38AC">
        <w:rPr>
          <w:b/>
        </w:rPr>
        <w:t>ip</w:t>
      </w:r>
      <w:proofErr w:type="spellEnd"/>
      <w:r w:rsidRPr="004E38AC">
        <w:rPr>
          <w:b/>
        </w:rPr>
        <w:t xml:space="preserve"> interface brief</w:t>
      </w:r>
    </w:p>
    <w:p w14:paraId="32D13173" w14:textId="77777777" w:rsidR="004353EB" w:rsidRPr="0045260A" w:rsidRDefault="004353EB" w:rsidP="004E38AC">
      <w:pPr>
        <w:pStyle w:val="CMD"/>
        <w:rPr>
          <w:lang w:eastAsia="ko-KR"/>
        </w:rPr>
      </w:pPr>
      <w:proofErr w:type="gramStart"/>
      <w:r>
        <w:rPr>
          <w:lang w:eastAsia="ko-KR"/>
        </w:rPr>
        <w:t>R1</w:t>
      </w:r>
      <w:r w:rsidRPr="0045260A">
        <w:rPr>
          <w:lang w:eastAsia="ko-KR"/>
        </w:rPr>
        <w:t>(</w:t>
      </w:r>
      <w:proofErr w:type="gramEnd"/>
      <w:r w:rsidRPr="0045260A">
        <w:rPr>
          <w:lang w:eastAsia="ko-KR"/>
        </w:rPr>
        <w:t>config-view)</w:t>
      </w:r>
      <w:r>
        <w:rPr>
          <w:lang w:eastAsia="ko-KR"/>
        </w:rPr>
        <w:t xml:space="preserve"># </w:t>
      </w:r>
      <w:r w:rsidRPr="004E38AC">
        <w:rPr>
          <w:b/>
        </w:rPr>
        <w:t>commands exec include show parser view</w:t>
      </w:r>
    </w:p>
    <w:p w14:paraId="1E62E05F" w14:textId="77777777" w:rsidR="004353EB" w:rsidRPr="0045260A" w:rsidRDefault="004353EB" w:rsidP="004E38AC">
      <w:pPr>
        <w:pStyle w:val="CMD"/>
        <w:rPr>
          <w:lang w:eastAsia="ko-KR"/>
        </w:rPr>
      </w:pPr>
      <w:proofErr w:type="gramStart"/>
      <w:r>
        <w:rPr>
          <w:lang w:eastAsia="ko-KR"/>
        </w:rPr>
        <w:t>R1</w:t>
      </w:r>
      <w:r w:rsidRPr="0045260A">
        <w:rPr>
          <w:lang w:eastAsia="ko-KR"/>
        </w:rPr>
        <w:t>(</w:t>
      </w:r>
      <w:proofErr w:type="gramEnd"/>
      <w:r w:rsidRPr="0045260A">
        <w:rPr>
          <w:lang w:eastAsia="ko-KR"/>
        </w:rPr>
        <w:t>config-view)</w:t>
      </w:r>
      <w:r>
        <w:rPr>
          <w:lang w:eastAsia="ko-KR"/>
        </w:rPr>
        <w:t xml:space="preserve"># </w:t>
      </w:r>
      <w:r w:rsidRPr="004E38AC">
        <w:rPr>
          <w:b/>
        </w:rPr>
        <w:t>end</w:t>
      </w:r>
    </w:p>
    <w:p w14:paraId="52465CF3" w14:textId="77777777" w:rsidR="004353EB" w:rsidRPr="00757F05" w:rsidRDefault="004353EB" w:rsidP="004E38AC">
      <w:pPr>
        <w:pStyle w:val="SubStepAlpha"/>
      </w:pPr>
      <w:r>
        <w:t>V</w:t>
      </w:r>
      <w:r w:rsidRPr="00757F05">
        <w:t xml:space="preserve">erify the </w:t>
      </w:r>
      <w:r>
        <w:t xml:space="preserve">tech </w:t>
      </w:r>
      <w:r w:rsidRPr="00757F05">
        <w:t>view.</w:t>
      </w:r>
    </w:p>
    <w:p w14:paraId="7068B835" w14:textId="77777777" w:rsidR="004353EB" w:rsidRPr="0045260A" w:rsidRDefault="004353EB" w:rsidP="004E38AC">
      <w:pPr>
        <w:pStyle w:val="CMD"/>
        <w:rPr>
          <w:lang w:eastAsia="ko-KR"/>
        </w:rPr>
      </w:pPr>
      <w:r>
        <w:rPr>
          <w:lang w:eastAsia="ko-KR"/>
        </w:rPr>
        <w:t xml:space="preserve">R1# </w:t>
      </w:r>
      <w:r w:rsidRPr="004E38AC">
        <w:rPr>
          <w:b/>
        </w:rPr>
        <w:t>enable view tech</w:t>
      </w:r>
    </w:p>
    <w:p w14:paraId="7C6FB29A" w14:textId="77777777" w:rsidR="004353EB" w:rsidRPr="0045260A" w:rsidRDefault="004353EB" w:rsidP="004E38AC">
      <w:pPr>
        <w:pStyle w:val="CMD"/>
        <w:rPr>
          <w:lang w:eastAsia="ko-KR"/>
        </w:rPr>
      </w:pPr>
      <w:r w:rsidRPr="0045260A">
        <w:rPr>
          <w:lang w:eastAsia="ko-KR"/>
        </w:rPr>
        <w:t>Password:</w:t>
      </w:r>
      <w:r w:rsidR="0081002E">
        <w:rPr>
          <w:lang w:eastAsia="ko-KR"/>
        </w:rPr>
        <w:t xml:space="preserve"> </w:t>
      </w:r>
      <w:proofErr w:type="spellStart"/>
      <w:r w:rsidRPr="004E38AC">
        <w:rPr>
          <w:b/>
        </w:rPr>
        <w:t>techpasswd</w:t>
      </w:r>
      <w:proofErr w:type="spellEnd"/>
    </w:p>
    <w:p w14:paraId="6423A6C5" w14:textId="77777777" w:rsidR="009A0E93" w:rsidRDefault="009A0E93" w:rsidP="004E38AC">
      <w:pPr>
        <w:pStyle w:val="CMD"/>
        <w:rPr>
          <w:lang w:eastAsia="ko-KR"/>
        </w:rPr>
      </w:pPr>
    </w:p>
    <w:p w14:paraId="46C1B1E7" w14:textId="77777777" w:rsidR="004353EB" w:rsidRPr="0045260A" w:rsidRDefault="004353EB" w:rsidP="004E38AC">
      <w:pPr>
        <w:pStyle w:val="CMD"/>
        <w:rPr>
          <w:lang w:eastAsia="ko-KR"/>
        </w:rPr>
      </w:pPr>
      <w:r>
        <w:rPr>
          <w:lang w:eastAsia="ko-KR"/>
        </w:rPr>
        <w:t xml:space="preserve">R1# </w:t>
      </w:r>
      <w:r w:rsidRPr="004E38AC">
        <w:rPr>
          <w:b/>
        </w:rPr>
        <w:t>show parser view</w:t>
      </w:r>
    </w:p>
    <w:p w14:paraId="0FD2B8B2" w14:textId="77777777" w:rsidR="004353EB" w:rsidRPr="000608D1" w:rsidRDefault="005E2E48" w:rsidP="004E38AC">
      <w:pPr>
        <w:pStyle w:val="CMD"/>
      </w:pPr>
      <w:r w:rsidRPr="005E2E48">
        <w:t>Current view is ‘tech’</w:t>
      </w:r>
    </w:p>
    <w:p w14:paraId="22044CF9" w14:textId="77777777" w:rsidR="004353EB" w:rsidRPr="00757F05" w:rsidRDefault="004353EB" w:rsidP="004E38AC">
      <w:pPr>
        <w:pStyle w:val="SubStepAlpha"/>
      </w:pPr>
      <w:r w:rsidRPr="00757F05">
        <w:t xml:space="preserve">Examine the commands available in the </w:t>
      </w:r>
      <w:r>
        <w:t xml:space="preserve">tech </w:t>
      </w:r>
      <w:r w:rsidRPr="00757F05">
        <w:t>view</w:t>
      </w:r>
      <w:r>
        <w:t>.</w:t>
      </w:r>
    </w:p>
    <w:p w14:paraId="1A09AACD" w14:textId="77777777" w:rsidR="004353EB" w:rsidRPr="00C31199" w:rsidRDefault="004353EB" w:rsidP="004E38AC">
      <w:pPr>
        <w:pStyle w:val="CMD"/>
        <w:rPr>
          <w:lang w:eastAsia="ko-KR"/>
        </w:rPr>
      </w:pPr>
      <w:r w:rsidRPr="00C31199">
        <w:rPr>
          <w:lang w:eastAsia="ko-KR"/>
        </w:rPr>
        <w:t>R1</w:t>
      </w:r>
      <w:proofErr w:type="gramStart"/>
      <w:r>
        <w:rPr>
          <w:lang w:eastAsia="ko-KR"/>
        </w:rPr>
        <w:t xml:space="preserve"># </w:t>
      </w:r>
      <w:r w:rsidRPr="00040B05">
        <w:rPr>
          <w:b/>
          <w:lang w:eastAsia="ko-KR"/>
        </w:rPr>
        <w:t>?</w:t>
      </w:r>
      <w:proofErr w:type="gramEnd"/>
    </w:p>
    <w:p w14:paraId="7FEA32BD" w14:textId="77777777" w:rsidR="00B34CB8" w:rsidRDefault="00B34CB8" w:rsidP="00B579F5">
      <w:pPr>
        <w:pStyle w:val="CMDOutput"/>
        <w:rPr>
          <w:lang w:eastAsia="ko-KR"/>
        </w:rPr>
      </w:pPr>
      <w:r>
        <w:rPr>
          <w:lang w:eastAsia="ko-KR"/>
        </w:rPr>
        <w:t>Exec commands:</w:t>
      </w:r>
    </w:p>
    <w:p w14:paraId="56A98CAC" w14:textId="77777777" w:rsidR="00B34CB8" w:rsidRDefault="00B34CB8" w:rsidP="0081002E">
      <w:pPr>
        <w:pStyle w:val="CMDOutput"/>
        <w:rPr>
          <w:lang w:eastAsia="ko-KR"/>
        </w:rPr>
      </w:pPr>
      <w:r>
        <w:rPr>
          <w:lang w:eastAsia="ko-KR"/>
        </w:rPr>
        <w:t xml:space="preserve">  &lt;0-0&gt;/&lt;0-4</w:t>
      </w:r>
      <w:proofErr w:type="gramStart"/>
      <w:r>
        <w:rPr>
          <w:lang w:eastAsia="ko-KR"/>
        </w:rPr>
        <w:t>&gt;  Enter</w:t>
      </w:r>
      <w:proofErr w:type="gramEnd"/>
      <w:r>
        <w:rPr>
          <w:lang w:eastAsia="ko-KR"/>
        </w:rPr>
        <w:t xml:space="preserve"> card slot/sublot number</w:t>
      </w:r>
    </w:p>
    <w:p w14:paraId="418680D2" w14:textId="77777777" w:rsidR="00B34CB8" w:rsidRDefault="00B34CB8" w:rsidP="0081002E">
      <w:pPr>
        <w:pStyle w:val="CMDOutput"/>
        <w:rPr>
          <w:lang w:eastAsia="ko-KR"/>
        </w:rPr>
      </w:pPr>
      <w:r>
        <w:rPr>
          <w:lang w:eastAsia="ko-KR"/>
        </w:rPr>
        <w:t xml:space="preserve">  do-exec      Mode-independent "do-exec" prefix support</w:t>
      </w:r>
    </w:p>
    <w:p w14:paraId="6008C610" w14:textId="77777777" w:rsidR="00B34CB8" w:rsidRDefault="00B34CB8" w:rsidP="0081002E">
      <w:pPr>
        <w:pStyle w:val="CMDOutput"/>
        <w:rPr>
          <w:lang w:eastAsia="ko-KR"/>
        </w:rPr>
      </w:pPr>
      <w:r>
        <w:rPr>
          <w:lang w:eastAsia="ko-KR"/>
        </w:rPr>
        <w:t xml:space="preserve">  enable       Turn on privileged commands</w:t>
      </w:r>
    </w:p>
    <w:p w14:paraId="4BA3427B" w14:textId="77777777" w:rsidR="00B34CB8" w:rsidRDefault="00B34CB8" w:rsidP="0081002E">
      <w:pPr>
        <w:pStyle w:val="CMDOutput"/>
        <w:rPr>
          <w:lang w:eastAsia="ko-KR"/>
        </w:rPr>
      </w:pPr>
      <w:r>
        <w:rPr>
          <w:lang w:eastAsia="ko-KR"/>
        </w:rPr>
        <w:t xml:space="preserve">  exit         </w:t>
      </w:r>
      <w:proofErr w:type="spellStart"/>
      <w:r>
        <w:rPr>
          <w:lang w:eastAsia="ko-KR"/>
        </w:rPr>
        <w:t>Exit</w:t>
      </w:r>
      <w:proofErr w:type="spellEnd"/>
      <w:r>
        <w:rPr>
          <w:lang w:eastAsia="ko-KR"/>
        </w:rPr>
        <w:t xml:space="preserve"> from the EXEC</w:t>
      </w:r>
    </w:p>
    <w:p w14:paraId="513A4D63" w14:textId="77777777" w:rsidR="00366A48" w:rsidRDefault="00B34CB8">
      <w:pPr>
        <w:pStyle w:val="CMDOutput"/>
        <w:rPr>
          <w:lang w:eastAsia="ko-KR"/>
        </w:rPr>
      </w:pPr>
      <w:r>
        <w:rPr>
          <w:lang w:eastAsia="ko-KR"/>
        </w:rPr>
        <w:t xml:space="preserve">  show         </w:t>
      </w:r>
      <w:proofErr w:type="spellStart"/>
      <w:r>
        <w:rPr>
          <w:lang w:eastAsia="ko-KR"/>
        </w:rPr>
        <w:t>Show</w:t>
      </w:r>
      <w:proofErr w:type="spellEnd"/>
      <w:r>
        <w:rPr>
          <w:lang w:eastAsia="ko-KR"/>
        </w:rPr>
        <w:t xml:space="preserve"> running system information</w:t>
      </w:r>
    </w:p>
    <w:p w14:paraId="44B7AD99" w14:textId="77777777" w:rsidR="00D4666A" w:rsidRDefault="00597D32" w:rsidP="00A60527">
      <w:pPr>
        <w:pStyle w:val="BodyTextL50"/>
        <w:rPr>
          <w:lang w:eastAsia="ko-KR"/>
        </w:rPr>
      </w:pPr>
      <w:r>
        <w:rPr>
          <w:b/>
          <w:lang w:eastAsia="ko-KR"/>
        </w:rPr>
        <w:t>Note</w:t>
      </w:r>
      <w:r>
        <w:rPr>
          <w:lang w:eastAsia="ko-KR"/>
        </w:rPr>
        <w:t xml:space="preserve">: There </w:t>
      </w:r>
      <w:r w:rsidR="00B62FB2">
        <w:rPr>
          <w:lang w:eastAsia="ko-KR"/>
        </w:rPr>
        <w:t>may</w:t>
      </w:r>
      <w:r>
        <w:rPr>
          <w:lang w:eastAsia="ko-KR"/>
        </w:rPr>
        <w:t xml:space="preserve"> be more E</w:t>
      </w:r>
      <w:r w:rsidR="009A0E93">
        <w:rPr>
          <w:lang w:eastAsia="ko-KR"/>
        </w:rPr>
        <w:t>XEC</w:t>
      </w:r>
      <w:r>
        <w:rPr>
          <w:lang w:eastAsia="ko-KR"/>
        </w:rPr>
        <w:t xml:space="preserve"> commands available than </w:t>
      </w:r>
      <w:r w:rsidR="00B62FB2">
        <w:rPr>
          <w:lang w:eastAsia="ko-KR"/>
        </w:rPr>
        <w:t xml:space="preserve">are </w:t>
      </w:r>
      <w:r>
        <w:rPr>
          <w:lang w:eastAsia="ko-KR"/>
        </w:rPr>
        <w:t>displayed</w:t>
      </w:r>
      <w:r w:rsidR="00B62FB2">
        <w:rPr>
          <w:lang w:eastAsia="ko-KR"/>
        </w:rPr>
        <w:t>. This</w:t>
      </w:r>
      <w:r>
        <w:rPr>
          <w:lang w:eastAsia="ko-KR"/>
        </w:rPr>
        <w:t xml:space="preserve"> depend</w:t>
      </w:r>
      <w:r w:rsidR="00B62FB2">
        <w:rPr>
          <w:lang w:eastAsia="ko-KR"/>
        </w:rPr>
        <w:t>s</w:t>
      </w:r>
      <w:r>
        <w:rPr>
          <w:lang w:eastAsia="ko-KR"/>
        </w:rPr>
        <w:t xml:space="preserve"> on your device and </w:t>
      </w:r>
      <w:r w:rsidR="00B62FB2">
        <w:rPr>
          <w:lang w:eastAsia="ko-KR"/>
        </w:rPr>
        <w:t xml:space="preserve">the </w:t>
      </w:r>
      <w:r>
        <w:rPr>
          <w:lang w:eastAsia="ko-KR"/>
        </w:rPr>
        <w:t>IOS image used.</w:t>
      </w:r>
    </w:p>
    <w:p w14:paraId="558BB03B" w14:textId="77777777" w:rsidR="004353EB" w:rsidRPr="00F85DBF" w:rsidRDefault="004353EB" w:rsidP="004E38AC">
      <w:pPr>
        <w:pStyle w:val="SubStepAlpha"/>
      </w:pPr>
      <w:r w:rsidRPr="00F85DBF">
        <w:t xml:space="preserve">Examine the </w:t>
      </w:r>
      <w:r w:rsidRPr="00EA0AFF">
        <w:rPr>
          <w:b/>
        </w:rPr>
        <w:t>show</w:t>
      </w:r>
      <w:r w:rsidRPr="00F85DBF">
        <w:t xml:space="preserve"> commands available in the </w:t>
      </w:r>
      <w:r>
        <w:t xml:space="preserve">tech </w:t>
      </w:r>
      <w:r w:rsidRPr="00F85DBF">
        <w:t>view</w:t>
      </w:r>
      <w:r>
        <w:t>.</w:t>
      </w:r>
    </w:p>
    <w:p w14:paraId="6AF4A59E" w14:textId="77777777" w:rsidR="004353EB" w:rsidRDefault="004353EB" w:rsidP="004E38AC">
      <w:pPr>
        <w:pStyle w:val="CMD"/>
        <w:rPr>
          <w:lang w:eastAsia="ko-KR"/>
        </w:rPr>
      </w:pPr>
      <w:r>
        <w:rPr>
          <w:lang w:eastAsia="ko-KR"/>
        </w:rPr>
        <w:t xml:space="preserve">R1# </w:t>
      </w:r>
      <w:proofErr w:type="gramStart"/>
      <w:r w:rsidRPr="00B579F5">
        <w:rPr>
          <w:b/>
          <w:lang w:eastAsia="ko-KR"/>
        </w:rPr>
        <w:t>show ?</w:t>
      </w:r>
      <w:proofErr w:type="gramEnd"/>
    </w:p>
    <w:p w14:paraId="4682849A" w14:textId="77777777" w:rsidR="00B34CB8" w:rsidRDefault="00B34CB8" w:rsidP="0081002E">
      <w:pPr>
        <w:pStyle w:val="CMDOutput"/>
        <w:rPr>
          <w:lang w:eastAsia="ko-KR"/>
        </w:rPr>
      </w:pPr>
      <w:r>
        <w:rPr>
          <w:lang w:eastAsia="ko-KR"/>
        </w:rPr>
        <w:t xml:space="preserve">  banner      Display banner information</w:t>
      </w:r>
    </w:p>
    <w:p w14:paraId="1825D87F" w14:textId="77777777" w:rsidR="00B34CB8" w:rsidRDefault="00B34CB8" w:rsidP="0081002E">
      <w:pPr>
        <w:pStyle w:val="CMDOutput"/>
        <w:rPr>
          <w:lang w:eastAsia="ko-KR"/>
        </w:rPr>
      </w:pPr>
      <w:r>
        <w:rPr>
          <w:lang w:eastAsia="ko-KR"/>
        </w:rPr>
        <w:t xml:space="preserve">  flash0:     display information about flash0: file system</w:t>
      </w:r>
    </w:p>
    <w:p w14:paraId="7EEF3DB9" w14:textId="77777777" w:rsidR="00B34CB8" w:rsidRDefault="00B34CB8" w:rsidP="0081002E">
      <w:pPr>
        <w:pStyle w:val="CMDOutput"/>
        <w:rPr>
          <w:lang w:eastAsia="ko-KR"/>
        </w:rPr>
      </w:pPr>
      <w:r>
        <w:rPr>
          <w:lang w:eastAsia="ko-KR"/>
        </w:rPr>
        <w:t xml:space="preserve">  flash1:     display information about flash1: file system</w:t>
      </w:r>
    </w:p>
    <w:p w14:paraId="3B1FEE40" w14:textId="77777777" w:rsidR="00B34CB8" w:rsidRDefault="00B34CB8" w:rsidP="0081002E">
      <w:pPr>
        <w:pStyle w:val="CMDOutput"/>
        <w:rPr>
          <w:lang w:eastAsia="ko-KR"/>
        </w:rPr>
      </w:pPr>
      <w:r>
        <w:rPr>
          <w:lang w:eastAsia="ko-KR"/>
        </w:rPr>
        <w:t xml:space="preserve">  flash:      display information about flash: file system</w:t>
      </w:r>
    </w:p>
    <w:p w14:paraId="5303D375" w14:textId="77777777" w:rsidR="00B34CB8" w:rsidRDefault="00B34CB8" w:rsidP="0081002E">
      <w:pPr>
        <w:pStyle w:val="CMDOutput"/>
        <w:rPr>
          <w:lang w:eastAsia="ko-KR"/>
        </w:rPr>
      </w:pPr>
      <w:r>
        <w:rPr>
          <w:lang w:eastAsia="ko-KR"/>
        </w:rPr>
        <w:t xml:space="preserve">  </w:t>
      </w:r>
      <w:proofErr w:type="gramStart"/>
      <w:r>
        <w:rPr>
          <w:lang w:eastAsia="ko-KR"/>
        </w:rPr>
        <w:t>interfaces  Interface</w:t>
      </w:r>
      <w:proofErr w:type="gramEnd"/>
      <w:r>
        <w:rPr>
          <w:lang w:eastAsia="ko-KR"/>
        </w:rPr>
        <w:t xml:space="preserve"> status and configuration</w:t>
      </w:r>
    </w:p>
    <w:p w14:paraId="54D410E9" w14:textId="77777777" w:rsidR="00B34CB8" w:rsidRDefault="00B34CB8" w:rsidP="0081002E">
      <w:pPr>
        <w:pStyle w:val="CMDOutput"/>
        <w:rPr>
          <w:lang w:eastAsia="ko-KR"/>
        </w:rPr>
      </w:pPr>
      <w:r>
        <w:rPr>
          <w:lang w:eastAsia="ko-KR"/>
        </w:rPr>
        <w:t xml:space="preserve">  </w:t>
      </w:r>
      <w:proofErr w:type="spellStart"/>
      <w:r>
        <w:rPr>
          <w:lang w:eastAsia="ko-KR"/>
        </w:rPr>
        <w:t>ip</w:t>
      </w:r>
      <w:proofErr w:type="spellEnd"/>
      <w:r>
        <w:rPr>
          <w:lang w:eastAsia="ko-KR"/>
        </w:rPr>
        <w:t xml:space="preserve">          IP information</w:t>
      </w:r>
    </w:p>
    <w:p w14:paraId="66999994" w14:textId="77777777" w:rsidR="00B34CB8" w:rsidRDefault="00B34CB8" w:rsidP="0081002E">
      <w:pPr>
        <w:pStyle w:val="CMDOutput"/>
        <w:rPr>
          <w:lang w:eastAsia="ko-KR"/>
        </w:rPr>
      </w:pPr>
      <w:r>
        <w:rPr>
          <w:lang w:eastAsia="ko-KR"/>
        </w:rPr>
        <w:t xml:space="preserve">  parser      Display parser information</w:t>
      </w:r>
    </w:p>
    <w:p w14:paraId="2DA5A1ED" w14:textId="77777777" w:rsidR="00B34CB8" w:rsidRDefault="00B34CB8" w:rsidP="0081002E">
      <w:pPr>
        <w:pStyle w:val="CMDOutput"/>
        <w:rPr>
          <w:lang w:eastAsia="ko-KR"/>
        </w:rPr>
      </w:pPr>
      <w:r>
        <w:rPr>
          <w:lang w:eastAsia="ko-KR"/>
        </w:rPr>
        <w:t xml:space="preserve">  usbflash0:  display information about usbflash0: file system</w:t>
      </w:r>
    </w:p>
    <w:p w14:paraId="4641CECC" w14:textId="77777777" w:rsidR="00366A48" w:rsidRDefault="00B34CB8">
      <w:pPr>
        <w:pStyle w:val="CMDOutput"/>
        <w:rPr>
          <w:lang w:eastAsia="ko-KR"/>
        </w:rPr>
      </w:pPr>
      <w:r>
        <w:rPr>
          <w:lang w:eastAsia="ko-KR"/>
        </w:rPr>
        <w:t xml:space="preserve">  version     System hardware and software status</w:t>
      </w:r>
    </w:p>
    <w:p w14:paraId="65A74FCF" w14:textId="77777777" w:rsidR="00D4666A" w:rsidRDefault="00597D32" w:rsidP="00A60527">
      <w:pPr>
        <w:pStyle w:val="BodyTextL50"/>
        <w:rPr>
          <w:lang w:eastAsia="ko-KR"/>
        </w:rPr>
      </w:pPr>
      <w:r>
        <w:rPr>
          <w:b/>
          <w:lang w:eastAsia="ko-KR"/>
        </w:rPr>
        <w:t>Note</w:t>
      </w:r>
      <w:r>
        <w:rPr>
          <w:lang w:eastAsia="ko-KR"/>
        </w:rPr>
        <w:t xml:space="preserve">: There </w:t>
      </w:r>
      <w:r w:rsidR="00B62FB2">
        <w:rPr>
          <w:lang w:eastAsia="ko-KR"/>
        </w:rPr>
        <w:t>may</w:t>
      </w:r>
      <w:r>
        <w:rPr>
          <w:lang w:eastAsia="ko-KR"/>
        </w:rPr>
        <w:t xml:space="preserve"> be more E</w:t>
      </w:r>
      <w:r w:rsidR="009A0E93">
        <w:rPr>
          <w:lang w:eastAsia="ko-KR"/>
        </w:rPr>
        <w:t>XEC</w:t>
      </w:r>
      <w:r>
        <w:rPr>
          <w:lang w:eastAsia="ko-KR"/>
        </w:rPr>
        <w:t xml:space="preserve"> commands available than </w:t>
      </w:r>
      <w:r w:rsidR="00B62FB2">
        <w:rPr>
          <w:lang w:eastAsia="ko-KR"/>
        </w:rPr>
        <w:t xml:space="preserve">are </w:t>
      </w:r>
      <w:r>
        <w:rPr>
          <w:lang w:eastAsia="ko-KR"/>
        </w:rPr>
        <w:t>displayed</w:t>
      </w:r>
      <w:r w:rsidR="00B62FB2">
        <w:rPr>
          <w:lang w:eastAsia="ko-KR"/>
        </w:rPr>
        <w:t>. This</w:t>
      </w:r>
      <w:r>
        <w:rPr>
          <w:lang w:eastAsia="ko-KR"/>
        </w:rPr>
        <w:t xml:space="preserve"> depend</w:t>
      </w:r>
      <w:r w:rsidR="00B62FB2">
        <w:rPr>
          <w:lang w:eastAsia="ko-KR"/>
        </w:rPr>
        <w:t>s</w:t>
      </w:r>
      <w:r>
        <w:rPr>
          <w:lang w:eastAsia="ko-KR"/>
        </w:rPr>
        <w:t xml:space="preserve"> on your device and </w:t>
      </w:r>
      <w:r w:rsidR="00B62FB2">
        <w:rPr>
          <w:lang w:eastAsia="ko-KR"/>
        </w:rPr>
        <w:t xml:space="preserve">the </w:t>
      </w:r>
      <w:r>
        <w:rPr>
          <w:lang w:eastAsia="ko-KR"/>
        </w:rPr>
        <w:t>IOS image used.</w:t>
      </w:r>
    </w:p>
    <w:p w14:paraId="6FF17EA6" w14:textId="77777777" w:rsidR="000B43CE" w:rsidRDefault="004353EB" w:rsidP="00D96643">
      <w:pPr>
        <w:pStyle w:val="SubStepAlpha"/>
        <w:keepNext/>
        <w:rPr>
          <w:lang w:eastAsia="ko-KR"/>
        </w:rPr>
      </w:pPr>
      <w:r>
        <w:t>Issue</w:t>
      </w:r>
      <w:r w:rsidRPr="003A2A18">
        <w:t xml:space="preserve"> the </w:t>
      </w:r>
      <w:r w:rsidRPr="00C800E3">
        <w:rPr>
          <w:b/>
        </w:rPr>
        <w:t xml:space="preserve">show </w:t>
      </w:r>
      <w:proofErr w:type="spellStart"/>
      <w:r w:rsidRPr="00C800E3">
        <w:rPr>
          <w:b/>
        </w:rPr>
        <w:t>ip</w:t>
      </w:r>
      <w:proofErr w:type="spellEnd"/>
      <w:r w:rsidRPr="00C800E3">
        <w:rPr>
          <w:b/>
        </w:rPr>
        <w:t xml:space="preserve"> interface brief</w:t>
      </w:r>
      <w:r w:rsidR="005E2E48" w:rsidRPr="005E2E48">
        <w:rPr>
          <w:rFonts w:eastAsia="Arial"/>
        </w:rPr>
        <w:t xml:space="preserve"> </w:t>
      </w:r>
      <w:r w:rsidRPr="003A2A18">
        <w:t>command.</w:t>
      </w:r>
    </w:p>
    <w:p w14:paraId="2556B085" w14:textId="0ACD6740" w:rsidR="000B43CE" w:rsidRDefault="000B43CE" w:rsidP="00222ED6">
      <w:pPr>
        <w:pStyle w:val="Heading4"/>
        <w:rPr>
          <w:lang w:eastAsia="ko-KR"/>
        </w:rPr>
      </w:pPr>
      <w:r>
        <w:t>Question:</w:t>
      </w:r>
    </w:p>
    <w:p w14:paraId="5EADA106" w14:textId="54CF0744" w:rsidR="00460AFB" w:rsidRDefault="004353EB" w:rsidP="00222ED6">
      <w:pPr>
        <w:pStyle w:val="BodyTextL50"/>
        <w:spacing w:before="0"/>
        <w:rPr>
          <w:lang w:eastAsia="ko-KR"/>
        </w:rPr>
      </w:pPr>
      <w:r w:rsidRPr="003A2A18">
        <w:t xml:space="preserve">Were you able to do it as the tech user? </w:t>
      </w:r>
      <w:r w:rsidR="00A002AB">
        <w:t>Explain.</w:t>
      </w:r>
    </w:p>
    <w:p w14:paraId="0ADCBFAF" w14:textId="77777777" w:rsidR="00DD0ECF" w:rsidRDefault="00DD0ECF" w:rsidP="00222ED6">
      <w:pPr>
        <w:pStyle w:val="AnswerLineL50"/>
      </w:pPr>
      <w:r>
        <w:t>Type your answers here.</w:t>
      </w:r>
    </w:p>
    <w:p w14:paraId="361D9056" w14:textId="77777777" w:rsidR="002D2604" w:rsidRDefault="002D2604" w:rsidP="002D2604">
      <w:pPr>
        <w:pStyle w:val="SubStepAlpha"/>
        <w:keepNext/>
        <w:rPr>
          <w:lang w:eastAsia="ko-KR"/>
        </w:rPr>
      </w:pPr>
      <w:r>
        <w:t>Issue</w:t>
      </w:r>
      <w:r w:rsidRPr="003A2A18">
        <w:t xml:space="preserve"> the </w:t>
      </w:r>
      <w:r w:rsidRPr="00C800E3">
        <w:rPr>
          <w:b/>
        </w:rPr>
        <w:t xml:space="preserve">show </w:t>
      </w:r>
      <w:proofErr w:type="spellStart"/>
      <w:r w:rsidRPr="00C800E3">
        <w:rPr>
          <w:b/>
        </w:rPr>
        <w:t>ip</w:t>
      </w:r>
      <w:proofErr w:type="spellEnd"/>
      <w:r w:rsidRPr="00C800E3">
        <w:rPr>
          <w:b/>
        </w:rPr>
        <w:t xml:space="preserve"> route</w:t>
      </w:r>
      <w:r>
        <w:t xml:space="preserve"> </w:t>
      </w:r>
      <w:r w:rsidRPr="003A2A18">
        <w:t>command.</w:t>
      </w:r>
    </w:p>
    <w:p w14:paraId="2737121A" w14:textId="77777777" w:rsidR="002D2604" w:rsidRDefault="002D2604" w:rsidP="002D2604">
      <w:pPr>
        <w:pStyle w:val="Heading4"/>
        <w:rPr>
          <w:lang w:eastAsia="ko-KR"/>
        </w:rPr>
      </w:pPr>
      <w:r>
        <w:t>Question:</w:t>
      </w:r>
    </w:p>
    <w:p w14:paraId="06BE47A4" w14:textId="77777777" w:rsidR="002D2604" w:rsidRPr="00A012E3" w:rsidRDefault="002D2604" w:rsidP="002D2604">
      <w:pPr>
        <w:pStyle w:val="BodyTextL50"/>
        <w:spacing w:before="0"/>
      </w:pPr>
      <w:r w:rsidRPr="00A012E3">
        <w:t>Were you able to do it as the tech user?</w:t>
      </w:r>
    </w:p>
    <w:p w14:paraId="4CCF0A09" w14:textId="77777777" w:rsidR="002D2604" w:rsidRPr="00A012E3" w:rsidRDefault="002D2604" w:rsidP="002D2604">
      <w:pPr>
        <w:pStyle w:val="AnswerLineL50"/>
      </w:pPr>
      <w:r w:rsidRPr="00A012E3">
        <w:t>Type your answers here.</w:t>
      </w:r>
    </w:p>
    <w:p w14:paraId="399DDE04" w14:textId="77777777" w:rsidR="004353EB" w:rsidRPr="00B20D90" w:rsidRDefault="004353EB" w:rsidP="004E38AC">
      <w:pPr>
        <w:pStyle w:val="SubStepAlpha"/>
      </w:pPr>
      <w:r w:rsidRPr="00B20D90">
        <w:t xml:space="preserve">Return to root view with the </w:t>
      </w:r>
      <w:r w:rsidR="005E2E48" w:rsidRPr="005E2E48">
        <w:rPr>
          <w:b/>
        </w:rPr>
        <w:t>enable view</w:t>
      </w:r>
      <w:r w:rsidRPr="00B20D90">
        <w:t xml:space="preserve"> command.</w:t>
      </w:r>
    </w:p>
    <w:p w14:paraId="785B02F6" w14:textId="77777777" w:rsidR="004353EB" w:rsidRPr="00B20D90" w:rsidRDefault="004353EB" w:rsidP="004E38AC">
      <w:pPr>
        <w:pStyle w:val="CMD"/>
        <w:rPr>
          <w:lang w:eastAsia="ko-KR"/>
        </w:rPr>
      </w:pPr>
      <w:r>
        <w:rPr>
          <w:lang w:eastAsia="ko-KR"/>
        </w:rPr>
        <w:t xml:space="preserve">R1# </w:t>
      </w:r>
      <w:r w:rsidRPr="004E38AC">
        <w:rPr>
          <w:b/>
        </w:rPr>
        <w:t>enable view</w:t>
      </w:r>
    </w:p>
    <w:p w14:paraId="568D8A75" w14:textId="77777777" w:rsidR="004353EB" w:rsidRPr="00B20D90" w:rsidRDefault="004353EB" w:rsidP="004E38AC">
      <w:pPr>
        <w:pStyle w:val="CMD"/>
        <w:rPr>
          <w:lang w:eastAsia="ko-KR"/>
        </w:rPr>
      </w:pPr>
      <w:r w:rsidRPr="00B20D90">
        <w:rPr>
          <w:lang w:eastAsia="ko-KR"/>
        </w:rPr>
        <w:t xml:space="preserve">Password: </w:t>
      </w:r>
      <w:r w:rsidRPr="004E38AC">
        <w:rPr>
          <w:b/>
        </w:rPr>
        <w:t>cisco12345</w:t>
      </w:r>
    </w:p>
    <w:p w14:paraId="160B4970" w14:textId="7C7A3AB5" w:rsidR="000B43CE" w:rsidRDefault="004353EB" w:rsidP="00D96643">
      <w:pPr>
        <w:pStyle w:val="SubStepAlpha"/>
        <w:keepNext/>
      </w:pPr>
      <w:r w:rsidRPr="00B20D90">
        <w:t xml:space="preserve">Issue the </w:t>
      </w:r>
      <w:r w:rsidRPr="00C800E3">
        <w:rPr>
          <w:b/>
        </w:rPr>
        <w:t>show run</w:t>
      </w:r>
      <w:r w:rsidRPr="00B20D90">
        <w:t xml:space="preserve"> command to see the views you created.</w:t>
      </w:r>
    </w:p>
    <w:p w14:paraId="3EA921B8" w14:textId="29F779E0" w:rsidR="000B43CE" w:rsidRDefault="000B43CE" w:rsidP="00222ED6">
      <w:pPr>
        <w:pStyle w:val="Heading4"/>
      </w:pPr>
      <w:r>
        <w:t>Question:</w:t>
      </w:r>
    </w:p>
    <w:p w14:paraId="0F058459" w14:textId="5A926E95" w:rsidR="00460AFB" w:rsidRDefault="004353EB" w:rsidP="00222ED6">
      <w:pPr>
        <w:pStyle w:val="BodyTextL50"/>
        <w:spacing w:before="0"/>
      </w:pPr>
      <w:r w:rsidRPr="00B20D90">
        <w:t xml:space="preserve">For </w:t>
      </w:r>
      <w:r>
        <w:t xml:space="preserve">tech </w:t>
      </w:r>
      <w:r w:rsidRPr="00B20D90">
        <w:t xml:space="preserve">view, why are the </w:t>
      </w:r>
      <w:r w:rsidRPr="00C800E3">
        <w:rPr>
          <w:b/>
        </w:rPr>
        <w:t>show</w:t>
      </w:r>
      <w:r w:rsidRPr="00C800E3">
        <w:t xml:space="preserve"> and </w:t>
      </w:r>
      <w:r w:rsidRPr="00C800E3">
        <w:rPr>
          <w:b/>
        </w:rPr>
        <w:t xml:space="preserve">show </w:t>
      </w:r>
      <w:proofErr w:type="spellStart"/>
      <w:r w:rsidRPr="00C800E3">
        <w:rPr>
          <w:b/>
        </w:rPr>
        <w:t>ip</w:t>
      </w:r>
      <w:proofErr w:type="spellEnd"/>
      <w:r w:rsidRPr="00B20D90">
        <w:t xml:space="preserve"> command</w:t>
      </w:r>
      <w:r>
        <w:t>s</w:t>
      </w:r>
      <w:r w:rsidRPr="00B20D90">
        <w:t xml:space="preserve"> listed as well as </w:t>
      </w:r>
      <w:r w:rsidR="005E2E48" w:rsidRPr="005E2E48">
        <w:rPr>
          <w:b/>
        </w:rPr>
        <w:t xml:space="preserve">show </w:t>
      </w:r>
      <w:proofErr w:type="spellStart"/>
      <w:r w:rsidR="005E2E48" w:rsidRPr="005E2E48">
        <w:rPr>
          <w:b/>
        </w:rPr>
        <w:t>ip</w:t>
      </w:r>
      <w:proofErr w:type="spellEnd"/>
      <w:r w:rsidR="005E2E48" w:rsidRPr="005E2E48">
        <w:rPr>
          <w:b/>
        </w:rPr>
        <w:t xml:space="preserve"> in</w:t>
      </w:r>
      <w:r w:rsidR="005E2E48" w:rsidRPr="00E41298">
        <w:rPr>
          <w:b/>
        </w:rPr>
        <w:t>terface</w:t>
      </w:r>
      <w:r w:rsidR="00551E36" w:rsidRPr="001918DC">
        <w:rPr>
          <w:b/>
        </w:rPr>
        <w:t xml:space="preserve"> </w:t>
      </w:r>
      <w:r w:rsidRPr="00460AFB">
        <w:t>and</w:t>
      </w:r>
      <w:r w:rsidR="005E2E48" w:rsidRPr="005E2E48">
        <w:t xml:space="preserve"> </w:t>
      </w:r>
      <w:r w:rsidR="005E2E48" w:rsidRPr="005E2E48">
        <w:rPr>
          <w:b/>
        </w:rPr>
        <w:t xml:space="preserve">show </w:t>
      </w:r>
      <w:proofErr w:type="spellStart"/>
      <w:r w:rsidR="005E2E48" w:rsidRPr="005E2E48">
        <w:rPr>
          <w:b/>
        </w:rPr>
        <w:t>ip</w:t>
      </w:r>
      <w:proofErr w:type="spellEnd"/>
      <w:r w:rsidR="005E2E48" w:rsidRPr="005E2E48">
        <w:rPr>
          <w:b/>
        </w:rPr>
        <w:t xml:space="preserve"> interface brief</w:t>
      </w:r>
      <w:r>
        <w:t>?</w:t>
      </w:r>
    </w:p>
    <w:p w14:paraId="29866DF8" w14:textId="6B75B8C7" w:rsidR="002A27E9" w:rsidRPr="0081002E" w:rsidRDefault="00514DD9" w:rsidP="00222ED6">
      <w:pPr>
        <w:pStyle w:val="AnswerLineL50"/>
        <w:rPr>
          <w:lang w:eastAsia="ko-KR"/>
        </w:rPr>
      </w:pPr>
      <w:r>
        <w:rPr>
          <w:lang w:eastAsia="ko-KR"/>
        </w:rPr>
        <w:t>Type your answers here.</w:t>
      </w:r>
    </w:p>
    <w:p w14:paraId="23011655" w14:textId="6BA0F184" w:rsidR="00AA3FC0" w:rsidRDefault="00AA3FC0" w:rsidP="00222ED6">
      <w:pPr>
        <w:pStyle w:val="SubStepAlpha"/>
      </w:pPr>
      <w:bookmarkStart w:id="13" w:name="_Hlk62819734"/>
      <w:r>
        <w:t xml:space="preserve">Configure the same administrative roles on </w:t>
      </w:r>
      <w:r w:rsidR="000B2043">
        <w:t xml:space="preserve">router </w:t>
      </w:r>
      <w:r>
        <w:t>R3.</w:t>
      </w:r>
    </w:p>
    <w:bookmarkEnd w:id="13"/>
    <w:p w14:paraId="1314C28B" w14:textId="5C256E30" w:rsidR="004353EB" w:rsidRPr="001F7151" w:rsidRDefault="004353EB" w:rsidP="00514DD9">
      <w:pPr>
        <w:pStyle w:val="Heading3"/>
      </w:pPr>
      <w:r w:rsidRPr="001019EE">
        <w:t>Save the configuration on routers</w:t>
      </w:r>
      <w:r>
        <w:t xml:space="preserve"> </w:t>
      </w:r>
      <w:r w:rsidRPr="001019EE">
        <w:t>R1 and R3.</w:t>
      </w:r>
    </w:p>
    <w:p w14:paraId="1E781A7A" w14:textId="1BCEF7FA" w:rsidR="002A27E9" w:rsidRDefault="004353EB" w:rsidP="002F28A8">
      <w:pPr>
        <w:pStyle w:val="BodyTextL25"/>
        <w:spacing w:after="0"/>
      </w:pPr>
      <w:r w:rsidRPr="001F7151">
        <w:t>Save the running configuration to the startup configuration from the privileged EXEC prompt.</w:t>
      </w:r>
    </w:p>
    <w:p w14:paraId="5900EAF0" w14:textId="77777777" w:rsidR="00222ED6" w:rsidRDefault="00222ED6" w:rsidP="00222ED6">
      <w:pPr>
        <w:pStyle w:val="ConfigWindow"/>
      </w:pPr>
      <w:r>
        <w:t>Close configuration window</w:t>
      </w:r>
    </w:p>
    <w:p w14:paraId="146E398F" w14:textId="77777777" w:rsidR="00514DD9" w:rsidRPr="004C0909" w:rsidRDefault="00514DD9" w:rsidP="00514DD9">
      <w:pPr>
        <w:pStyle w:val="Heading1"/>
        <w:numPr>
          <w:ilvl w:val="0"/>
          <w:numId w:val="0"/>
        </w:numPr>
        <w:ind w:left="360" w:hanging="360"/>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514DD9" w14:paraId="29A2E3C5" w14:textId="77777777" w:rsidTr="00DD0ECF">
        <w:trPr>
          <w:cnfStyle w:val="100000000000" w:firstRow="1" w:lastRow="0" w:firstColumn="0" w:lastColumn="0" w:oddVBand="0" w:evenVBand="0" w:oddHBand="0" w:evenHBand="0" w:firstRowFirstColumn="0" w:firstRowLastColumn="0" w:lastRowFirstColumn="0" w:lastRowLastColumn="0"/>
          <w:tblHeader/>
        </w:trPr>
        <w:tc>
          <w:tcPr>
            <w:tcW w:w="1530" w:type="dxa"/>
          </w:tcPr>
          <w:p w14:paraId="63A2DA8B" w14:textId="77777777" w:rsidR="00514DD9" w:rsidRPr="00763D8B" w:rsidRDefault="00514DD9" w:rsidP="00DD0ECF">
            <w:pPr>
              <w:pStyle w:val="TableHeading"/>
            </w:pPr>
            <w:r w:rsidRPr="00763D8B">
              <w:t>Router Model</w:t>
            </w:r>
          </w:p>
        </w:tc>
        <w:tc>
          <w:tcPr>
            <w:tcW w:w="2250" w:type="dxa"/>
          </w:tcPr>
          <w:p w14:paraId="79A6FE27" w14:textId="77777777" w:rsidR="00514DD9" w:rsidRPr="00763D8B" w:rsidRDefault="00514DD9" w:rsidP="00DD0ECF">
            <w:pPr>
              <w:pStyle w:val="TableHeading"/>
            </w:pPr>
            <w:r w:rsidRPr="00763D8B">
              <w:t>Ethernet Interface #1</w:t>
            </w:r>
          </w:p>
        </w:tc>
        <w:tc>
          <w:tcPr>
            <w:tcW w:w="2250" w:type="dxa"/>
          </w:tcPr>
          <w:p w14:paraId="16712172" w14:textId="77777777" w:rsidR="00514DD9" w:rsidRPr="00763D8B" w:rsidRDefault="00514DD9" w:rsidP="00DD0ECF">
            <w:pPr>
              <w:pStyle w:val="TableHeading"/>
            </w:pPr>
            <w:r w:rsidRPr="00763D8B">
              <w:t>Ethernet Interface #2</w:t>
            </w:r>
          </w:p>
        </w:tc>
        <w:tc>
          <w:tcPr>
            <w:tcW w:w="2070" w:type="dxa"/>
          </w:tcPr>
          <w:p w14:paraId="0D1CCEE2" w14:textId="77777777" w:rsidR="00514DD9" w:rsidRPr="00763D8B" w:rsidRDefault="00514DD9" w:rsidP="00DD0ECF">
            <w:pPr>
              <w:pStyle w:val="TableHeading"/>
            </w:pPr>
            <w:r w:rsidRPr="00763D8B">
              <w:t>Serial Interface #1</w:t>
            </w:r>
          </w:p>
        </w:tc>
        <w:tc>
          <w:tcPr>
            <w:tcW w:w="2160" w:type="dxa"/>
          </w:tcPr>
          <w:p w14:paraId="25397DFC" w14:textId="77777777" w:rsidR="00514DD9" w:rsidRPr="00763D8B" w:rsidRDefault="00514DD9" w:rsidP="00DD0ECF">
            <w:pPr>
              <w:pStyle w:val="TableHeading"/>
            </w:pPr>
            <w:r w:rsidRPr="00763D8B">
              <w:t>Serial Interface #2</w:t>
            </w:r>
          </w:p>
        </w:tc>
      </w:tr>
      <w:tr w:rsidR="00514DD9" w14:paraId="47EE306D" w14:textId="77777777" w:rsidTr="00DD0ECF">
        <w:tc>
          <w:tcPr>
            <w:tcW w:w="1530" w:type="dxa"/>
          </w:tcPr>
          <w:p w14:paraId="6908D162" w14:textId="77777777" w:rsidR="00514DD9" w:rsidRPr="009453F7" w:rsidRDefault="00514DD9" w:rsidP="00DD0ECF">
            <w:pPr>
              <w:pStyle w:val="TableText"/>
            </w:pPr>
            <w:r w:rsidRPr="009453F7">
              <w:t>1900</w:t>
            </w:r>
          </w:p>
        </w:tc>
        <w:tc>
          <w:tcPr>
            <w:tcW w:w="2250" w:type="dxa"/>
          </w:tcPr>
          <w:p w14:paraId="12558E1F" w14:textId="77777777" w:rsidR="00514DD9" w:rsidRPr="009453F7" w:rsidRDefault="00514DD9" w:rsidP="00DD0ECF">
            <w:pPr>
              <w:pStyle w:val="TableText"/>
            </w:pPr>
            <w:r w:rsidRPr="009453F7">
              <w:t>Gigabit Ethernet 0/0 (G0/0)</w:t>
            </w:r>
          </w:p>
        </w:tc>
        <w:tc>
          <w:tcPr>
            <w:tcW w:w="2250" w:type="dxa"/>
          </w:tcPr>
          <w:p w14:paraId="7739F5DA" w14:textId="77777777" w:rsidR="00514DD9" w:rsidRPr="009453F7" w:rsidRDefault="00514DD9" w:rsidP="00DD0ECF">
            <w:pPr>
              <w:pStyle w:val="TableText"/>
            </w:pPr>
            <w:r w:rsidRPr="009453F7">
              <w:t>Gigabit Ethernet 0/1 (G0/1)</w:t>
            </w:r>
          </w:p>
        </w:tc>
        <w:tc>
          <w:tcPr>
            <w:tcW w:w="2070" w:type="dxa"/>
          </w:tcPr>
          <w:p w14:paraId="0599AE0D" w14:textId="77777777" w:rsidR="00514DD9" w:rsidRPr="009453F7" w:rsidRDefault="00514DD9" w:rsidP="00DD0ECF">
            <w:pPr>
              <w:pStyle w:val="TableText"/>
            </w:pPr>
            <w:r w:rsidRPr="009453F7">
              <w:t>Serial 0/0/0 (S0/0/0)</w:t>
            </w:r>
          </w:p>
        </w:tc>
        <w:tc>
          <w:tcPr>
            <w:tcW w:w="2160" w:type="dxa"/>
          </w:tcPr>
          <w:p w14:paraId="73B6D3F4" w14:textId="77777777" w:rsidR="00514DD9" w:rsidRPr="009453F7" w:rsidRDefault="00514DD9" w:rsidP="00DD0ECF">
            <w:pPr>
              <w:pStyle w:val="TableText"/>
            </w:pPr>
            <w:r w:rsidRPr="009453F7">
              <w:t>Serial 0/0/1 (S0/0/1)</w:t>
            </w:r>
          </w:p>
        </w:tc>
      </w:tr>
      <w:tr w:rsidR="00514DD9" w14:paraId="37EE16F1" w14:textId="77777777" w:rsidTr="00DD0ECF">
        <w:tc>
          <w:tcPr>
            <w:tcW w:w="1530" w:type="dxa"/>
          </w:tcPr>
          <w:p w14:paraId="17C497F2" w14:textId="77777777" w:rsidR="00514DD9" w:rsidRPr="009453F7" w:rsidRDefault="00514DD9" w:rsidP="00DD0ECF">
            <w:pPr>
              <w:pStyle w:val="TableText"/>
            </w:pPr>
            <w:r w:rsidRPr="009453F7">
              <w:t>2900</w:t>
            </w:r>
          </w:p>
        </w:tc>
        <w:tc>
          <w:tcPr>
            <w:tcW w:w="2250" w:type="dxa"/>
          </w:tcPr>
          <w:p w14:paraId="6C05EA4A" w14:textId="77777777" w:rsidR="00514DD9" w:rsidRPr="009453F7" w:rsidRDefault="00514DD9" w:rsidP="00DD0ECF">
            <w:pPr>
              <w:pStyle w:val="TableText"/>
            </w:pPr>
            <w:r w:rsidRPr="009453F7">
              <w:t>Gigabit Ethernet 0/0 (G0/0)</w:t>
            </w:r>
          </w:p>
        </w:tc>
        <w:tc>
          <w:tcPr>
            <w:tcW w:w="2250" w:type="dxa"/>
          </w:tcPr>
          <w:p w14:paraId="39FA0EBF" w14:textId="77777777" w:rsidR="00514DD9" w:rsidRPr="009453F7" w:rsidRDefault="00514DD9" w:rsidP="00DD0ECF">
            <w:pPr>
              <w:pStyle w:val="TableText"/>
            </w:pPr>
            <w:r w:rsidRPr="009453F7">
              <w:t>Gigabit Ethernet 0/1 (G0/1)</w:t>
            </w:r>
          </w:p>
        </w:tc>
        <w:tc>
          <w:tcPr>
            <w:tcW w:w="2070" w:type="dxa"/>
          </w:tcPr>
          <w:p w14:paraId="49148496" w14:textId="77777777" w:rsidR="00514DD9" w:rsidRPr="009453F7" w:rsidRDefault="00514DD9" w:rsidP="00DD0ECF">
            <w:pPr>
              <w:pStyle w:val="TableText"/>
            </w:pPr>
            <w:r w:rsidRPr="009453F7">
              <w:t>Serial 0/0/0 (S0/0/0)</w:t>
            </w:r>
          </w:p>
        </w:tc>
        <w:tc>
          <w:tcPr>
            <w:tcW w:w="2160" w:type="dxa"/>
          </w:tcPr>
          <w:p w14:paraId="332F481C" w14:textId="77777777" w:rsidR="00514DD9" w:rsidRPr="009453F7" w:rsidRDefault="00514DD9" w:rsidP="00DD0ECF">
            <w:pPr>
              <w:pStyle w:val="TableText"/>
            </w:pPr>
            <w:r w:rsidRPr="009453F7">
              <w:t>Serial 0/0/1 (S0/0/1)</w:t>
            </w:r>
          </w:p>
        </w:tc>
      </w:tr>
      <w:tr w:rsidR="00514DD9" w14:paraId="0A74509D" w14:textId="77777777" w:rsidTr="00DD0ECF">
        <w:tc>
          <w:tcPr>
            <w:tcW w:w="1530" w:type="dxa"/>
          </w:tcPr>
          <w:p w14:paraId="43F2DAF1" w14:textId="77777777" w:rsidR="00514DD9" w:rsidRPr="009453F7" w:rsidRDefault="00514DD9" w:rsidP="00DD0ECF">
            <w:pPr>
              <w:pStyle w:val="TableText"/>
            </w:pPr>
            <w:r>
              <w:t>4221</w:t>
            </w:r>
          </w:p>
        </w:tc>
        <w:tc>
          <w:tcPr>
            <w:tcW w:w="2250" w:type="dxa"/>
          </w:tcPr>
          <w:p w14:paraId="56C61CA7" w14:textId="77777777" w:rsidR="00514DD9" w:rsidRPr="009453F7" w:rsidRDefault="00514DD9" w:rsidP="00DD0ECF">
            <w:pPr>
              <w:pStyle w:val="TableText"/>
            </w:pPr>
            <w:r w:rsidRPr="009453F7">
              <w:t>Gigabit Ethernet 0/0</w:t>
            </w:r>
            <w:r>
              <w:t>/0</w:t>
            </w:r>
            <w:r w:rsidRPr="009453F7">
              <w:t xml:space="preserve"> (G0/0</w:t>
            </w:r>
            <w:r>
              <w:t>/0</w:t>
            </w:r>
            <w:r w:rsidRPr="009453F7">
              <w:t>)</w:t>
            </w:r>
          </w:p>
        </w:tc>
        <w:tc>
          <w:tcPr>
            <w:tcW w:w="2250" w:type="dxa"/>
          </w:tcPr>
          <w:p w14:paraId="094608FD" w14:textId="77777777" w:rsidR="00514DD9" w:rsidRPr="009453F7" w:rsidRDefault="00514DD9" w:rsidP="00DD0ECF">
            <w:pPr>
              <w:pStyle w:val="TableText"/>
            </w:pPr>
            <w:r w:rsidRPr="009453F7">
              <w:t>Gigabit Ethernet 0/0</w:t>
            </w:r>
            <w:r>
              <w:t>/1</w:t>
            </w:r>
            <w:r w:rsidRPr="009453F7">
              <w:t xml:space="preserve"> (G0/0</w:t>
            </w:r>
            <w:r>
              <w:t>/1</w:t>
            </w:r>
            <w:r w:rsidRPr="009453F7">
              <w:t>)</w:t>
            </w:r>
          </w:p>
        </w:tc>
        <w:tc>
          <w:tcPr>
            <w:tcW w:w="2070" w:type="dxa"/>
          </w:tcPr>
          <w:p w14:paraId="5ED38EFA" w14:textId="77777777" w:rsidR="00514DD9" w:rsidRPr="009453F7" w:rsidRDefault="00514DD9" w:rsidP="00DD0ECF">
            <w:pPr>
              <w:pStyle w:val="TableText"/>
            </w:pPr>
            <w:r>
              <w:t>Serial 0/1/0 (S0/1</w:t>
            </w:r>
            <w:r w:rsidRPr="009453F7">
              <w:t>/0)</w:t>
            </w:r>
          </w:p>
        </w:tc>
        <w:tc>
          <w:tcPr>
            <w:tcW w:w="2160" w:type="dxa"/>
          </w:tcPr>
          <w:p w14:paraId="7520E814" w14:textId="77777777" w:rsidR="00514DD9" w:rsidRPr="009453F7" w:rsidRDefault="00514DD9" w:rsidP="00DD0ECF">
            <w:pPr>
              <w:pStyle w:val="TableText"/>
            </w:pPr>
            <w:r>
              <w:t>Serial 0/1/1</w:t>
            </w:r>
            <w:r w:rsidRPr="009453F7">
              <w:t xml:space="preserve"> (S0/</w:t>
            </w:r>
            <w:r>
              <w:t>1/1</w:t>
            </w:r>
            <w:r w:rsidRPr="009453F7">
              <w:t>)</w:t>
            </w:r>
          </w:p>
        </w:tc>
      </w:tr>
      <w:tr w:rsidR="00514DD9" w14:paraId="5CE71874" w14:textId="77777777" w:rsidTr="00DD0ECF">
        <w:tc>
          <w:tcPr>
            <w:tcW w:w="1530" w:type="dxa"/>
          </w:tcPr>
          <w:p w14:paraId="2B454890" w14:textId="77777777" w:rsidR="00514DD9" w:rsidRDefault="00514DD9" w:rsidP="00DD0ECF">
            <w:pPr>
              <w:pStyle w:val="TableText"/>
            </w:pPr>
            <w:r>
              <w:t>4300</w:t>
            </w:r>
          </w:p>
        </w:tc>
        <w:tc>
          <w:tcPr>
            <w:tcW w:w="2250" w:type="dxa"/>
          </w:tcPr>
          <w:p w14:paraId="1BFD98A0" w14:textId="77777777" w:rsidR="00514DD9" w:rsidRPr="009453F7" w:rsidRDefault="00514DD9" w:rsidP="00DD0ECF">
            <w:pPr>
              <w:pStyle w:val="TableText"/>
            </w:pPr>
            <w:r w:rsidRPr="009453F7">
              <w:t>Gigabit Ethernet 0/0</w:t>
            </w:r>
            <w:r>
              <w:t>/0</w:t>
            </w:r>
            <w:r w:rsidRPr="009453F7">
              <w:t xml:space="preserve"> (G0/0</w:t>
            </w:r>
            <w:r>
              <w:t>/0</w:t>
            </w:r>
            <w:r w:rsidRPr="009453F7">
              <w:t>)</w:t>
            </w:r>
          </w:p>
        </w:tc>
        <w:tc>
          <w:tcPr>
            <w:tcW w:w="2250" w:type="dxa"/>
          </w:tcPr>
          <w:p w14:paraId="6AD50392" w14:textId="77777777" w:rsidR="00514DD9" w:rsidRPr="009453F7" w:rsidRDefault="00514DD9" w:rsidP="00DD0ECF">
            <w:pPr>
              <w:pStyle w:val="TableText"/>
            </w:pPr>
            <w:r w:rsidRPr="009453F7">
              <w:t>Gigabit Ethernet 0/0</w:t>
            </w:r>
            <w:r>
              <w:t>/1</w:t>
            </w:r>
            <w:r w:rsidRPr="009453F7">
              <w:t xml:space="preserve"> (G0/0</w:t>
            </w:r>
            <w:r>
              <w:t>/1</w:t>
            </w:r>
            <w:r w:rsidRPr="009453F7">
              <w:t>)</w:t>
            </w:r>
          </w:p>
        </w:tc>
        <w:tc>
          <w:tcPr>
            <w:tcW w:w="2070" w:type="dxa"/>
          </w:tcPr>
          <w:p w14:paraId="08F6E2E4" w14:textId="77777777" w:rsidR="00514DD9" w:rsidRDefault="00514DD9" w:rsidP="00DD0ECF">
            <w:pPr>
              <w:pStyle w:val="TableText"/>
            </w:pPr>
            <w:r>
              <w:t>Serial 0/1/0 (S0/1</w:t>
            </w:r>
            <w:r w:rsidRPr="009453F7">
              <w:t>/0)</w:t>
            </w:r>
          </w:p>
        </w:tc>
        <w:tc>
          <w:tcPr>
            <w:tcW w:w="2160" w:type="dxa"/>
          </w:tcPr>
          <w:p w14:paraId="026AF935" w14:textId="77777777" w:rsidR="00514DD9" w:rsidRDefault="00514DD9" w:rsidP="00DD0ECF">
            <w:pPr>
              <w:pStyle w:val="TableText"/>
            </w:pPr>
            <w:r>
              <w:t>Serial 0/1/1</w:t>
            </w:r>
            <w:r w:rsidRPr="009453F7">
              <w:t xml:space="preserve"> (S0/</w:t>
            </w:r>
            <w:r>
              <w:t>1/1</w:t>
            </w:r>
            <w:r w:rsidRPr="009453F7">
              <w:t>)</w:t>
            </w:r>
          </w:p>
        </w:tc>
      </w:tr>
    </w:tbl>
    <w:p w14:paraId="28A20ECF" w14:textId="77777777" w:rsidR="00514DD9" w:rsidRDefault="00514DD9" w:rsidP="00514DD9">
      <w:pPr>
        <w:pStyle w:val="ConfigWindow"/>
      </w:pPr>
      <w:r>
        <w:t>Blank Line, No additional information</w:t>
      </w:r>
    </w:p>
    <w:p w14:paraId="6C1EDE8F" w14:textId="0742FB0A" w:rsidR="00514DD9" w:rsidRDefault="00514DD9" w:rsidP="00514DD9">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2FA56C3A" w14:textId="74886DE1" w:rsidR="00007FF4" w:rsidRPr="00007FF4" w:rsidRDefault="00007FF4" w:rsidP="00007FF4">
      <w:pPr>
        <w:pStyle w:val="ConfigWindow"/>
      </w:pPr>
      <w:r>
        <w:t>end of document</w:t>
      </w:r>
    </w:p>
    <w:sectPr w:rsidR="00007FF4" w:rsidRPr="00007FF4" w:rsidSect="005639B0">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EB88E3" w14:textId="77777777" w:rsidR="00606F9E" w:rsidRDefault="00606F9E" w:rsidP="0090659A">
      <w:pPr>
        <w:spacing w:after="0" w:line="240" w:lineRule="auto"/>
      </w:pPr>
      <w:r>
        <w:separator/>
      </w:r>
    </w:p>
    <w:p w14:paraId="13EF3346" w14:textId="77777777" w:rsidR="00606F9E" w:rsidRDefault="00606F9E"/>
    <w:p w14:paraId="5A8ED0DB" w14:textId="77777777" w:rsidR="00606F9E" w:rsidRDefault="00606F9E"/>
    <w:p w14:paraId="33EF45E3" w14:textId="77777777" w:rsidR="00606F9E" w:rsidRDefault="00606F9E"/>
    <w:p w14:paraId="7D58F79E" w14:textId="77777777" w:rsidR="00606F9E" w:rsidRDefault="00606F9E"/>
    <w:p w14:paraId="592066A7" w14:textId="77777777" w:rsidR="00606F9E" w:rsidRDefault="00606F9E"/>
  </w:endnote>
  <w:endnote w:type="continuationSeparator" w:id="0">
    <w:p w14:paraId="17427E81" w14:textId="77777777" w:rsidR="00606F9E" w:rsidRDefault="00606F9E" w:rsidP="0090659A">
      <w:pPr>
        <w:spacing w:after="0" w:line="240" w:lineRule="auto"/>
      </w:pPr>
      <w:r>
        <w:continuationSeparator/>
      </w:r>
    </w:p>
    <w:p w14:paraId="6CFBDB39" w14:textId="77777777" w:rsidR="00606F9E" w:rsidRDefault="00606F9E"/>
    <w:p w14:paraId="15161B09" w14:textId="77777777" w:rsidR="00606F9E" w:rsidRDefault="00606F9E"/>
    <w:p w14:paraId="0C17EF88" w14:textId="77777777" w:rsidR="00606F9E" w:rsidRDefault="00606F9E"/>
    <w:p w14:paraId="0D4CDDEC" w14:textId="77777777" w:rsidR="00606F9E" w:rsidRDefault="00606F9E"/>
    <w:p w14:paraId="58EA4BF9" w14:textId="77777777" w:rsidR="00606F9E" w:rsidRDefault="00606F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DFC9" w14:textId="5C30F047" w:rsidR="00DD0ECF" w:rsidRPr="00F01FD5" w:rsidRDefault="00DD0ECF" w:rsidP="00706237">
    <w:pPr>
      <w:pStyle w:val="Footer"/>
      <w:rPr>
        <w:szCs w:val="16"/>
      </w:rPr>
    </w:pPr>
    <w:r w:rsidRPr="002A244B">
      <w:t xml:space="preserve">© </w:t>
    </w:r>
    <w:r>
      <w:t xml:space="preserve">2015 - </w:t>
    </w:r>
    <w:r>
      <w:fldChar w:fldCharType="begin"/>
    </w:r>
    <w:r>
      <w:instrText xml:space="preserve"> DATE  \@ "yyyy"  \* MERGEFORMAT </w:instrText>
    </w:r>
    <w:r>
      <w:fldChar w:fldCharType="separate"/>
    </w:r>
    <w:r w:rsidR="008B2DF7">
      <w:rPr>
        <w:noProof/>
      </w:rPr>
      <w:t>2024</w:t>
    </w:r>
    <w:r>
      <w:rPr>
        <w:noProof/>
      </w:rPr>
      <w:fldChar w:fldCharType="end"/>
    </w:r>
    <w:r w:rsidRPr="002A244B">
      <w:t xml:space="preserve"> Cisco </w:t>
    </w:r>
    <w:r>
      <w:t>and/or its affiliates</w:t>
    </w:r>
    <w:r w:rsidRPr="002A244B">
      <w:t>. All ri</w:t>
    </w:r>
    <w:r>
      <w:t xml:space="preserve">ghts reserved. </w:t>
    </w:r>
    <w:r w:rsidRPr="002A244B">
      <w:t>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8B2DF7">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8B2DF7">
      <w:rPr>
        <w:b/>
        <w:noProof/>
        <w:szCs w:val="16"/>
      </w:rPr>
      <w:t>10</w:t>
    </w:r>
    <w:r w:rsidRPr="0090659A">
      <w:rPr>
        <w:b/>
        <w:szCs w:val="16"/>
      </w:rPr>
      <w:fldChar w:fldCharType="end"/>
    </w:r>
    <w:r>
      <w:rPr>
        <w:b/>
        <w:szCs w:val="16"/>
      </w:rP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60211" w14:textId="54135659" w:rsidR="00DD0ECF" w:rsidRPr="00F80FE6" w:rsidRDefault="00DD0ECF" w:rsidP="00706237">
    <w:pPr>
      <w:pStyle w:val="Footer"/>
      <w:rPr>
        <w:szCs w:val="16"/>
      </w:rPr>
    </w:pPr>
    <w:r w:rsidRPr="002A244B">
      <w:t>©</w:t>
    </w:r>
    <w:r>
      <w:t xml:space="preserve"> 2015 -</w:t>
    </w:r>
    <w:r w:rsidRPr="002A244B">
      <w:t xml:space="preserve"> </w:t>
    </w:r>
    <w:r>
      <w:fldChar w:fldCharType="begin"/>
    </w:r>
    <w:r>
      <w:instrText xml:space="preserve"> DATE  \@ "yyyy"  \* MERGEFORMAT </w:instrText>
    </w:r>
    <w:r>
      <w:fldChar w:fldCharType="separate"/>
    </w:r>
    <w:r w:rsidR="008B2DF7">
      <w:rPr>
        <w:noProof/>
      </w:rPr>
      <w:t>2024</w:t>
    </w:r>
    <w:r>
      <w:rPr>
        <w:noProof/>
      </w:rPr>
      <w:fldChar w:fldCharType="end"/>
    </w:r>
    <w:r w:rsidRPr="002A244B">
      <w:t xml:space="preserve"> Cisco </w:t>
    </w:r>
    <w:r>
      <w:t>and/or its affiliates</w:t>
    </w:r>
    <w:r w:rsidRPr="002A244B">
      <w:t>. All rights reserved.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8B2DF7">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8B2DF7">
      <w:rPr>
        <w:b/>
        <w:noProof/>
        <w:szCs w:val="16"/>
      </w:rPr>
      <w:t>10</w:t>
    </w:r>
    <w:r w:rsidRPr="0090659A">
      <w:rPr>
        <w:b/>
        <w:szCs w:val="16"/>
      </w:rPr>
      <w:fldChar w:fldCharType="end"/>
    </w:r>
    <w:r>
      <w:rPr>
        <w:b/>
        <w:szCs w:val="16"/>
      </w:rP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6E77E1" w14:textId="77777777" w:rsidR="00606F9E" w:rsidRDefault="00606F9E" w:rsidP="0090659A">
      <w:pPr>
        <w:spacing w:after="0" w:line="240" w:lineRule="auto"/>
      </w:pPr>
      <w:r>
        <w:separator/>
      </w:r>
    </w:p>
    <w:p w14:paraId="14F9DF76" w14:textId="77777777" w:rsidR="00606F9E" w:rsidRDefault="00606F9E"/>
    <w:p w14:paraId="50FE7AD9" w14:textId="77777777" w:rsidR="00606F9E" w:rsidRDefault="00606F9E"/>
    <w:p w14:paraId="4DBBAD86" w14:textId="77777777" w:rsidR="00606F9E" w:rsidRDefault="00606F9E"/>
    <w:p w14:paraId="33FCCD97" w14:textId="77777777" w:rsidR="00606F9E" w:rsidRDefault="00606F9E"/>
    <w:p w14:paraId="0467E084" w14:textId="77777777" w:rsidR="00606F9E" w:rsidRDefault="00606F9E"/>
  </w:footnote>
  <w:footnote w:type="continuationSeparator" w:id="0">
    <w:p w14:paraId="0FC169A0" w14:textId="77777777" w:rsidR="00606F9E" w:rsidRDefault="00606F9E" w:rsidP="0090659A">
      <w:pPr>
        <w:spacing w:after="0" w:line="240" w:lineRule="auto"/>
      </w:pPr>
      <w:r>
        <w:continuationSeparator/>
      </w:r>
    </w:p>
    <w:p w14:paraId="09FDDA2C" w14:textId="77777777" w:rsidR="00606F9E" w:rsidRDefault="00606F9E"/>
    <w:p w14:paraId="6AA7828E" w14:textId="77777777" w:rsidR="00606F9E" w:rsidRDefault="00606F9E"/>
    <w:p w14:paraId="374860BF" w14:textId="77777777" w:rsidR="00606F9E" w:rsidRDefault="00606F9E"/>
    <w:p w14:paraId="6EB44D16" w14:textId="77777777" w:rsidR="00606F9E" w:rsidRDefault="00606F9E"/>
    <w:p w14:paraId="15FE2CB2" w14:textId="77777777" w:rsidR="00606F9E" w:rsidRDefault="00606F9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010A8" w14:textId="77777777" w:rsidR="00DD0ECF" w:rsidRDefault="00DD0ECF" w:rsidP="00C52BA6">
    <w:pPr>
      <w:pStyle w:val="PageHead"/>
    </w:pPr>
    <w:r w:rsidRPr="00476BA9">
      <w:t xml:space="preserve">Lab </w:t>
    </w:r>
    <w:r>
      <w:t>-</w:t>
    </w:r>
    <w:r w:rsidRPr="00FD4A68">
      <w:t xml:space="preserve"> </w:t>
    </w:r>
    <w:r w:rsidRPr="00627EE2">
      <w:t>Securing the Router for Administrative Access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4D021" w14:textId="77777777" w:rsidR="00DD0ECF" w:rsidRDefault="00DD0ECF">
    <w:r>
      <w:rPr>
        <w:noProof/>
      </w:rPr>
      <w:drawing>
        <wp:inline distT="0" distB="0" distL="0" distR="0" wp14:anchorId="2B798D1F" wp14:editId="71279E3F">
          <wp:extent cx="2587752" cy="804672"/>
          <wp:effectExtent l="0" t="0" r="3175" b="0"/>
          <wp:docPr id="4" name="Picture 4"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0FBD7F30"/>
    <w:multiLevelType w:val="multilevel"/>
    <w:tmpl w:val="C3205DD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796360"/>
    <w:multiLevelType w:val="multilevel"/>
    <w:tmpl w:val="C060DE42"/>
    <w:styleLink w:val="PartStepSubStepList"/>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990"/>
        </w:tabs>
        <w:ind w:left="99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5197614B"/>
    <w:multiLevelType w:val="multilevel"/>
    <w:tmpl w:val="C060DE42"/>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990"/>
        </w:tabs>
        <w:ind w:left="99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4"/>
  </w:num>
  <w:num w:numId="3">
    <w:abstractNumId w:val="7"/>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360" w:firstLine="0"/>
        </w:p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4">
    <w:abstractNumId w:val="7"/>
  </w:num>
  <w:num w:numId="5">
    <w:abstractNumId w:val="1"/>
  </w:num>
  <w:num w:numId="6">
    <w:abstractNumId w:val="3"/>
  </w:num>
  <w:num w:numId="7">
    <w:abstractNumId w:val="0"/>
  </w:num>
  <w:num w:numId="8">
    <w:abstractNumId w:val="6"/>
    <w:lvlOverride w:ilvl="0">
      <w:lvl w:ilvl="0">
        <w:start w:val="1"/>
        <w:numFmt w:val="bullet"/>
        <w:pStyle w:val="Bulletlevel1"/>
        <w:lvlText w:val=""/>
        <w:lvlJc w:val="left"/>
        <w:pPr>
          <w:ind w:left="720" w:hanging="360"/>
        </w:pPr>
        <w:rPr>
          <w:rFonts w:ascii="Webdings" w:hAnsi="Webdings" w:hint="default"/>
          <w:sz w:val="14"/>
          <w:szCs w:val="14"/>
        </w:rPr>
      </w:lvl>
    </w:lvlOverride>
  </w:num>
  <w:num w:numId="9">
    <w:abstractNumId w:val="2"/>
  </w:num>
  <w:num w:numId="10">
    <w:abstractNumId w:val="5"/>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36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61__i" w:val="H4sIAAAAAAAEAKtWckksSQxILCpxzi/NK1GyMqwFAAEhoTITAAAA"/>
    <w:docVar w:name="__grammarly61_1" w:val="H4sIAAAAAAAEAKtWcslPLs1NzSvxTFGyUko2MzRPNU801jVNS0rRNTFKNtO1TEtO0U02NjI3TrFMNTVMMlbSUQpOLS7OzM8DaTGsBQChJsi2QwAAAA=="/>
  </w:docVars>
  <w:rsids>
    <w:rsidRoot w:val="00BC4DD8"/>
    <w:rsid w:val="00001BDF"/>
    <w:rsid w:val="00004175"/>
    <w:rsid w:val="00004268"/>
    <w:rsid w:val="000059C9"/>
    <w:rsid w:val="00007FF4"/>
    <w:rsid w:val="000116CE"/>
    <w:rsid w:val="00012C22"/>
    <w:rsid w:val="000160F7"/>
    <w:rsid w:val="00016D5B"/>
    <w:rsid w:val="00016F30"/>
    <w:rsid w:val="0002047C"/>
    <w:rsid w:val="00021372"/>
    <w:rsid w:val="00021B9A"/>
    <w:rsid w:val="000242D6"/>
    <w:rsid w:val="00024EE5"/>
    <w:rsid w:val="00032511"/>
    <w:rsid w:val="0003452C"/>
    <w:rsid w:val="00034FCD"/>
    <w:rsid w:val="00037926"/>
    <w:rsid w:val="00041AF6"/>
    <w:rsid w:val="000424AF"/>
    <w:rsid w:val="000435D4"/>
    <w:rsid w:val="00044E62"/>
    <w:rsid w:val="00050BA4"/>
    <w:rsid w:val="00051738"/>
    <w:rsid w:val="00052548"/>
    <w:rsid w:val="00060696"/>
    <w:rsid w:val="000608D1"/>
    <w:rsid w:val="000616C0"/>
    <w:rsid w:val="00065F32"/>
    <w:rsid w:val="00067A67"/>
    <w:rsid w:val="00070B6A"/>
    <w:rsid w:val="000744A3"/>
    <w:rsid w:val="000769CF"/>
    <w:rsid w:val="00080E79"/>
    <w:rsid w:val="000815D8"/>
    <w:rsid w:val="000847DC"/>
    <w:rsid w:val="00084C99"/>
    <w:rsid w:val="00085CC6"/>
    <w:rsid w:val="00087187"/>
    <w:rsid w:val="00090C07"/>
    <w:rsid w:val="00091E8D"/>
    <w:rsid w:val="0009378D"/>
    <w:rsid w:val="00096A8D"/>
    <w:rsid w:val="00097163"/>
    <w:rsid w:val="000A22C8"/>
    <w:rsid w:val="000A578D"/>
    <w:rsid w:val="000A764D"/>
    <w:rsid w:val="000B2043"/>
    <w:rsid w:val="000B2344"/>
    <w:rsid w:val="000B43CE"/>
    <w:rsid w:val="000B7DE5"/>
    <w:rsid w:val="000C360E"/>
    <w:rsid w:val="000C5682"/>
    <w:rsid w:val="000D0AD5"/>
    <w:rsid w:val="000D1043"/>
    <w:rsid w:val="000D3847"/>
    <w:rsid w:val="000D53F1"/>
    <w:rsid w:val="000D55B4"/>
    <w:rsid w:val="000E09FD"/>
    <w:rsid w:val="000E365D"/>
    <w:rsid w:val="000E4A83"/>
    <w:rsid w:val="000E593B"/>
    <w:rsid w:val="000E65F0"/>
    <w:rsid w:val="000E72AA"/>
    <w:rsid w:val="000F072C"/>
    <w:rsid w:val="000F1B10"/>
    <w:rsid w:val="000F4490"/>
    <w:rsid w:val="000F6743"/>
    <w:rsid w:val="000F7327"/>
    <w:rsid w:val="001006C2"/>
    <w:rsid w:val="00101BE8"/>
    <w:rsid w:val="00104948"/>
    <w:rsid w:val="00107B2B"/>
    <w:rsid w:val="00112AC5"/>
    <w:rsid w:val="001133DD"/>
    <w:rsid w:val="00120CBE"/>
    <w:rsid w:val="001261C4"/>
    <w:rsid w:val="001314FB"/>
    <w:rsid w:val="00133307"/>
    <w:rsid w:val="001357AA"/>
    <w:rsid w:val="001366EC"/>
    <w:rsid w:val="0014219C"/>
    <w:rsid w:val="001425ED"/>
    <w:rsid w:val="00142D83"/>
    <w:rsid w:val="00143450"/>
    <w:rsid w:val="00144997"/>
    <w:rsid w:val="0014611F"/>
    <w:rsid w:val="001464A4"/>
    <w:rsid w:val="00154E3A"/>
    <w:rsid w:val="00157902"/>
    <w:rsid w:val="00163164"/>
    <w:rsid w:val="00164806"/>
    <w:rsid w:val="00166253"/>
    <w:rsid w:val="001704B7"/>
    <w:rsid w:val="001710C0"/>
    <w:rsid w:val="00171D43"/>
    <w:rsid w:val="00172AFB"/>
    <w:rsid w:val="00176689"/>
    <w:rsid w:val="001772B8"/>
    <w:rsid w:val="00180FBF"/>
    <w:rsid w:val="001820A3"/>
    <w:rsid w:val="00182CF4"/>
    <w:rsid w:val="001845D2"/>
    <w:rsid w:val="00186CE1"/>
    <w:rsid w:val="00187906"/>
    <w:rsid w:val="00190AB2"/>
    <w:rsid w:val="001918DC"/>
    <w:rsid w:val="00191F00"/>
    <w:rsid w:val="00192F12"/>
    <w:rsid w:val="00193A09"/>
    <w:rsid w:val="00193F14"/>
    <w:rsid w:val="001967B9"/>
    <w:rsid w:val="00197614"/>
    <w:rsid w:val="001A0312"/>
    <w:rsid w:val="001A15DA"/>
    <w:rsid w:val="001A2694"/>
    <w:rsid w:val="001A3CC7"/>
    <w:rsid w:val="001A5893"/>
    <w:rsid w:val="001A69AC"/>
    <w:rsid w:val="001B2431"/>
    <w:rsid w:val="001B67D8"/>
    <w:rsid w:val="001B6F95"/>
    <w:rsid w:val="001C05A1"/>
    <w:rsid w:val="001C1D9E"/>
    <w:rsid w:val="001C7121"/>
    <w:rsid w:val="001C7C3B"/>
    <w:rsid w:val="001C7F9C"/>
    <w:rsid w:val="001D37D3"/>
    <w:rsid w:val="001D5B6F"/>
    <w:rsid w:val="001D610D"/>
    <w:rsid w:val="001D6ACC"/>
    <w:rsid w:val="001E0AB8"/>
    <w:rsid w:val="001E38E0"/>
    <w:rsid w:val="001E4E72"/>
    <w:rsid w:val="001E62B3"/>
    <w:rsid w:val="001E6471"/>
    <w:rsid w:val="001F0171"/>
    <w:rsid w:val="001F0271"/>
    <w:rsid w:val="001F0D77"/>
    <w:rsid w:val="001F60E9"/>
    <w:rsid w:val="001F7DD8"/>
    <w:rsid w:val="00201928"/>
    <w:rsid w:val="002027EE"/>
    <w:rsid w:val="00203D0B"/>
    <w:rsid w:val="00203E26"/>
    <w:rsid w:val="0020449C"/>
    <w:rsid w:val="00207AFD"/>
    <w:rsid w:val="002113B8"/>
    <w:rsid w:val="00215665"/>
    <w:rsid w:val="002163BB"/>
    <w:rsid w:val="002177F6"/>
    <w:rsid w:val="0021792C"/>
    <w:rsid w:val="0022025C"/>
    <w:rsid w:val="00221650"/>
    <w:rsid w:val="00222ED6"/>
    <w:rsid w:val="00223552"/>
    <w:rsid w:val="002240AB"/>
    <w:rsid w:val="002242A0"/>
    <w:rsid w:val="00225E37"/>
    <w:rsid w:val="0022736C"/>
    <w:rsid w:val="00233B28"/>
    <w:rsid w:val="00236A7F"/>
    <w:rsid w:val="00237F85"/>
    <w:rsid w:val="00240615"/>
    <w:rsid w:val="00242E3A"/>
    <w:rsid w:val="00243D6B"/>
    <w:rsid w:val="00243F6A"/>
    <w:rsid w:val="002448D9"/>
    <w:rsid w:val="002506CF"/>
    <w:rsid w:val="0025107F"/>
    <w:rsid w:val="0025225B"/>
    <w:rsid w:val="00260296"/>
    <w:rsid w:val="00260891"/>
    <w:rsid w:val="00260CD4"/>
    <w:rsid w:val="002639D8"/>
    <w:rsid w:val="00265F77"/>
    <w:rsid w:val="00266C83"/>
    <w:rsid w:val="00272C59"/>
    <w:rsid w:val="00274279"/>
    <w:rsid w:val="00274D00"/>
    <w:rsid w:val="002768DC"/>
    <w:rsid w:val="00280E1A"/>
    <w:rsid w:val="00280F63"/>
    <w:rsid w:val="00294C8F"/>
    <w:rsid w:val="00294F87"/>
    <w:rsid w:val="002979DE"/>
    <w:rsid w:val="002A27E9"/>
    <w:rsid w:val="002A5E1E"/>
    <w:rsid w:val="002A6C56"/>
    <w:rsid w:val="002B0868"/>
    <w:rsid w:val="002B2D65"/>
    <w:rsid w:val="002B57D1"/>
    <w:rsid w:val="002B7326"/>
    <w:rsid w:val="002C090C"/>
    <w:rsid w:val="002C1243"/>
    <w:rsid w:val="002C1815"/>
    <w:rsid w:val="002C4052"/>
    <w:rsid w:val="002C475E"/>
    <w:rsid w:val="002C6AD6"/>
    <w:rsid w:val="002C7642"/>
    <w:rsid w:val="002D0671"/>
    <w:rsid w:val="002D2604"/>
    <w:rsid w:val="002D6C2A"/>
    <w:rsid w:val="002D7A86"/>
    <w:rsid w:val="002F28A8"/>
    <w:rsid w:val="002F45FF"/>
    <w:rsid w:val="002F6D17"/>
    <w:rsid w:val="00302887"/>
    <w:rsid w:val="003056EB"/>
    <w:rsid w:val="003071FF"/>
    <w:rsid w:val="00307ECA"/>
    <w:rsid w:val="00310652"/>
    <w:rsid w:val="00311B6A"/>
    <w:rsid w:val="00312F1B"/>
    <w:rsid w:val="0031371D"/>
    <w:rsid w:val="0031598D"/>
    <w:rsid w:val="0031789F"/>
    <w:rsid w:val="00320677"/>
    <w:rsid w:val="00320788"/>
    <w:rsid w:val="003233A3"/>
    <w:rsid w:val="0033104B"/>
    <w:rsid w:val="00332A89"/>
    <w:rsid w:val="0034455D"/>
    <w:rsid w:val="0034604B"/>
    <w:rsid w:val="00346D17"/>
    <w:rsid w:val="00347972"/>
    <w:rsid w:val="0035042C"/>
    <w:rsid w:val="0035469B"/>
    <w:rsid w:val="003559CC"/>
    <w:rsid w:val="003562AE"/>
    <w:rsid w:val="003569D7"/>
    <w:rsid w:val="003608AC"/>
    <w:rsid w:val="00362098"/>
    <w:rsid w:val="00363551"/>
    <w:rsid w:val="0036465A"/>
    <w:rsid w:val="00366A48"/>
    <w:rsid w:val="0037205B"/>
    <w:rsid w:val="00374F15"/>
    <w:rsid w:val="00384249"/>
    <w:rsid w:val="00392C65"/>
    <w:rsid w:val="00392ED5"/>
    <w:rsid w:val="0039396C"/>
    <w:rsid w:val="003968FE"/>
    <w:rsid w:val="003A0E2E"/>
    <w:rsid w:val="003A19DC"/>
    <w:rsid w:val="003A1B45"/>
    <w:rsid w:val="003A1C06"/>
    <w:rsid w:val="003A220C"/>
    <w:rsid w:val="003A2EB9"/>
    <w:rsid w:val="003B46FC"/>
    <w:rsid w:val="003B5767"/>
    <w:rsid w:val="003B7605"/>
    <w:rsid w:val="003B774E"/>
    <w:rsid w:val="003C08AA"/>
    <w:rsid w:val="003C2A7B"/>
    <w:rsid w:val="003C6BCA"/>
    <w:rsid w:val="003C7902"/>
    <w:rsid w:val="003D0BFF"/>
    <w:rsid w:val="003D1685"/>
    <w:rsid w:val="003D6EF1"/>
    <w:rsid w:val="003E5BE5"/>
    <w:rsid w:val="003F18D1"/>
    <w:rsid w:val="003F4881"/>
    <w:rsid w:val="003F4F0E"/>
    <w:rsid w:val="003F6476"/>
    <w:rsid w:val="003F6E06"/>
    <w:rsid w:val="00403C7A"/>
    <w:rsid w:val="004047D2"/>
    <w:rsid w:val="004057A6"/>
    <w:rsid w:val="00406554"/>
    <w:rsid w:val="00410497"/>
    <w:rsid w:val="004112A4"/>
    <w:rsid w:val="004131B0"/>
    <w:rsid w:val="00416083"/>
    <w:rsid w:val="004161D0"/>
    <w:rsid w:val="00416B9F"/>
    <w:rsid w:val="00416C42"/>
    <w:rsid w:val="00421456"/>
    <w:rsid w:val="00422476"/>
    <w:rsid w:val="0042385C"/>
    <w:rsid w:val="00424571"/>
    <w:rsid w:val="00431654"/>
    <w:rsid w:val="0043432B"/>
    <w:rsid w:val="00434926"/>
    <w:rsid w:val="004353EB"/>
    <w:rsid w:val="00443ACE"/>
    <w:rsid w:val="00444217"/>
    <w:rsid w:val="00446FDD"/>
    <w:rsid w:val="004478F4"/>
    <w:rsid w:val="00450F7A"/>
    <w:rsid w:val="00452C6D"/>
    <w:rsid w:val="00455E0B"/>
    <w:rsid w:val="0045744A"/>
    <w:rsid w:val="00460AFB"/>
    <w:rsid w:val="00461AA5"/>
    <w:rsid w:val="00462B9F"/>
    <w:rsid w:val="004659EE"/>
    <w:rsid w:val="0047606F"/>
    <w:rsid w:val="00476BA9"/>
    <w:rsid w:val="004822E5"/>
    <w:rsid w:val="00485A35"/>
    <w:rsid w:val="004908B2"/>
    <w:rsid w:val="00490CB8"/>
    <w:rsid w:val="004936C2"/>
    <w:rsid w:val="0049379C"/>
    <w:rsid w:val="004A1CA0"/>
    <w:rsid w:val="004A22E9"/>
    <w:rsid w:val="004A4ACD"/>
    <w:rsid w:val="004A5BC5"/>
    <w:rsid w:val="004B023D"/>
    <w:rsid w:val="004B10C1"/>
    <w:rsid w:val="004B162B"/>
    <w:rsid w:val="004B65E7"/>
    <w:rsid w:val="004C0909"/>
    <w:rsid w:val="004C1D22"/>
    <w:rsid w:val="004C3F97"/>
    <w:rsid w:val="004D01F2"/>
    <w:rsid w:val="004D246B"/>
    <w:rsid w:val="004D3339"/>
    <w:rsid w:val="004D353F"/>
    <w:rsid w:val="004D36D7"/>
    <w:rsid w:val="004D57F6"/>
    <w:rsid w:val="004D682B"/>
    <w:rsid w:val="004E1A0F"/>
    <w:rsid w:val="004E2993"/>
    <w:rsid w:val="004E29DE"/>
    <w:rsid w:val="004E38AC"/>
    <w:rsid w:val="004E6133"/>
    <w:rsid w:val="004E6152"/>
    <w:rsid w:val="004F0465"/>
    <w:rsid w:val="004F305D"/>
    <w:rsid w:val="004F344A"/>
    <w:rsid w:val="0050233A"/>
    <w:rsid w:val="00504ED4"/>
    <w:rsid w:val="00506909"/>
    <w:rsid w:val="00510051"/>
    <w:rsid w:val="00510639"/>
    <w:rsid w:val="00511E9E"/>
    <w:rsid w:val="005136BE"/>
    <w:rsid w:val="005142B7"/>
    <w:rsid w:val="00514DD9"/>
    <w:rsid w:val="00516142"/>
    <w:rsid w:val="005163D6"/>
    <w:rsid w:val="0051788E"/>
    <w:rsid w:val="00520027"/>
    <w:rsid w:val="0052093C"/>
    <w:rsid w:val="00521B31"/>
    <w:rsid w:val="00522469"/>
    <w:rsid w:val="0052400A"/>
    <w:rsid w:val="00533101"/>
    <w:rsid w:val="00536F43"/>
    <w:rsid w:val="00542A2D"/>
    <w:rsid w:val="0054753C"/>
    <w:rsid w:val="005510BA"/>
    <w:rsid w:val="00551E36"/>
    <w:rsid w:val="00553AC9"/>
    <w:rsid w:val="00554B4E"/>
    <w:rsid w:val="00555501"/>
    <w:rsid w:val="00556C02"/>
    <w:rsid w:val="00561BB2"/>
    <w:rsid w:val="005624F0"/>
    <w:rsid w:val="00563249"/>
    <w:rsid w:val="005639B0"/>
    <w:rsid w:val="005648AC"/>
    <w:rsid w:val="00570A65"/>
    <w:rsid w:val="00570AE6"/>
    <w:rsid w:val="0057181A"/>
    <w:rsid w:val="00575211"/>
    <w:rsid w:val="00575ED2"/>
    <w:rsid w:val="005762B1"/>
    <w:rsid w:val="00580456"/>
    <w:rsid w:val="00580E73"/>
    <w:rsid w:val="00586479"/>
    <w:rsid w:val="00587B19"/>
    <w:rsid w:val="00593386"/>
    <w:rsid w:val="00595F2B"/>
    <w:rsid w:val="00596998"/>
    <w:rsid w:val="00597D32"/>
    <w:rsid w:val="005A43BF"/>
    <w:rsid w:val="005A6E30"/>
    <w:rsid w:val="005A6E62"/>
    <w:rsid w:val="005B19FC"/>
    <w:rsid w:val="005C053D"/>
    <w:rsid w:val="005C4F68"/>
    <w:rsid w:val="005C698C"/>
    <w:rsid w:val="005D1B38"/>
    <w:rsid w:val="005D1FB9"/>
    <w:rsid w:val="005D247D"/>
    <w:rsid w:val="005D2B29"/>
    <w:rsid w:val="005D2ED0"/>
    <w:rsid w:val="005D354A"/>
    <w:rsid w:val="005D3D21"/>
    <w:rsid w:val="005D431D"/>
    <w:rsid w:val="005D53A9"/>
    <w:rsid w:val="005D5855"/>
    <w:rsid w:val="005E0AEF"/>
    <w:rsid w:val="005E2E48"/>
    <w:rsid w:val="005E31DA"/>
    <w:rsid w:val="005E3235"/>
    <w:rsid w:val="005E4176"/>
    <w:rsid w:val="005E65B5"/>
    <w:rsid w:val="005E67F0"/>
    <w:rsid w:val="005F1DB3"/>
    <w:rsid w:val="005F3AE9"/>
    <w:rsid w:val="005F43C0"/>
    <w:rsid w:val="005F4F8A"/>
    <w:rsid w:val="005F7AC6"/>
    <w:rsid w:val="006007BB"/>
    <w:rsid w:val="00601DC0"/>
    <w:rsid w:val="00601F02"/>
    <w:rsid w:val="006034CB"/>
    <w:rsid w:val="00604EA4"/>
    <w:rsid w:val="00606F9E"/>
    <w:rsid w:val="006131CE"/>
    <w:rsid w:val="0061336B"/>
    <w:rsid w:val="00617930"/>
    <w:rsid w:val="00617D6E"/>
    <w:rsid w:val="0062179F"/>
    <w:rsid w:val="00622D61"/>
    <w:rsid w:val="00624198"/>
    <w:rsid w:val="00626B75"/>
    <w:rsid w:val="00631E20"/>
    <w:rsid w:val="00636C28"/>
    <w:rsid w:val="00636EF4"/>
    <w:rsid w:val="006428E5"/>
    <w:rsid w:val="00644958"/>
    <w:rsid w:val="0064570E"/>
    <w:rsid w:val="0065288A"/>
    <w:rsid w:val="00662934"/>
    <w:rsid w:val="00672919"/>
    <w:rsid w:val="00686587"/>
    <w:rsid w:val="006904CF"/>
    <w:rsid w:val="00695EE2"/>
    <w:rsid w:val="0069660B"/>
    <w:rsid w:val="006A1B33"/>
    <w:rsid w:val="006A28D1"/>
    <w:rsid w:val="006A48F1"/>
    <w:rsid w:val="006A71A3"/>
    <w:rsid w:val="006B03F2"/>
    <w:rsid w:val="006B14C1"/>
    <w:rsid w:val="006B1639"/>
    <w:rsid w:val="006B5CA7"/>
    <w:rsid w:val="006B5E89"/>
    <w:rsid w:val="006C19B2"/>
    <w:rsid w:val="006C30A0"/>
    <w:rsid w:val="006C35FF"/>
    <w:rsid w:val="006C46D2"/>
    <w:rsid w:val="006C57F2"/>
    <w:rsid w:val="006C5949"/>
    <w:rsid w:val="006C6832"/>
    <w:rsid w:val="006D1370"/>
    <w:rsid w:val="006D2C28"/>
    <w:rsid w:val="006D3FC1"/>
    <w:rsid w:val="006D472C"/>
    <w:rsid w:val="006E1E97"/>
    <w:rsid w:val="006E372B"/>
    <w:rsid w:val="006E6581"/>
    <w:rsid w:val="006E71DF"/>
    <w:rsid w:val="006F1CC4"/>
    <w:rsid w:val="006F2A86"/>
    <w:rsid w:val="006F2F94"/>
    <w:rsid w:val="006F3163"/>
    <w:rsid w:val="006F3244"/>
    <w:rsid w:val="006F655C"/>
    <w:rsid w:val="006F7421"/>
    <w:rsid w:val="0070080E"/>
    <w:rsid w:val="00705FEC"/>
    <w:rsid w:val="00706237"/>
    <w:rsid w:val="0071147A"/>
    <w:rsid w:val="0071185D"/>
    <w:rsid w:val="007141CC"/>
    <w:rsid w:val="00716332"/>
    <w:rsid w:val="00721E01"/>
    <w:rsid w:val="007222AD"/>
    <w:rsid w:val="007267CF"/>
    <w:rsid w:val="00731B7E"/>
    <w:rsid w:val="00731B85"/>
    <w:rsid w:val="00731F3F"/>
    <w:rsid w:val="0073353A"/>
    <w:rsid w:val="00733BAB"/>
    <w:rsid w:val="00733DAF"/>
    <w:rsid w:val="007436BF"/>
    <w:rsid w:val="00743AE2"/>
    <w:rsid w:val="00743DE9"/>
    <w:rsid w:val="007443E9"/>
    <w:rsid w:val="0074578B"/>
    <w:rsid w:val="00745DCE"/>
    <w:rsid w:val="007525B0"/>
    <w:rsid w:val="00753D89"/>
    <w:rsid w:val="00755C9B"/>
    <w:rsid w:val="00760199"/>
    <w:rsid w:val="00760FE4"/>
    <w:rsid w:val="00763D8B"/>
    <w:rsid w:val="007657F6"/>
    <w:rsid w:val="00765E47"/>
    <w:rsid w:val="0076748E"/>
    <w:rsid w:val="007676FF"/>
    <w:rsid w:val="0077125A"/>
    <w:rsid w:val="00772B67"/>
    <w:rsid w:val="007752D8"/>
    <w:rsid w:val="0078405B"/>
    <w:rsid w:val="007850EB"/>
    <w:rsid w:val="00785C5C"/>
    <w:rsid w:val="00786F58"/>
    <w:rsid w:val="007874CD"/>
    <w:rsid w:val="00787CC1"/>
    <w:rsid w:val="00790642"/>
    <w:rsid w:val="00792F4E"/>
    <w:rsid w:val="0079398D"/>
    <w:rsid w:val="00796C25"/>
    <w:rsid w:val="007A287C"/>
    <w:rsid w:val="007A3308"/>
    <w:rsid w:val="007A3B2A"/>
    <w:rsid w:val="007A5347"/>
    <w:rsid w:val="007A5DA2"/>
    <w:rsid w:val="007B5522"/>
    <w:rsid w:val="007C0EE0"/>
    <w:rsid w:val="007C1B71"/>
    <w:rsid w:val="007C2FBB"/>
    <w:rsid w:val="007C39A8"/>
    <w:rsid w:val="007C7164"/>
    <w:rsid w:val="007D1984"/>
    <w:rsid w:val="007D2AFE"/>
    <w:rsid w:val="007D5B89"/>
    <w:rsid w:val="007E3264"/>
    <w:rsid w:val="007E3FEA"/>
    <w:rsid w:val="007E496E"/>
    <w:rsid w:val="007E649E"/>
    <w:rsid w:val="007F0A0B"/>
    <w:rsid w:val="007F3A60"/>
    <w:rsid w:val="007F3D0B"/>
    <w:rsid w:val="007F6E10"/>
    <w:rsid w:val="007F7C94"/>
    <w:rsid w:val="00802FFA"/>
    <w:rsid w:val="00803CD8"/>
    <w:rsid w:val="008041DB"/>
    <w:rsid w:val="0081002E"/>
    <w:rsid w:val="00810E4B"/>
    <w:rsid w:val="00813FD1"/>
    <w:rsid w:val="00814BAA"/>
    <w:rsid w:val="00822A30"/>
    <w:rsid w:val="00824295"/>
    <w:rsid w:val="00830473"/>
    <w:rsid w:val="008313F3"/>
    <w:rsid w:val="008379A7"/>
    <w:rsid w:val="008405BB"/>
    <w:rsid w:val="00841267"/>
    <w:rsid w:val="00846494"/>
    <w:rsid w:val="00846989"/>
    <w:rsid w:val="00847B20"/>
    <w:rsid w:val="008509D3"/>
    <w:rsid w:val="00852937"/>
    <w:rsid w:val="00853418"/>
    <w:rsid w:val="008534DC"/>
    <w:rsid w:val="0085610D"/>
    <w:rsid w:val="00857A22"/>
    <w:rsid w:val="00857CF6"/>
    <w:rsid w:val="008610ED"/>
    <w:rsid w:val="00861C6A"/>
    <w:rsid w:val="00865199"/>
    <w:rsid w:val="00865ABE"/>
    <w:rsid w:val="00865C6F"/>
    <w:rsid w:val="00866AB9"/>
    <w:rsid w:val="00867EAF"/>
    <w:rsid w:val="00870763"/>
    <w:rsid w:val="008713EA"/>
    <w:rsid w:val="00873C6B"/>
    <w:rsid w:val="0087680B"/>
    <w:rsid w:val="0088222E"/>
    <w:rsid w:val="008837EE"/>
    <w:rsid w:val="0088426A"/>
    <w:rsid w:val="008852BA"/>
    <w:rsid w:val="00890108"/>
    <w:rsid w:val="0089193A"/>
    <w:rsid w:val="00893877"/>
    <w:rsid w:val="00894F67"/>
    <w:rsid w:val="0089532C"/>
    <w:rsid w:val="00896165"/>
    <w:rsid w:val="00896681"/>
    <w:rsid w:val="008A2749"/>
    <w:rsid w:val="008A2F3D"/>
    <w:rsid w:val="008A3A90"/>
    <w:rsid w:val="008A5655"/>
    <w:rsid w:val="008B06D4"/>
    <w:rsid w:val="008B18E7"/>
    <w:rsid w:val="008B2DF7"/>
    <w:rsid w:val="008B4F20"/>
    <w:rsid w:val="008B7FFD"/>
    <w:rsid w:val="008C066B"/>
    <w:rsid w:val="008C2920"/>
    <w:rsid w:val="008C4307"/>
    <w:rsid w:val="008C51EC"/>
    <w:rsid w:val="008C5CA0"/>
    <w:rsid w:val="008D23DF"/>
    <w:rsid w:val="008D4BDE"/>
    <w:rsid w:val="008D5C79"/>
    <w:rsid w:val="008D73BF"/>
    <w:rsid w:val="008D7F09"/>
    <w:rsid w:val="008E5B64"/>
    <w:rsid w:val="008E7DAA"/>
    <w:rsid w:val="008F0094"/>
    <w:rsid w:val="008F1B4F"/>
    <w:rsid w:val="008F340F"/>
    <w:rsid w:val="008F5837"/>
    <w:rsid w:val="00902867"/>
    <w:rsid w:val="00903523"/>
    <w:rsid w:val="00905C3A"/>
    <w:rsid w:val="0090659A"/>
    <w:rsid w:val="00906DD0"/>
    <w:rsid w:val="00911080"/>
    <w:rsid w:val="00912474"/>
    <w:rsid w:val="0091350B"/>
    <w:rsid w:val="00915986"/>
    <w:rsid w:val="00917624"/>
    <w:rsid w:val="00920265"/>
    <w:rsid w:val="00924564"/>
    <w:rsid w:val="00930386"/>
    <w:rsid w:val="009309F5"/>
    <w:rsid w:val="00933237"/>
    <w:rsid w:val="00933F28"/>
    <w:rsid w:val="00934084"/>
    <w:rsid w:val="00943BC7"/>
    <w:rsid w:val="0094511B"/>
    <w:rsid w:val="00946110"/>
    <w:rsid w:val="009476C0"/>
    <w:rsid w:val="0095279C"/>
    <w:rsid w:val="00963E34"/>
    <w:rsid w:val="00964DFA"/>
    <w:rsid w:val="00971C2A"/>
    <w:rsid w:val="009728C4"/>
    <w:rsid w:val="0098155C"/>
    <w:rsid w:val="009828DF"/>
    <w:rsid w:val="009829FF"/>
    <w:rsid w:val="00983B77"/>
    <w:rsid w:val="00992C5E"/>
    <w:rsid w:val="00995761"/>
    <w:rsid w:val="00996053"/>
    <w:rsid w:val="009A0793"/>
    <w:rsid w:val="009A0B2F"/>
    <w:rsid w:val="009A0E93"/>
    <w:rsid w:val="009A151B"/>
    <w:rsid w:val="009A170C"/>
    <w:rsid w:val="009A1CF4"/>
    <w:rsid w:val="009A37D7"/>
    <w:rsid w:val="009A4319"/>
    <w:rsid w:val="009A4C70"/>
    <w:rsid w:val="009A4E17"/>
    <w:rsid w:val="009A6955"/>
    <w:rsid w:val="009A6968"/>
    <w:rsid w:val="009B1759"/>
    <w:rsid w:val="009B341C"/>
    <w:rsid w:val="009B4618"/>
    <w:rsid w:val="009B5747"/>
    <w:rsid w:val="009B6D3D"/>
    <w:rsid w:val="009C1811"/>
    <w:rsid w:val="009C45B5"/>
    <w:rsid w:val="009D03D9"/>
    <w:rsid w:val="009D0650"/>
    <w:rsid w:val="009D1662"/>
    <w:rsid w:val="009D2C27"/>
    <w:rsid w:val="009D3672"/>
    <w:rsid w:val="009D48D4"/>
    <w:rsid w:val="009D4D9F"/>
    <w:rsid w:val="009E0097"/>
    <w:rsid w:val="009E0692"/>
    <w:rsid w:val="009E2309"/>
    <w:rsid w:val="009E42B9"/>
    <w:rsid w:val="009E4E17"/>
    <w:rsid w:val="009F19CA"/>
    <w:rsid w:val="009F24AE"/>
    <w:rsid w:val="009F352A"/>
    <w:rsid w:val="009F4C2E"/>
    <w:rsid w:val="00A002AB"/>
    <w:rsid w:val="00A014A3"/>
    <w:rsid w:val="00A0412D"/>
    <w:rsid w:val="00A049E6"/>
    <w:rsid w:val="00A17108"/>
    <w:rsid w:val="00A173A4"/>
    <w:rsid w:val="00A21211"/>
    <w:rsid w:val="00A34E7F"/>
    <w:rsid w:val="00A41206"/>
    <w:rsid w:val="00A438D0"/>
    <w:rsid w:val="00A4583F"/>
    <w:rsid w:val="00A46F0A"/>
    <w:rsid w:val="00A46F25"/>
    <w:rsid w:val="00A47A8E"/>
    <w:rsid w:val="00A47CC2"/>
    <w:rsid w:val="00A502BA"/>
    <w:rsid w:val="00A5741D"/>
    <w:rsid w:val="00A60146"/>
    <w:rsid w:val="00A60527"/>
    <w:rsid w:val="00A622C4"/>
    <w:rsid w:val="00A6283D"/>
    <w:rsid w:val="00A63342"/>
    <w:rsid w:val="00A63FB4"/>
    <w:rsid w:val="00A64778"/>
    <w:rsid w:val="00A66217"/>
    <w:rsid w:val="00A71A28"/>
    <w:rsid w:val="00A73EBA"/>
    <w:rsid w:val="00A74D4B"/>
    <w:rsid w:val="00A754B4"/>
    <w:rsid w:val="00A76DF5"/>
    <w:rsid w:val="00A80171"/>
    <w:rsid w:val="00A807C1"/>
    <w:rsid w:val="00A83374"/>
    <w:rsid w:val="00A859B1"/>
    <w:rsid w:val="00A91CC7"/>
    <w:rsid w:val="00A96172"/>
    <w:rsid w:val="00A977A2"/>
    <w:rsid w:val="00A97C5F"/>
    <w:rsid w:val="00AA3FC0"/>
    <w:rsid w:val="00AA517E"/>
    <w:rsid w:val="00AA5247"/>
    <w:rsid w:val="00AA5348"/>
    <w:rsid w:val="00AB0D6A"/>
    <w:rsid w:val="00AB1F99"/>
    <w:rsid w:val="00AB43B3"/>
    <w:rsid w:val="00AB49B9"/>
    <w:rsid w:val="00AB604B"/>
    <w:rsid w:val="00AB758A"/>
    <w:rsid w:val="00AC027E"/>
    <w:rsid w:val="00AC1E7E"/>
    <w:rsid w:val="00AC2124"/>
    <w:rsid w:val="00AC507D"/>
    <w:rsid w:val="00AC66E4"/>
    <w:rsid w:val="00AD04F2"/>
    <w:rsid w:val="00AD0563"/>
    <w:rsid w:val="00AD373F"/>
    <w:rsid w:val="00AD4578"/>
    <w:rsid w:val="00AD68E9"/>
    <w:rsid w:val="00AD6E9A"/>
    <w:rsid w:val="00AE0F72"/>
    <w:rsid w:val="00AE42AB"/>
    <w:rsid w:val="00AE56C0"/>
    <w:rsid w:val="00AF3C14"/>
    <w:rsid w:val="00B00914"/>
    <w:rsid w:val="00B00AC3"/>
    <w:rsid w:val="00B02A8E"/>
    <w:rsid w:val="00B052EE"/>
    <w:rsid w:val="00B1081F"/>
    <w:rsid w:val="00B20421"/>
    <w:rsid w:val="00B2496B"/>
    <w:rsid w:val="00B24B6B"/>
    <w:rsid w:val="00B2724D"/>
    <w:rsid w:val="00B27499"/>
    <w:rsid w:val="00B3010D"/>
    <w:rsid w:val="00B3239A"/>
    <w:rsid w:val="00B346AA"/>
    <w:rsid w:val="00B34CB8"/>
    <w:rsid w:val="00B35151"/>
    <w:rsid w:val="00B4298A"/>
    <w:rsid w:val="00B42A56"/>
    <w:rsid w:val="00B433F2"/>
    <w:rsid w:val="00B43FFC"/>
    <w:rsid w:val="00B458E8"/>
    <w:rsid w:val="00B45C19"/>
    <w:rsid w:val="00B47C28"/>
    <w:rsid w:val="00B5397B"/>
    <w:rsid w:val="00B53EE9"/>
    <w:rsid w:val="00B579F5"/>
    <w:rsid w:val="00B57B8F"/>
    <w:rsid w:val="00B6183E"/>
    <w:rsid w:val="00B62573"/>
    <w:rsid w:val="00B62809"/>
    <w:rsid w:val="00B62FB2"/>
    <w:rsid w:val="00B63264"/>
    <w:rsid w:val="00B63453"/>
    <w:rsid w:val="00B74C25"/>
    <w:rsid w:val="00B754D4"/>
    <w:rsid w:val="00B7675A"/>
    <w:rsid w:val="00B76EE8"/>
    <w:rsid w:val="00B81898"/>
    <w:rsid w:val="00B84F66"/>
    <w:rsid w:val="00B8606B"/>
    <w:rsid w:val="00B86413"/>
    <w:rsid w:val="00B86C8A"/>
    <w:rsid w:val="00B878E7"/>
    <w:rsid w:val="00B9165A"/>
    <w:rsid w:val="00B9311E"/>
    <w:rsid w:val="00B934CC"/>
    <w:rsid w:val="00B937C2"/>
    <w:rsid w:val="00B963F9"/>
    <w:rsid w:val="00B97278"/>
    <w:rsid w:val="00B97943"/>
    <w:rsid w:val="00BA0F04"/>
    <w:rsid w:val="00BA1D0B"/>
    <w:rsid w:val="00BA6972"/>
    <w:rsid w:val="00BB0EF4"/>
    <w:rsid w:val="00BB1914"/>
    <w:rsid w:val="00BB1E0D"/>
    <w:rsid w:val="00BB200D"/>
    <w:rsid w:val="00BB4D9B"/>
    <w:rsid w:val="00BB73FF"/>
    <w:rsid w:val="00BB7688"/>
    <w:rsid w:val="00BC19B1"/>
    <w:rsid w:val="00BC4DD8"/>
    <w:rsid w:val="00BC5AB1"/>
    <w:rsid w:val="00BC72B0"/>
    <w:rsid w:val="00BC7CAC"/>
    <w:rsid w:val="00BD36E3"/>
    <w:rsid w:val="00BD6D76"/>
    <w:rsid w:val="00BE56B3"/>
    <w:rsid w:val="00BE676D"/>
    <w:rsid w:val="00BF04E8"/>
    <w:rsid w:val="00BF16BF"/>
    <w:rsid w:val="00BF2ECB"/>
    <w:rsid w:val="00BF4D1F"/>
    <w:rsid w:val="00BF6A55"/>
    <w:rsid w:val="00BF762B"/>
    <w:rsid w:val="00BF7E67"/>
    <w:rsid w:val="00C02A73"/>
    <w:rsid w:val="00C063D2"/>
    <w:rsid w:val="00C07FD9"/>
    <w:rsid w:val="00C10955"/>
    <w:rsid w:val="00C117E2"/>
    <w:rsid w:val="00C11C4D"/>
    <w:rsid w:val="00C123A1"/>
    <w:rsid w:val="00C127A8"/>
    <w:rsid w:val="00C1712C"/>
    <w:rsid w:val="00C22E2B"/>
    <w:rsid w:val="00C23E16"/>
    <w:rsid w:val="00C27E37"/>
    <w:rsid w:val="00C31459"/>
    <w:rsid w:val="00C32713"/>
    <w:rsid w:val="00C33C6A"/>
    <w:rsid w:val="00C351B8"/>
    <w:rsid w:val="00C37911"/>
    <w:rsid w:val="00C410D9"/>
    <w:rsid w:val="00C42433"/>
    <w:rsid w:val="00C44DB7"/>
    <w:rsid w:val="00C4510A"/>
    <w:rsid w:val="00C4626F"/>
    <w:rsid w:val="00C47F2E"/>
    <w:rsid w:val="00C5087B"/>
    <w:rsid w:val="00C515C6"/>
    <w:rsid w:val="00C52BA6"/>
    <w:rsid w:val="00C57A1A"/>
    <w:rsid w:val="00C57C23"/>
    <w:rsid w:val="00C614CD"/>
    <w:rsid w:val="00C6258F"/>
    <w:rsid w:val="00C63DF6"/>
    <w:rsid w:val="00C63E58"/>
    <w:rsid w:val="00C6495E"/>
    <w:rsid w:val="00C66FDA"/>
    <w:rsid w:val="00C670EE"/>
    <w:rsid w:val="00C6723F"/>
    <w:rsid w:val="00C67E3B"/>
    <w:rsid w:val="00C759B4"/>
    <w:rsid w:val="00C800E3"/>
    <w:rsid w:val="00C82C64"/>
    <w:rsid w:val="00C872E4"/>
    <w:rsid w:val="00C877E2"/>
    <w:rsid w:val="00C90311"/>
    <w:rsid w:val="00C91C26"/>
    <w:rsid w:val="00C97004"/>
    <w:rsid w:val="00C97F4F"/>
    <w:rsid w:val="00CA6FB8"/>
    <w:rsid w:val="00CA73D5"/>
    <w:rsid w:val="00CB235F"/>
    <w:rsid w:val="00CB283D"/>
    <w:rsid w:val="00CB6751"/>
    <w:rsid w:val="00CC14B5"/>
    <w:rsid w:val="00CC1C87"/>
    <w:rsid w:val="00CC299F"/>
    <w:rsid w:val="00CC3000"/>
    <w:rsid w:val="00CC4859"/>
    <w:rsid w:val="00CC4A3D"/>
    <w:rsid w:val="00CC5CF8"/>
    <w:rsid w:val="00CC7A35"/>
    <w:rsid w:val="00CD00E2"/>
    <w:rsid w:val="00CD072A"/>
    <w:rsid w:val="00CD1410"/>
    <w:rsid w:val="00CD7F73"/>
    <w:rsid w:val="00CE187B"/>
    <w:rsid w:val="00CE23E4"/>
    <w:rsid w:val="00CE26C5"/>
    <w:rsid w:val="00CE36AF"/>
    <w:rsid w:val="00CE54DD"/>
    <w:rsid w:val="00CF069C"/>
    <w:rsid w:val="00CF0DA5"/>
    <w:rsid w:val="00CF5954"/>
    <w:rsid w:val="00CF5D31"/>
    <w:rsid w:val="00CF5F3B"/>
    <w:rsid w:val="00CF791A"/>
    <w:rsid w:val="00D00D7D"/>
    <w:rsid w:val="00D046BA"/>
    <w:rsid w:val="00D06A86"/>
    <w:rsid w:val="00D111AD"/>
    <w:rsid w:val="00D139C8"/>
    <w:rsid w:val="00D17F81"/>
    <w:rsid w:val="00D21905"/>
    <w:rsid w:val="00D2758C"/>
    <w:rsid w:val="00D275CA"/>
    <w:rsid w:val="00D2789B"/>
    <w:rsid w:val="00D336C0"/>
    <w:rsid w:val="00D345AB"/>
    <w:rsid w:val="00D41566"/>
    <w:rsid w:val="00D458EC"/>
    <w:rsid w:val="00D45F59"/>
    <w:rsid w:val="00D4666A"/>
    <w:rsid w:val="00D501B0"/>
    <w:rsid w:val="00D52582"/>
    <w:rsid w:val="00D55665"/>
    <w:rsid w:val="00D56A0E"/>
    <w:rsid w:val="00D57AD3"/>
    <w:rsid w:val="00D62210"/>
    <w:rsid w:val="00D635FE"/>
    <w:rsid w:val="00D65AE2"/>
    <w:rsid w:val="00D66FD9"/>
    <w:rsid w:val="00D67BB9"/>
    <w:rsid w:val="00D712BE"/>
    <w:rsid w:val="00D71E67"/>
    <w:rsid w:val="00D71FCA"/>
    <w:rsid w:val="00D729DE"/>
    <w:rsid w:val="00D75B6A"/>
    <w:rsid w:val="00D84BDA"/>
    <w:rsid w:val="00D863EC"/>
    <w:rsid w:val="00D876A8"/>
    <w:rsid w:val="00D87D9D"/>
    <w:rsid w:val="00D87EA1"/>
    <w:rsid w:val="00D87F26"/>
    <w:rsid w:val="00D910D6"/>
    <w:rsid w:val="00D929E4"/>
    <w:rsid w:val="00D93063"/>
    <w:rsid w:val="00D933B0"/>
    <w:rsid w:val="00D96643"/>
    <w:rsid w:val="00D9751B"/>
    <w:rsid w:val="00D977E8"/>
    <w:rsid w:val="00D97B16"/>
    <w:rsid w:val="00D97C18"/>
    <w:rsid w:val="00DA3937"/>
    <w:rsid w:val="00DA5FB1"/>
    <w:rsid w:val="00DB1C89"/>
    <w:rsid w:val="00DB2912"/>
    <w:rsid w:val="00DB3763"/>
    <w:rsid w:val="00DB4029"/>
    <w:rsid w:val="00DB5F4D"/>
    <w:rsid w:val="00DB6DA5"/>
    <w:rsid w:val="00DB7831"/>
    <w:rsid w:val="00DC076B"/>
    <w:rsid w:val="00DC186F"/>
    <w:rsid w:val="00DC1D58"/>
    <w:rsid w:val="00DC252F"/>
    <w:rsid w:val="00DC5F08"/>
    <w:rsid w:val="00DC6050"/>
    <w:rsid w:val="00DC640A"/>
    <w:rsid w:val="00DC68A5"/>
    <w:rsid w:val="00DC7A52"/>
    <w:rsid w:val="00DD0ECF"/>
    <w:rsid w:val="00DD19EC"/>
    <w:rsid w:val="00DD1D05"/>
    <w:rsid w:val="00DD43EA"/>
    <w:rsid w:val="00DD4A8E"/>
    <w:rsid w:val="00DD7F2E"/>
    <w:rsid w:val="00DE0000"/>
    <w:rsid w:val="00DE6F44"/>
    <w:rsid w:val="00DF1B58"/>
    <w:rsid w:val="00E037D9"/>
    <w:rsid w:val="00E04927"/>
    <w:rsid w:val="00E069B8"/>
    <w:rsid w:val="00E10CD8"/>
    <w:rsid w:val="00E11A48"/>
    <w:rsid w:val="00E130EB"/>
    <w:rsid w:val="00E13919"/>
    <w:rsid w:val="00E14881"/>
    <w:rsid w:val="00E162CD"/>
    <w:rsid w:val="00E17F9B"/>
    <w:rsid w:val="00E17FA5"/>
    <w:rsid w:val="00E26930"/>
    <w:rsid w:val="00E27257"/>
    <w:rsid w:val="00E27DCF"/>
    <w:rsid w:val="00E40A27"/>
    <w:rsid w:val="00E41298"/>
    <w:rsid w:val="00E449D0"/>
    <w:rsid w:val="00E4506A"/>
    <w:rsid w:val="00E45E08"/>
    <w:rsid w:val="00E47B43"/>
    <w:rsid w:val="00E51BDD"/>
    <w:rsid w:val="00E53F99"/>
    <w:rsid w:val="00E541F7"/>
    <w:rsid w:val="00E56510"/>
    <w:rsid w:val="00E57C1F"/>
    <w:rsid w:val="00E611F7"/>
    <w:rsid w:val="00E62CA7"/>
    <w:rsid w:val="00E62EA8"/>
    <w:rsid w:val="00E669F0"/>
    <w:rsid w:val="00E67A6E"/>
    <w:rsid w:val="00E71B43"/>
    <w:rsid w:val="00E72D2C"/>
    <w:rsid w:val="00E76480"/>
    <w:rsid w:val="00E81612"/>
    <w:rsid w:val="00E82E74"/>
    <w:rsid w:val="00E84905"/>
    <w:rsid w:val="00E87D18"/>
    <w:rsid w:val="00E87D62"/>
    <w:rsid w:val="00E87FFE"/>
    <w:rsid w:val="00E912AB"/>
    <w:rsid w:val="00E92194"/>
    <w:rsid w:val="00E957C3"/>
    <w:rsid w:val="00EA091C"/>
    <w:rsid w:val="00EA0AFF"/>
    <w:rsid w:val="00EA486E"/>
    <w:rsid w:val="00EA4FA3"/>
    <w:rsid w:val="00EB001B"/>
    <w:rsid w:val="00EB27CD"/>
    <w:rsid w:val="00EB3082"/>
    <w:rsid w:val="00EB4139"/>
    <w:rsid w:val="00EB52E5"/>
    <w:rsid w:val="00EB6C33"/>
    <w:rsid w:val="00EC021C"/>
    <w:rsid w:val="00EC06C5"/>
    <w:rsid w:val="00EC1822"/>
    <w:rsid w:val="00EC55C0"/>
    <w:rsid w:val="00ED44D4"/>
    <w:rsid w:val="00ED6019"/>
    <w:rsid w:val="00ED7679"/>
    <w:rsid w:val="00ED7830"/>
    <w:rsid w:val="00EE3909"/>
    <w:rsid w:val="00EF3C9B"/>
    <w:rsid w:val="00EF4205"/>
    <w:rsid w:val="00EF5939"/>
    <w:rsid w:val="00EF69C6"/>
    <w:rsid w:val="00EF78FF"/>
    <w:rsid w:val="00F01714"/>
    <w:rsid w:val="00F01FD5"/>
    <w:rsid w:val="00F0258F"/>
    <w:rsid w:val="00F02D06"/>
    <w:rsid w:val="00F056E5"/>
    <w:rsid w:val="00F06FDD"/>
    <w:rsid w:val="00F07E30"/>
    <w:rsid w:val="00F10819"/>
    <w:rsid w:val="00F13C6A"/>
    <w:rsid w:val="00F14355"/>
    <w:rsid w:val="00F150E5"/>
    <w:rsid w:val="00F1692F"/>
    <w:rsid w:val="00F16CBA"/>
    <w:rsid w:val="00F16F35"/>
    <w:rsid w:val="00F17559"/>
    <w:rsid w:val="00F2229D"/>
    <w:rsid w:val="00F25ABB"/>
    <w:rsid w:val="00F27963"/>
    <w:rsid w:val="00F30103"/>
    <w:rsid w:val="00F30446"/>
    <w:rsid w:val="00F34C43"/>
    <w:rsid w:val="00F410B1"/>
    <w:rsid w:val="00F4135D"/>
    <w:rsid w:val="00F41F1B"/>
    <w:rsid w:val="00F45545"/>
    <w:rsid w:val="00F46BD9"/>
    <w:rsid w:val="00F5214F"/>
    <w:rsid w:val="00F5478D"/>
    <w:rsid w:val="00F54F27"/>
    <w:rsid w:val="00F56668"/>
    <w:rsid w:val="00F60BE0"/>
    <w:rsid w:val="00F6280E"/>
    <w:rsid w:val="00F64E7C"/>
    <w:rsid w:val="00F67EB9"/>
    <w:rsid w:val="00F7050A"/>
    <w:rsid w:val="00F72134"/>
    <w:rsid w:val="00F732BD"/>
    <w:rsid w:val="00F753E7"/>
    <w:rsid w:val="00F75533"/>
    <w:rsid w:val="00F7611E"/>
    <w:rsid w:val="00F76B29"/>
    <w:rsid w:val="00F8036D"/>
    <w:rsid w:val="00F809DC"/>
    <w:rsid w:val="00F80DBA"/>
    <w:rsid w:val="00F80FE6"/>
    <w:rsid w:val="00F8494F"/>
    <w:rsid w:val="00F86EB0"/>
    <w:rsid w:val="00F90A4B"/>
    <w:rsid w:val="00F9228A"/>
    <w:rsid w:val="00FA30C7"/>
    <w:rsid w:val="00FA3601"/>
    <w:rsid w:val="00FA3667"/>
    <w:rsid w:val="00FA3811"/>
    <w:rsid w:val="00FA3B9F"/>
    <w:rsid w:val="00FA3F06"/>
    <w:rsid w:val="00FA4805"/>
    <w:rsid w:val="00FA4A26"/>
    <w:rsid w:val="00FA7084"/>
    <w:rsid w:val="00FA7BEF"/>
    <w:rsid w:val="00FB1929"/>
    <w:rsid w:val="00FB5FD9"/>
    <w:rsid w:val="00FB6C2E"/>
    <w:rsid w:val="00FC064E"/>
    <w:rsid w:val="00FD33AB"/>
    <w:rsid w:val="00FD4724"/>
    <w:rsid w:val="00FD4A68"/>
    <w:rsid w:val="00FD68ED"/>
    <w:rsid w:val="00FD79BE"/>
    <w:rsid w:val="00FE2824"/>
    <w:rsid w:val="00FE55BC"/>
    <w:rsid w:val="00FE661F"/>
    <w:rsid w:val="00FF0400"/>
    <w:rsid w:val="00FF210C"/>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709716"/>
  <w15:docId w15:val="{37E00075-6B8C-413A-B09C-0035453E6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096A8D"/>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096A8D"/>
    <w:pPr>
      <w:keepNext/>
      <w:keepLines/>
      <w:numPr>
        <w:numId w:val="6"/>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096A8D"/>
    <w:pPr>
      <w:keepNext/>
      <w:numPr>
        <w:ilvl w:val="1"/>
        <w:numId w:val="6"/>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096A8D"/>
    <w:pPr>
      <w:keepNext/>
      <w:numPr>
        <w:ilvl w:val="2"/>
        <w:numId w:val="6"/>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CD00E2"/>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CD00E2"/>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CD00E2"/>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CD00E2"/>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CD00E2"/>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CD00E2"/>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D00E2"/>
    <w:rPr>
      <w:b/>
      <w:bCs/>
      <w:noProof/>
      <w:sz w:val="26"/>
      <w:szCs w:val="26"/>
    </w:rPr>
  </w:style>
  <w:style w:type="character" w:customStyle="1" w:styleId="Heading2Char">
    <w:name w:val="Heading 2 Char"/>
    <w:link w:val="Heading2"/>
    <w:uiPriority w:val="9"/>
    <w:rsid w:val="00CD00E2"/>
    <w:rPr>
      <w:rFonts w:eastAsia="Times New Roman"/>
      <w:b/>
      <w:bCs/>
      <w:sz w:val="24"/>
      <w:szCs w:val="26"/>
    </w:rPr>
  </w:style>
  <w:style w:type="paragraph" w:customStyle="1" w:styleId="ClientNote">
    <w:name w:val="Client Note"/>
    <w:basedOn w:val="Normal"/>
    <w:next w:val="Normal"/>
    <w:autoRedefine/>
    <w:semiHidden/>
    <w:unhideWhenUsed/>
    <w:qFormat/>
    <w:rsid w:val="00CD00E2"/>
    <w:pPr>
      <w:spacing w:after="0" w:line="240" w:lineRule="auto"/>
    </w:pPr>
    <w:rPr>
      <w:i/>
      <w:color w:val="FF0000"/>
    </w:rPr>
  </w:style>
  <w:style w:type="paragraph" w:customStyle="1" w:styleId="PageHead">
    <w:name w:val="Page Head"/>
    <w:basedOn w:val="Normal"/>
    <w:qFormat/>
    <w:rsid w:val="00CD00E2"/>
    <w:pPr>
      <w:pBdr>
        <w:bottom w:val="single" w:sz="18" w:space="1" w:color="auto"/>
      </w:pBdr>
      <w:tabs>
        <w:tab w:val="right" w:pos="10080"/>
      </w:tabs>
    </w:pPr>
    <w:rPr>
      <w:b/>
      <w:sz w:val="20"/>
    </w:rPr>
  </w:style>
  <w:style w:type="paragraph" w:styleId="Header">
    <w:name w:val="header"/>
    <w:basedOn w:val="Normal"/>
    <w:link w:val="HeaderChar"/>
    <w:unhideWhenUsed/>
    <w:rsid w:val="00CD00E2"/>
    <w:pPr>
      <w:tabs>
        <w:tab w:val="center" w:pos="4680"/>
        <w:tab w:val="right" w:pos="9360"/>
      </w:tabs>
    </w:pPr>
  </w:style>
  <w:style w:type="character" w:customStyle="1" w:styleId="HeaderChar">
    <w:name w:val="Header Char"/>
    <w:basedOn w:val="DefaultParagraphFont"/>
    <w:link w:val="Header"/>
    <w:rsid w:val="00CD00E2"/>
    <w:rPr>
      <w:sz w:val="22"/>
      <w:szCs w:val="22"/>
    </w:rPr>
  </w:style>
  <w:style w:type="paragraph" w:styleId="Footer">
    <w:name w:val="footer"/>
    <w:basedOn w:val="Normal"/>
    <w:link w:val="FooterChar"/>
    <w:autoRedefine/>
    <w:uiPriority w:val="99"/>
    <w:unhideWhenUsed/>
    <w:rsid w:val="00CD00E2"/>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CD00E2"/>
    <w:rPr>
      <w:sz w:val="16"/>
      <w:szCs w:val="22"/>
    </w:rPr>
  </w:style>
  <w:style w:type="paragraph" w:styleId="BalloonText">
    <w:name w:val="Balloon Text"/>
    <w:basedOn w:val="Normal"/>
    <w:link w:val="BalloonTextChar"/>
    <w:uiPriority w:val="99"/>
    <w:semiHidden/>
    <w:unhideWhenUsed/>
    <w:rsid w:val="00CD00E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CD00E2"/>
    <w:rPr>
      <w:rFonts w:ascii="Tahoma" w:hAnsi="Tahoma"/>
      <w:sz w:val="16"/>
      <w:szCs w:val="16"/>
    </w:rPr>
  </w:style>
  <w:style w:type="paragraph" w:customStyle="1" w:styleId="TableText">
    <w:name w:val="Table Text"/>
    <w:basedOn w:val="Normal"/>
    <w:link w:val="TableTextChar"/>
    <w:qFormat/>
    <w:rsid w:val="00CD00E2"/>
    <w:pPr>
      <w:spacing w:line="240" w:lineRule="auto"/>
    </w:pPr>
    <w:rPr>
      <w:sz w:val="20"/>
      <w:szCs w:val="20"/>
    </w:rPr>
  </w:style>
  <w:style w:type="character" w:customStyle="1" w:styleId="TableTextChar">
    <w:name w:val="Table Text Char"/>
    <w:link w:val="TableText"/>
    <w:rsid w:val="00CD00E2"/>
  </w:style>
  <w:style w:type="table" w:styleId="TableGrid">
    <w:name w:val="Table Grid"/>
    <w:basedOn w:val="TableNormal"/>
    <w:uiPriority w:val="59"/>
    <w:rsid w:val="00CD0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CD00E2"/>
    <w:pPr>
      <w:keepNext/>
      <w:spacing w:before="120" w:after="120"/>
      <w:jc w:val="center"/>
    </w:pPr>
    <w:rPr>
      <w:b/>
      <w:sz w:val="20"/>
    </w:rPr>
  </w:style>
  <w:style w:type="paragraph" w:customStyle="1" w:styleId="Bulletlevel1">
    <w:name w:val="Bullet level 1"/>
    <w:basedOn w:val="BodyTextL25"/>
    <w:qFormat/>
    <w:rsid w:val="00CD00E2"/>
    <w:pPr>
      <w:numPr>
        <w:numId w:val="1"/>
      </w:numPr>
    </w:pPr>
  </w:style>
  <w:style w:type="paragraph" w:customStyle="1" w:styleId="Bulletlevel2">
    <w:name w:val="Bullet level 2"/>
    <w:basedOn w:val="BodyTextL25"/>
    <w:qFormat/>
    <w:rsid w:val="00CD00E2"/>
    <w:pPr>
      <w:numPr>
        <w:numId w:val="5"/>
      </w:numPr>
      <w:ind w:left="1080"/>
    </w:pPr>
  </w:style>
  <w:style w:type="paragraph" w:customStyle="1" w:styleId="InstNoteRed">
    <w:name w:val="Inst Note Red"/>
    <w:basedOn w:val="Normal"/>
    <w:qFormat/>
    <w:rsid w:val="00CD00E2"/>
    <w:pPr>
      <w:spacing w:line="240" w:lineRule="auto"/>
    </w:pPr>
    <w:rPr>
      <w:color w:val="EE0000"/>
      <w:sz w:val="20"/>
    </w:rPr>
  </w:style>
  <w:style w:type="paragraph" w:customStyle="1" w:styleId="SubStepAlpha">
    <w:name w:val="SubStep Alpha"/>
    <w:basedOn w:val="BodyTextL25"/>
    <w:qFormat/>
    <w:rsid w:val="00096A8D"/>
    <w:pPr>
      <w:numPr>
        <w:ilvl w:val="3"/>
        <w:numId w:val="6"/>
      </w:numPr>
    </w:pPr>
  </w:style>
  <w:style w:type="paragraph" w:customStyle="1" w:styleId="CMD">
    <w:name w:val="CMD"/>
    <w:basedOn w:val="BodyTextL25"/>
    <w:link w:val="CMDChar"/>
    <w:qFormat/>
    <w:rsid w:val="00CD00E2"/>
    <w:pPr>
      <w:spacing w:before="60" w:after="60"/>
      <w:ind w:left="720"/>
    </w:pPr>
    <w:rPr>
      <w:rFonts w:ascii="Courier New" w:hAnsi="Courier New"/>
    </w:rPr>
  </w:style>
  <w:style w:type="paragraph" w:customStyle="1" w:styleId="BodyTextL50">
    <w:name w:val="Body Text L50"/>
    <w:basedOn w:val="Normal"/>
    <w:link w:val="BodyTextL50Char"/>
    <w:qFormat/>
    <w:rsid w:val="00CD00E2"/>
    <w:pPr>
      <w:spacing w:before="120" w:after="120" w:line="240" w:lineRule="auto"/>
      <w:ind w:left="720"/>
    </w:pPr>
    <w:rPr>
      <w:sz w:val="20"/>
    </w:rPr>
  </w:style>
  <w:style w:type="paragraph" w:customStyle="1" w:styleId="BodyTextL25">
    <w:name w:val="Body Text L25"/>
    <w:basedOn w:val="Normal"/>
    <w:link w:val="BodyTextL25Char"/>
    <w:qFormat/>
    <w:rsid w:val="00CD00E2"/>
    <w:pPr>
      <w:spacing w:before="120" w:after="120" w:line="240" w:lineRule="auto"/>
      <w:ind w:left="360"/>
    </w:pPr>
    <w:rPr>
      <w:sz w:val="20"/>
    </w:rPr>
  </w:style>
  <w:style w:type="paragraph" w:customStyle="1" w:styleId="InstNoteRedL50">
    <w:name w:val="Inst Note Red L50"/>
    <w:basedOn w:val="InstNoteRed"/>
    <w:next w:val="Normal"/>
    <w:qFormat/>
    <w:rsid w:val="00CD00E2"/>
    <w:pPr>
      <w:spacing w:before="120" w:after="120"/>
      <w:ind w:left="720"/>
    </w:pPr>
  </w:style>
  <w:style w:type="paragraph" w:customStyle="1" w:styleId="DevConfigs">
    <w:name w:val="DevConfigs"/>
    <w:basedOn w:val="Normal"/>
    <w:link w:val="DevConfigsChar"/>
    <w:qFormat/>
    <w:rsid w:val="00CD00E2"/>
    <w:pPr>
      <w:spacing w:before="0" w:after="0"/>
    </w:pPr>
    <w:rPr>
      <w:rFonts w:ascii="Courier New" w:hAnsi="Courier New"/>
      <w:sz w:val="20"/>
    </w:rPr>
  </w:style>
  <w:style w:type="paragraph" w:customStyle="1" w:styleId="Visual">
    <w:name w:val="Visual"/>
    <w:basedOn w:val="Normal"/>
    <w:qFormat/>
    <w:rsid w:val="00CD00E2"/>
    <w:pPr>
      <w:spacing w:before="240" w:after="240"/>
      <w:jc w:val="center"/>
    </w:pPr>
  </w:style>
  <w:style w:type="paragraph" w:styleId="DocumentMap">
    <w:name w:val="Document Map"/>
    <w:basedOn w:val="Normal"/>
    <w:link w:val="DocumentMapChar"/>
    <w:uiPriority w:val="99"/>
    <w:semiHidden/>
    <w:unhideWhenUsed/>
    <w:rsid w:val="00CD00E2"/>
    <w:pPr>
      <w:spacing w:after="0" w:line="240" w:lineRule="auto"/>
    </w:pPr>
    <w:rPr>
      <w:rFonts w:ascii="Tahoma" w:hAnsi="Tahoma"/>
      <w:sz w:val="16"/>
      <w:szCs w:val="16"/>
    </w:rPr>
  </w:style>
  <w:style w:type="character" w:customStyle="1" w:styleId="DocumentMapChar">
    <w:name w:val="Document Map Char"/>
    <w:link w:val="DocumentMap"/>
    <w:uiPriority w:val="99"/>
    <w:semiHidden/>
    <w:rsid w:val="00CD00E2"/>
    <w:rPr>
      <w:rFonts w:ascii="Tahoma" w:hAnsi="Tahoma"/>
      <w:sz w:val="16"/>
      <w:szCs w:val="16"/>
    </w:rPr>
  </w:style>
  <w:style w:type="character" w:customStyle="1" w:styleId="LabTitleInstVersred">
    <w:name w:val="Lab Title Inst Vers (red)"/>
    <w:uiPriority w:val="1"/>
    <w:qFormat/>
    <w:rsid w:val="00CD00E2"/>
    <w:rPr>
      <w:rFonts w:ascii="Arial" w:hAnsi="Arial"/>
      <w:b/>
      <w:color w:val="EE0000"/>
      <w:sz w:val="32"/>
    </w:rPr>
  </w:style>
  <w:style w:type="character" w:customStyle="1" w:styleId="AnswerGray">
    <w:name w:val="Answer Gray"/>
    <w:basedOn w:val="DefaultParagraphFont"/>
    <w:uiPriority w:val="1"/>
    <w:qFormat/>
    <w:rsid w:val="00CD00E2"/>
    <w:rPr>
      <w:rFonts w:ascii="Arial" w:hAnsi="Arial"/>
      <w:b/>
      <w:color w:val="auto"/>
      <w:sz w:val="20"/>
      <w:bdr w:val="none" w:sz="0" w:space="0" w:color="auto"/>
      <w:shd w:val="clear" w:color="auto" w:fill="D9D9D9" w:themeFill="background1" w:themeFillShade="D9"/>
    </w:rPr>
  </w:style>
  <w:style w:type="paragraph" w:customStyle="1" w:styleId="SubStepNum">
    <w:name w:val="SubStep Num"/>
    <w:basedOn w:val="BodyTextL25"/>
    <w:qFormat/>
    <w:rsid w:val="00096A8D"/>
    <w:pPr>
      <w:numPr>
        <w:ilvl w:val="4"/>
        <w:numId w:val="6"/>
      </w:numPr>
    </w:pPr>
  </w:style>
  <w:style w:type="table" w:customStyle="1" w:styleId="LightList-Accent11">
    <w:name w:val="Light List - Accent 11"/>
    <w:basedOn w:val="TableNormal"/>
    <w:uiPriority w:val="61"/>
    <w:rsid w:val="00CD00E2"/>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CD00E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CD00E2"/>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CD00E2"/>
    <w:pPr>
      <w:numPr>
        <w:numId w:val="1"/>
      </w:numPr>
    </w:pPr>
  </w:style>
  <w:style w:type="paragraph" w:customStyle="1" w:styleId="CMDOutput">
    <w:name w:val="CMD Output"/>
    <w:basedOn w:val="BodyTextL25"/>
    <w:link w:val="CMDOutputChar"/>
    <w:qFormat/>
    <w:rsid w:val="00CD00E2"/>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CD00E2"/>
    <w:rPr>
      <w:color w:val="EE0000"/>
    </w:rPr>
  </w:style>
  <w:style w:type="paragraph" w:customStyle="1" w:styleId="BodyTextL25Bold">
    <w:name w:val="Body Text L25 Bold"/>
    <w:basedOn w:val="BodyTextL25"/>
    <w:qFormat/>
    <w:rsid w:val="00CD00E2"/>
    <w:rPr>
      <w:b/>
    </w:rPr>
  </w:style>
  <w:style w:type="paragraph" w:styleId="HTMLPreformatted">
    <w:name w:val="HTML Preformatted"/>
    <w:basedOn w:val="Normal"/>
    <w:link w:val="HTMLPreformattedChar"/>
    <w:uiPriority w:val="99"/>
    <w:semiHidden/>
    <w:unhideWhenUsed/>
    <w:rsid w:val="00CD0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D00E2"/>
    <w:rPr>
      <w:rFonts w:ascii="Courier New" w:eastAsia="Times New Roman" w:hAnsi="Courier New"/>
    </w:rPr>
  </w:style>
  <w:style w:type="character" w:styleId="CommentReference">
    <w:name w:val="annotation reference"/>
    <w:semiHidden/>
    <w:unhideWhenUsed/>
    <w:rsid w:val="00CD00E2"/>
    <w:rPr>
      <w:sz w:val="16"/>
      <w:szCs w:val="16"/>
    </w:rPr>
  </w:style>
  <w:style w:type="paragraph" w:styleId="CommentSubject">
    <w:name w:val="annotation subject"/>
    <w:basedOn w:val="CommentText"/>
    <w:next w:val="CommentText"/>
    <w:link w:val="CommentSubjectChar"/>
    <w:uiPriority w:val="99"/>
    <w:semiHidden/>
    <w:unhideWhenUsed/>
    <w:rsid w:val="00CD00E2"/>
    <w:rPr>
      <w:b/>
      <w:bCs/>
    </w:rPr>
  </w:style>
  <w:style w:type="character" w:customStyle="1" w:styleId="CommentSubjectChar">
    <w:name w:val="Comment Subject Char"/>
    <w:link w:val="CommentSubject"/>
    <w:uiPriority w:val="99"/>
    <w:semiHidden/>
    <w:rsid w:val="00CD00E2"/>
    <w:rPr>
      <w:b/>
      <w:bCs/>
    </w:rPr>
  </w:style>
  <w:style w:type="paragraph" w:customStyle="1" w:styleId="ReflectionQ">
    <w:name w:val="Reflection Q"/>
    <w:basedOn w:val="BodyTextL25"/>
    <w:qFormat/>
    <w:rsid w:val="00CD00E2"/>
    <w:pPr>
      <w:keepNext/>
      <w:numPr>
        <w:ilvl w:val="1"/>
        <w:numId w:val="2"/>
      </w:numPr>
    </w:pPr>
  </w:style>
  <w:style w:type="numbering" w:customStyle="1" w:styleId="SectionList">
    <w:name w:val="Section_List"/>
    <w:basedOn w:val="NoList"/>
    <w:uiPriority w:val="99"/>
    <w:rsid w:val="00CD00E2"/>
    <w:pPr>
      <w:numPr>
        <w:numId w:val="2"/>
      </w:numPr>
    </w:pPr>
  </w:style>
  <w:style w:type="character" w:customStyle="1" w:styleId="Heading3Char">
    <w:name w:val="Heading 3 Char"/>
    <w:link w:val="Heading3"/>
    <w:rsid w:val="00CD00E2"/>
    <w:rPr>
      <w:rFonts w:eastAsia="Times New Roman"/>
      <w:b/>
      <w:bCs/>
      <w:sz w:val="22"/>
      <w:szCs w:val="26"/>
    </w:rPr>
  </w:style>
  <w:style w:type="character" w:customStyle="1" w:styleId="Heading4Char">
    <w:name w:val="Heading 4 Char"/>
    <w:basedOn w:val="DefaultParagraphFont"/>
    <w:link w:val="Heading4"/>
    <w:rsid w:val="00CD00E2"/>
    <w:rPr>
      <w:rFonts w:eastAsia="Times New Roman"/>
      <w:bCs/>
      <w:color w:val="FFFFFF" w:themeColor="background1"/>
      <w:sz w:val="6"/>
      <w:szCs w:val="28"/>
    </w:rPr>
  </w:style>
  <w:style w:type="character" w:customStyle="1" w:styleId="Heading5Char">
    <w:name w:val="Heading 5 Char"/>
    <w:basedOn w:val="DefaultParagraphFont"/>
    <w:link w:val="Heading5"/>
    <w:semiHidden/>
    <w:rsid w:val="00CD00E2"/>
    <w:rPr>
      <w:rFonts w:eastAsia="Times New Roman"/>
      <w:b/>
      <w:bCs/>
      <w:i/>
      <w:iCs/>
      <w:sz w:val="26"/>
      <w:szCs w:val="26"/>
    </w:rPr>
  </w:style>
  <w:style w:type="character" w:customStyle="1" w:styleId="Heading6Char">
    <w:name w:val="Heading 6 Char"/>
    <w:basedOn w:val="DefaultParagraphFont"/>
    <w:link w:val="Heading6"/>
    <w:semiHidden/>
    <w:rsid w:val="00CD00E2"/>
    <w:rPr>
      <w:rFonts w:eastAsia="Times New Roman"/>
      <w:b/>
      <w:bCs/>
      <w:sz w:val="22"/>
      <w:szCs w:val="22"/>
    </w:rPr>
  </w:style>
  <w:style w:type="character" w:customStyle="1" w:styleId="Heading7Char">
    <w:name w:val="Heading 7 Char"/>
    <w:basedOn w:val="DefaultParagraphFont"/>
    <w:link w:val="Heading7"/>
    <w:semiHidden/>
    <w:rsid w:val="00CD00E2"/>
    <w:rPr>
      <w:rFonts w:eastAsia="Times New Roman"/>
      <w:szCs w:val="24"/>
    </w:rPr>
  </w:style>
  <w:style w:type="character" w:customStyle="1" w:styleId="Heading8Char">
    <w:name w:val="Heading 8 Char"/>
    <w:basedOn w:val="DefaultParagraphFont"/>
    <w:link w:val="Heading8"/>
    <w:semiHidden/>
    <w:rsid w:val="00CD00E2"/>
    <w:rPr>
      <w:rFonts w:eastAsia="Times New Roman"/>
      <w:i/>
      <w:iCs/>
      <w:szCs w:val="24"/>
    </w:rPr>
  </w:style>
  <w:style w:type="character" w:customStyle="1" w:styleId="Heading9Char">
    <w:name w:val="Heading 9 Char"/>
    <w:basedOn w:val="DefaultParagraphFont"/>
    <w:link w:val="Heading9"/>
    <w:semiHidden/>
    <w:rsid w:val="00CD00E2"/>
    <w:rPr>
      <w:rFonts w:eastAsia="Times New Roman" w:cs="Arial"/>
      <w:sz w:val="22"/>
      <w:szCs w:val="22"/>
    </w:rPr>
  </w:style>
  <w:style w:type="paragraph" w:styleId="EndnoteText">
    <w:name w:val="endnote text"/>
    <w:basedOn w:val="Normal"/>
    <w:link w:val="EndnoteTextChar"/>
    <w:semiHidden/>
    <w:rsid w:val="00CD00E2"/>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CD00E2"/>
    <w:rPr>
      <w:rFonts w:eastAsia="Times New Roman"/>
    </w:rPr>
  </w:style>
  <w:style w:type="paragraph" w:styleId="FootnoteText">
    <w:name w:val="footnote text"/>
    <w:basedOn w:val="Normal"/>
    <w:link w:val="FootnoteTextChar"/>
    <w:semiHidden/>
    <w:rsid w:val="00CD00E2"/>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CD00E2"/>
    <w:rPr>
      <w:rFonts w:eastAsia="Times New Roman"/>
    </w:rPr>
  </w:style>
  <w:style w:type="paragraph" w:styleId="Index1">
    <w:name w:val="index 1"/>
    <w:basedOn w:val="Normal"/>
    <w:next w:val="Normal"/>
    <w:autoRedefine/>
    <w:semiHidden/>
    <w:rsid w:val="00CD00E2"/>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CD00E2"/>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CD00E2"/>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CD00E2"/>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CD00E2"/>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CD00E2"/>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CD00E2"/>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CD00E2"/>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CD00E2"/>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CD00E2"/>
    <w:pPr>
      <w:spacing w:before="0" w:after="0" w:line="240" w:lineRule="auto"/>
    </w:pPr>
    <w:rPr>
      <w:rFonts w:eastAsia="Times New Roman" w:cs="Arial"/>
      <w:b/>
      <w:bCs/>
      <w:sz w:val="20"/>
      <w:szCs w:val="24"/>
    </w:rPr>
  </w:style>
  <w:style w:type="paragraph" w:styleId="MacroText">
    <w:name w:val="macro"/>
    <w:link w:val="MacroTextChar"/>
    <w:semiHidden/>
    <w:rsid w:val="00CD00E2"/>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CD00E2"/>
    <w:rPr>
      <w:rFonts w:ascii="Courier New" w:eastAsia="Times New Roman" w:hAnsi="Courier New" w:cs="Courier New"/>
    </w:rPr>
  </w:style>
  <w:style w:type="paragraph" w:styleId="TableofAuthorities">
    <w:name w:val="table of authorities"/>
    <w:basedOn w:val="Normal"/>
    <w:next w:val="Normal"/>
    <w:semiHidden/>
    <w:rsid w:val="00CD00E2"/>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CD00E2"/>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CD00E2"/>
    <w:pPr>
      <w:spacing w:before="120" w:after="0" w:line="240" w:lineRule="auto"/>
    </w:pPr>
    <w:rPr>
      <w:rFonts w:eastAsia="Times New Roman" w:cs="Arial"/>
      <w:b/>
      <w:bCs/>
      <w:sz w:val="20"/>
      <w:szCs w:val="24"/>
    </w:rPr>
  </w:style>
  <w:style w:type="paragraph" w:styleId="TOC1">
    <w:name w:val="toc 1"/>
    <w:basedOn w:val="Normal"/>
    <w:next w:val="Normal"/>
    <w:autoRedefine/>
    <w:semiHidden/>
    <w:rsid w:val="00CD00E2"/>
    <w:pPr>
      <w:spacing w:before="0" w:after="0" w:line="240" w:lineRule="auto"/>
    </w:pPr>
    <w:rPr>
      <w:rFonts w:eastAsia="Times New Roman"/>
      <w:sz w:val="20"/>
      <w:szCs w:val="24"/>
    </w:rPr>
  </w:style>
  <w:style w:type="paragraph" w:styleId="TOC2">
    <w:name w:val="toc 2"/>
    <w:basedOn w:val="Normal"/>
    <w:next w:val="Normal"/>
    <w:autoRedefine/>
    <w:semiHidden/>
    <w:rsid w:val="00CD00E2"/>
    <w:pPr>
      <w:spacing w:before="0" w:after="0" w:line="240" w:lineRule="auto"/>
      <w:ind w:left="240"/>
    </w:pPr>
    <w:rPr>
      <w:rFonts w:eastAsia="Times New Roman"/>
      <w:sz w:val="20"/>
      <w:szCs w:val="24"/>
    </w:rPr>
  </w:style>
  <w:style w:type="paragraph" w:styleId="TOC3">
    <w:name w:val="toc 3"/>
    <w:basedOn w:val="Normal"/>
    <w:next w:val="Normal"/>
    <w:autoRedefine/>
    <w:semiHidden/>
    <w:rsid w:val="00CD00E2"/>
    <w:pPr>
      <w:spacing w:before="0" w:after="0" w:line="240" w:lineRule="auto"/>
      <w:ind w:left="480"/>
    </w:pPr>
    <w:rPr>
      <w:rFonts w:eastAsia="Times New Roman"/>
      <w:sz w:val="20"/>
      <w:szCs w:val="24"/>
    </w:rPr>
  </w:style>
  <w:style w:type="paragraph" w:styleId="TOC4">
    <w:name w:val="toc 4"/>
    <w:basedOn w:val="Normal"/>
    <w:next w:val="Normal"/>
    <w:autoRedefine/>
    <w:semiHidden/>
    <w:rsid w:val="00CD00E2"/>
    <w:pPr>
      <w:spacing w:before="0" w:after="0" w:line="240" w:lineRule="auto"/>
      <w:ind w:left="720"/>
    </w:pPr>
    <w:rPr>
      <w:rFonts w:eastAsia="Times New Roman"/>
      <w:sz w:val="20"/>
      <w:szCs w:val="24"/>
    </w:rPr>
  </w:style>
  <w:style w:type="paragraph" w:styleId="TOC5">
    <w:name w:val="toc 5"/>
    <w:basedOn w:val="Normal"/>
    <w:next w:val="Normal"/>
    <w:autoRedefine/>
    <w:semiHidden/>
    <w:rsid w:val="00CD00E2"/>
    <w:pPr>
      <w:spacing w:before="0" w:after="0" w:line="240" w:lineRule="auto"/>
      <w:ind w:left="960"/>
    </w:pPr>
    <w:rPr>
      <w:rFonts w:eastAsia="Times New Roman"/>
      <w:sz w:val="20"/>
      <w:szCs w:val="24"/>
    </w:rPr>
  </w:style>
  <w:style w:type="paragraph" w:styleId="TOC6">
    <w:name w:val="toc 6"/>
    <w:basedOn w:val="Normal"/>
    <w:next w:val="Normal"/>
    <w:autoRedefine/>
    <w:semiHidden/>
    <w:rsid w:val="00CD00E2"/>
    <w:pPr>
      <w:spacing w:before="0" w:after="0" w:line="240" w:lineRule="auto"/>
      <w:ind w:left="1200"/>
    </w:pPr>
    <w:rPr>
      <w:rFonts w:eastAsia="Times New Roman"/>
      <w:sz w:val="20"/>
      <w:szCs w:val="24"/>
    </w:rPr>
  </w:style>
  <w:style w:type="paragraph" w:styleId="TOC7">
    <w:name w:val="toc 7"/>
    <w:basedOn w:val="Normal"/>
    <w:next w:val="Normal"/>
    <w:autoRedefine/>
    <w:semiHidden/>
    <w:rsid w:val="00CD00E2"/>
    <w:pPr>
      <w:spacing w:before="0" w:after="0" w:line="240" w:lineRule="auto"/>
      <w:ind w:left="1440"/>
    </w:pPr>
    <w:rPr>
      <w:rFonts w:eastAsia="Times New Roman"/>
      <w:sz w:val="20"/>
      <w:szCs w:val="24"/>
    </w:rPr>
  </w:style>
  <w:style w:type="paragraph" w:styleId="TOC8">
    <w:name w:val="toc 8"/>
    <w:basedOn w:val="Normal"/>
    <w:next w:val="Normal"/>
    <w:autoRedefine/>
    <w:semiHidden/>
    <w:rsid w:val="00CD00E2"/>
    <w:pPr>
      <w:spacing w:before="0" w:after="0" w:line="240" w:lineRule="auto"/>
      <w:ind w:left="1680"/>
    </w:pPr>
    <w:rPr>
      <w:rFonts w:eastAsia="Times New Roman"/>
      <w:sz w:val="20"/>
      <w:szCs w:val="24"/>
    </w:rPr>
  </w:style>
  <w:style w:type="paragraph" w:styleId="TOC9">
    <w:name w:val="toc 9"/>
    <w:basedOn w:val="Normal"/>
    <w:next w:val="Normal"/>
    <w:autoRedefine/>
    <w:semiHidden/>
    <w:rsid w:val="00CD00E2"/>
    <w:pPr>
      <w:spacing w:before="0" w:after="0" w:line="240" w:lineRule="auto"/>
      <w:ind w:left="1920"/>
    </w:pPr>
    <w:rPr>
      <w:rFonts w:eastAsia="Times New Roman"/>
      <w:sz w:val="20"/>
      <w:szCs w:val="24"/>
    </w:rPr>
  </w:style>
  <w:style w:type="paragraph" w:styleId="BodyText">
    <w:name w:val="Body Text"/>
    <w:basedOn w:val="Normal"/>
    <w:link w:val="BodyTextChar"/>
    <w:rsid w:val="00CD00E2"/>
    <w:pPr>
      <w:spacing w:before="120" w:after="120" w:line="240" w:lineRule="auto"/>
    </w:pPr>
    <w:rPr>
      <w:rFonts w:eastAsia="Times New Roman"/>
      <w:sz w:val="20"/>
      <w:szCs w:val="24"/>
    </w:rPr>
  </w:style>
  <w:style w:type="character" w:customStyle="1" w:styleId="BodyTextChar">
    <w:name w:val="Body Text Char"/>
    <w:link w:val="BodyText"/>
    <w:rsid w:val="00CD00E2"/>
    <w:rPr>
      <w:rFonts w:eastAsia="Times New Roman"/>
      <w:szCs w:val="24"/>
    </w:rPr>
  </w:style>
  <w:style w:type="paragraph" w:styleId="Revision">
    <w:name w:val="Revision"/>
    <w:hidden/>
    <w:uiPriority w:val="99"/>
    <w:semiHidden/>
    <w:rsid w:val="00C33C6A"/>
    <w:rPr>
      <w:sz w:val="22"/>
      <w:szCs w:val="22"/>
    </w:rPr>
  </w:style>
  <w:style w:type="character" w:styleId="Hyperlink">
    <w:name w:val="Hyperlink"/>
    <w:basedOn w:val="DefaultParagraphFont"/>
    <w:rsid w:val="001820A3"/>
    <w:rPr>
      <w:color w:val="0000FF" w:themeColor="hyperlink"/>
      <w:u w:val="single"/>
    </w:rPr>
  </w:style>
  <w:style w:type="character" w:styleId="FollowedHyperlink">
    <w:name w:val="FollowedHyperlink"/>
    <w:basedOn w:val="DefaultParagraphFont"/>
    <w:semiHidden/>
    <w:unhideWhenUsed/>
    <w:rsid w:val="003D1685"/>
    <w:rPr>
      <w:color w:val="800080" w:themeColor="followedHyperlink"/>
      <w:u w:val="single"/>
    </w:rPr>
  </w:style>
  <w:style w:type="paragraph" w:styleId="NormalWeb">
    <w:name w:val="Normal (Web)"/>
    <w:basedOn w:val="Normal"/>
    <w:uiPriority w:val="99"/>
    <w:semiHidden/>
    <w:unhideWhenUsed/>
    <w:rsid w:val="001D610D"/>
    <w:pPr>
      <w:spacing w:before="100" w:beforeAutospacing="1" w:after="100" w:afterAutospacing="1" w:line="240" w:lineRule="auto"/>
    </w:pPr>
    <w:rPr>
      <w:rFonts w:ascii="Times New Roman" w:eastAsia="Times New Roman" w:hAnsi="Times New Roman"/>
      <w:sz w:val="24"/>
      <w:szCs w:val="24"/>
    </w:rPr>
  </w:style>
  <w:style w:type="paragraph" w:styleId="CommentText">
    <w:name w:val="annotation text"/>
    <w:basedOn w:val="Normal"/>
    <w:link w:val="CommentTextChar"/>
    <w:semiHidden/>
    <w:unhideWhenUsed/>
    <w:rsid w:val="00CD00E2"/>
    <w:rPr>
      <w:sz w:val="20"/>
      <w:szCs w:val="20"/>
    </w:rPr>
  </w:style>
  <w:style w:type="character" w:customStyle="1" w:styleId="CommentTextChar">
    <w:name w:val="Comment Text Char"/>
    <w:basedOn w:val="DefaultParagraphFont"/>
    <w:link w:val="CommentText"/>
    <w:semiHidden/>
    <w:rsid w:val="00CD00E2"/>
  </w:style>
  <w:style w:type="paragraph" w:customStyle="1" w:styleId="AnswerLineL25">
    <w:name w:val="Answer Line L25"/>
    <w:basedOn w:val="BodyTextL25"/>
    <w:next w:val="BodyTextL25"/>
    <w:qFormat/>
    <w:rsid w:val="00CD00E2"/>
    <w:rPr>
      <w:b/>
      <w:i/>
      <w:color w:val="FFFFFF" w:themeColor="background1"/>
    </w:rPr>
  </w:style>
  <w:style w:type="paragraph" w:customStyle="1" w:styleId="AnswerLineL50">
    <w:name w:val="Answer Line L50"/>
    <w:basedOn w:val="AnswerLineL25"/>
    <w:next w:val="BodyTextL50"/>
    <w:qFormat/>
    <w:rsid w:val="00CD00E2"/>
    <w:pPr>
      <w:ind w:left="720"/>
    </w:pPr>
  </w:style>
  <w:style w:type="paragraph" w:customStyle="1" w:styleId="ConfigWindow">
    <w:name w:val="Config Window"/>
    <w:basedOn w:val="BodyText"/>
    <w:next w:val="BodyTextL25"/>
    <w:qFormat/>
    <w:rsid w:val="006A28D1"/>
    <w:pPr>
      <w:spacing w:before="0" w:after="0"/>
    </w:pPr>
    <w:rPr>
      <w:i/>
      <w:color w:val="FFFFFF" w:themeColor="background1"/>
      <w:sz w:val="6"/>
    </w:rPr>
  </w:style>
  <w:style w:type="character" w:customStyle="1" w:styleId="Heading1Gray">
    <w:name w:val="Heading 1 Gray"/>
    <w:basedOn w:val="Heading1Char"/>
    <w:uiPriority w:val="1"/>
    <w:qFormat/>
    <w:rsid w:val="00CD00E2"/>
    <w:rPr>
      <w:rFonts w:ascii="Arial" w:hAnsi="Arial"/>
      <w:b w:val="0"/>
      <w:bCs/>
      <w:noProof/>
      <w:sz w:val="26"/>
      <w:szCs w:val="26"/>
      <w:bdr w:val="none" w:sz="0" w:space="0" w:color="auto"/>
      <w:shd w:val="clear" w:color="auto" w:fill="D9D9D9" w:themeFill="background1" w:themeFillShade="D9"/>
    </w:rPr>
  </w:style>
  <w:style w:type="numbering" w:customStyle="1" w:styleId="LabList">
    <w:name w:val="Lab List"/>
    <w:basedOn w:val="NoList"/>
    <w:uiPriority w:val="99"/>
    <w:rsid w:val="00096A8D"/>
    <w:pPr>
      <w:numPr>
        <w:numId w:val="6"/>
      </w:numPr>
    </w:pPr>
  </w:style>
  <w:style w:type="paragraph" w:customStyle="1" w:styleId="ColorfulShading-Accent11">
    <w:name w:val="Colorful Shading - Accent 11"/>
    <w:hidden/>
    <w:semiHidden/>
    <w:rsid w:val="00CD00E2"/>
    <w:rPr>
      <w:rFonts w:eastAsia="Times New Roman" w:cs="Arial"/>
    </w:rPr>
  </w:style>
  <w:style w:type="paragraph" w:customStyle="1" w:styleId="BodyTextBold">
    <w:name w:val="Body Text Bold"/>
    <w:basedOn w:val="BodyText"/>
    <w:next w:val="BodyTextL25"/>
    <w:link w:val="BodyTextBoldChar"/>
    <w:qFormat/>
    <w:rsid w:val="00CD00E2"/>
    <w:rPr>
      <w:b/>
    </w:rPr>
  </w:style>
  <w:style w:type="character" w:customStyle="1" w:styleId="CMDChar">
    <w:name w:val="CMD Char"/>
    <w:basedOn w:val="DefaultParagraphFont"/>
    <w:link w:val="CMD"/>
    <w:rsid w:val="00CD00E2"/>
    <w:rPr>
      <w:rFonts w:ascii="Courier New" w:hAnsi="Courier New"/>
      <w:szCs w:val="22"/>
    </w:rPr>
  </w:style>
  <w:style w:type="character" w:customStyle="1" w:styleId="BodyTextBoldChar">
    <w:name w:val="Body Text Bold Char"/>
    <w:basedOn w:val="BodyTextChar"/>
    <w:link w:val="BodyTextBold"/>
    <w:rsid w:val="00CD00E2"/>
    <w:rPr>
      <w:rFonts w:eastAsia="Times New Roman"/>
      <w:b/>
      <w:szCs w:val="24"/>
    </w:rPr>
  </w:style>
  <w:style w:type="paragraph" w:styleId="Title">
    <w:name w:val="Title"/>
    <w:basedOn w:val="Normal"/>
    <w:next w:val="BodyTextL25"/>
    <w:link w:val="TitleChar"/>
    <w:qFormat/>
    <w:rsid w:val="00CD00E2"/>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CD00E2"/>
    <w:rPr>
      <w:rFonts w:eastAsiaTheme="majorEastAsia" w:cstheme="majorBidi"/>
      <w:b/>
      <w:kern w:val="28"/>
      <w:sz w:val="32"/>
      <w:szCs w:val="56"/>
    </w:rPr>
  </w:style>
  <w:style w:type="character" w:styleId="PlaceholderText">
    <w:name w:val="Placeholder Text"/>
    <w:basedOn w:val="DefaultParagraphFont"/>
    <w:uiPriority w:val="99"/>
    <w:semiHidden/>
    <w:rsid w:val="00CD00E2"/>
    <w:rPr>
      <w:color w:val="808080"/>
    </w:rPr>
  </w:style>
  <w:style w:type="paragraph" w:customStyle="1" w:styleId="CMDRed">
    <w:name w:val="CMD Red"/>
    <w:basedOn w:val="CMD"/>
    <w:link w:val="CMDRedChar"/>
    <w:qFormat/>
    <w:rsid w:val="00CD00E2"/>
    <w:rPr>
      <w:color w:val="EE0000"/>
    </w:rPr>
  </w:style>
  <w:style w:type="character" w:customStyle="1" w:styleId="CMDRedChar">
    <w:name w:val="CMD Red Char"/>
    <w:basedOn w:val="CMDChar"/>
    <w:link w:val="CMDRed"/>
    <w:rsid w:val="00CD00E2"/>
    <w:rPr>
      <w:rFonts w:ascii="Courier New" w:hAnsi="Courier New"/>
      <w:color w:val="EE0000"/>
      <w:szCs w:val="22"/>
    </w:rPr>
  </w:style>
  <w:style w:type="paragraph" w:customStyle="1" w:styleId="CMDOutputRed">
    <w:name w:val="CMD Output Red"/>
    <w:basedOn w:val="CMDOutput"/>
    <w:link w:val="CMDOutputRedChar"/>
    <w:qFormat/>
    <w:rsid w:val="00CD00E2"/>
    <w:rPr>
      <w:color w:val="EE0000"/>
    </w:rPr>
  </w:style>
  <w:style w:type="character" w:customStyle="1" w:styleId="BodyTextL25Char">
    <w:name w:val="Body Text L25 Char"/>
    <w:basedOn w:val="DefaultParagraphFont"/>
    <w:link w:val="BodyTextL25"/>
    <w:rsid w:val="00CD00E2"/>
    <w:rPr>
      <w:szCs w:val="22"/>
    </w:rPr>
  </w:style>
  <w:style w:type="character" w:customStyle="1" w:styleId="CMDOutputChar">
    <w:name w:val="CMD Output Char"/>
    <w:basedOn w:val="BodyTextL25Char"/>
    <w:link w:val="CMDOutput"/>
    <w:rsid w:val="00CD00E2"/>
    <w:rPr>
      <w:rFonts w:ascii="Courier New" w:hAnsi="Courier New"/>
      <w:sz w:val="18"/>
      <w:szCs w:val="22"/>
    </w:rPr>
  </w:style>
  <w:style w:type="character" w:customStyle="1" w:styleId="CMDOutputRedChar">
    <w:name w:val="CMD Output Red Char"/>
    <w:basedOn w:val="CMDOutputChar"/>
    <w:link w:val="CMDOutputRed"/>
    <w:rsid w:val="00CD00E2"/>
    <w:rPr>
      <w:rFonts w:ascii="Courier New" w:hAnsi="Courier New"/>
      <w:color w:val="EE0000"/>
      <w:sz w:val="18"/>
      <w:szCs w:val="22"/>
    </w:rPr>
  </w:style>
  <w:style w:type="paragraph" w:customStyle="1" w:styleId="Drawing">
    <w:name w:val="Drawing"/>
    <w:basedOn w:val="AnswerLineL25"/>
    <w:qFormat/>
    <w:rsid w:val="00CD00E2"/>
  </w:style>
  <w:style w:type="paragraph" w:customStyle="1" w:styleId="TableAnswer">
    <w:name w:val="Table Answer"/>
    <w:basedOn w:val="TableText"/>
    <w:qFormat/>
    <w:rsid w:val="00CD00E2"/>
  </w:style>
  <w:style w:type="character" w:customStyle="1" w:styleId="Heading2Gray">
    <w:name w:val="Heading 2 Gray"/>
    <w:basedOn w:val="Heading2Char"/>
    <w:uiPriority w:val="1"/>
    <w:qFormat/>
    <w:rsid w:val="00CD00E2"/>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CD00E2"/>
    <w:tbl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CD00E2"/>
    <w:pPr>
      <w:ind w:left="720"/>
    </w:pPr>
  </w:style>
  <w:style w:type="character" w:customStyle="1" w:styleId="BodyTextL50Char">
    <w:name w:val="Body Text L50 Char"/>
    <w:basedOn w:val="DefaultParagraphFont"/>
    <w:link w:val="BodyTextL50"/>
    <w:rsid w:val="00CD00E2"/>
    <w:rPr>
      <w:szCs w:val="22"/>
    </w:rPr>
  </w:style>
  <w:style w:type="character" w:customStyle="1" w:styleId="BodyTextL50AnswerChar">
    <w:name w:val="Body Text L50 Answer Char"/>
    <w:basedOn w:val="BodyTextL50Char"/>
    <w:link w:val="BodyTextL50Answer"/>
    <w:rsid w:val="00CD00E2"/>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CD00E2"/>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CD00E2"/>
    <w:rPr>
      <w:b/>
      <w:szCs w:val="22"/>
      <w:shd w:val="clear" w:color="auto" w:fill="D9D9D9" w:themeFill="background1" w:themeFillShade="D9"/>
    </w:rPr>
  </w:style>
  <w:style w:type="character" w:customStyle="1" w:styleId="DevConfigsChar">
    <w:name w:val="DevConfigs Char"/>
    <w:basedOn w:val="DefaultParagraphFont"/>
    <w:link w:val="DevConfigs"/>
    <w:rsid w:val="00CD00E2"/>
    <w:rPr>
      <w:rFonts w:ascii="Courier New" w:hAnsi="Courier New"/>
      <w:szCs w:val="22"/>
    </w:rPr>
  </w:style>
  <w:style w:type="numbering" w:customStyle="1" w:styleId="PartStepSubStepList">
    <w:name w:val="Part_Step_SubStep_List"/>
    <w:basedOn w:val="NoList"/>
    <w:uiPriority w:val="99"/>
    <w:rsid w:val="00902867"/>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0653839">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74833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NetSecurity1.0\Activities\ILM\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DACB833225F458BBDEC8CDF900AAA49"/>
        <w:category>
          <w:name w:val="General"/>
          <w:gallery w:val="placeholder"/>
        </w:category>
        <w:types>
          <w:type w:val="bbPlcHdr"/>
        </w:types>
        <w:behaviors>
          <w:behavior w:val="content"/>
        </w:behaviors>
        <w:guid w:val="{638AD4B0-E678-4CCE-B71B-EAC253551BC6}"/>
      </w:docPartPr>
      <w:docPartBody>
        <w:p w:rsidR="00DA4AFA" w:rsidRDefault="00DA4AFA">
          <w:r w:rsidRPr="00AD0A04">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FA"/>
    <w:rsid w:val="00034340"/>
    <w:rsid w:val="00056152"/>
    <w:rsid w:val="00136526"/>
    <w:rsid w:val="003250D1"/>
    <w:rsid w:val="003E7727"/>
    <w:rsid w:val="00515407"/>
    <w:rsid w:val="006E17BE"/>
    <w:rsid w:val="00712E76"/>
    <w:rsid w:val="00847000"/>
    <w:rsid w:val="009266CA"/>
    <w:rsid w:val="009E5DF5"/>
    <w:rsid w:val="00B715C2"/>
    <w:rsid w:val="00DA4AFA"/>
    <w:rsid w:val="00DD2356"/>
    <w:rsid w:val="00E61488"/>
    <w:rsid w:val="00FB34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A4AF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998F42-AE30-4A06-8FA0-B118E2169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Template>
  <TotalTime>1</TotalTime>
  <Pages>10</Pages>
  <Words>2532</Words>
  <Characters>14433</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Lab - Configure Administrative Roles</vt:lpstr>
    </vt:vector>
  </TitlesOfParts>
  <Company>Microsoft</Company>
  <LinksUpToDate>false</LinksUpToDate>
  <CharactersWithSpaces>16932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Configure Administrative Roles</dc:title>
  <dc:creator>spennock</dc:creator>
  <cp:lastModifiedBy>Mowry, John</cp:lastModifiedBy>
  <cp:revision>3</cp:revision>
  <cp:lastPrinted>2021-03-11T17:16:00Z</cp:lastPrinted>
  <dcterms:created xsi:type="dcterms:W3CDTF">2021-03-11T17:24:00Z</dcterms:created>
  <dcterms:modified xsi:type="dcterms:W3CDTF">2024-09-23T21:56:00Z</dcterms:modified>
</cp:coreProperties>
</file>